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875" w:rsidRPr="005F61B6" w:rsidRDefault="00C55875" w:rsidP="005F61B6">
      <w:pPr>
        <w:pStyle w:val="Title"/>
        <w:rPr>
          <w:bCs w:val="0"/>
        </w:rPr>
      </w:pPr>
      <w:bookmarkStart w:id="0" w:name="sub_100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44.25pt;width:42pt;height:47.85pt;z-index:251658240;mso-wrap-distance-left:504.05pt;mso-wrap-distance-right:504.05pt;mso-position-horizontal-relative:margin" filled="t">
            <v:imagedata r:id="rId7" o:title="" croptop="1762f"/>
            <w10:wrap type="topAndBottom" anchorx="margin"/>
          </v:shape>
        </w:pict>
      </w:r>
      <w:r w:rsidRPr="005F61B6">
        <w:rPr>
          <w:bCs w:val="0"/>
        </w:rPr>
        <w:t xml:space="preserve">СОВЕТ </w:t>
      </w:r>
      <w:r w:rsidRPr="005F61B6">
        <w:t>ХОПЕРСКОГО СЕЛЬСКОГО ПОСЕЛЕНИЯ</w:t>
      </w:r>
    </w:p>
    <w:p w:rsidR="00C55875" w:rsidRPr="00247D19" w:rsidRDefault="00C55875" w:rsidP="005F61B6">
      <w:pPr>
        <w:pStyle w:val="PlainText"/>
        <w:jc w:val="center"/>
        <w:rPr>
          <w:rFonts w:ascii="Times New Roman" w:hAnsi="Times New Roman"/>
          <w:b/>
          <w:sz w:val="28"/>
          <w:szCs w:val="28"/>
        </w:rPr>
      </w:pPr>
      <w:r w:rsidRPr="00247D19">
        <w:rPr>
          <w:rFonts w:ascii="Times New Roman" w:hAnsi="Times New Roman"/>
          <w:b/>
          <w:sz w:val="28"/>
          <w:szCs w:val="28"/>
        </w:rPr>
        <w:t>ТИХОРЕЦКОГО РАЙОНА</w:t>
      </w:r>
    </w:p>
    <w:p w:rsidR="00C55875" w:rsidRPr="00247D19" w:rsidRDefault="00C55875" w:rsidP="005F61B6">
      <w:pPr>
        <w:pStyle w:val="PlainText"/>
        <w:jc w:val="center"/>
        <w:rPr>
          <w:rFonts w:ascii="Times New Roman" w:hAnsi="Times New Roman"/>
          <w:b/>
          <w:sz w:val="28"/>
          <w:szCs w:val="28"/>
        </w:rPr>
      </w:pPr>
    </w:p>
    <w:p w:rsidR="00C55875" w:rsidRPr="00247D19" w:rsidRDefault="00C55875" w:rsidP="005F61B6">
      <w:pPr>
        <w:pStyle w:val="PlainText"/>
        <w:jc w:val="center"/>
        <w:rPr>
          <w:rFonts w:ascii="Times New Roman" w:hAnsi="Times New Roman"/>
          <w:sz w:val="32"/>
          <w:szCs w:val="32"/>
        </w:rPr>
      </w:pPr>
      <w:r w:rsidRPr="00247D19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ПРОЕКТ</w:t>
      </w:r>
    </w:p>
    <w:p w:rsidR="00C55875" w:rsidRDefault="00C55875" w:rsidP="005F61B6">
      <w:pPr>
        <w:pStyle w:val="PlainText"/>
        <w:jc w:val="both"/>
        <w:rPr>
          <w:rFonts w:ascii="Times New Roman" w:hAnsi="Times New Roman"/>
          <w:b/>
          <w:sz w:val="28"/>
        </w:rPr>
      </w:pPr>
    </w:p>
    <w:p w:rsidR="00C55875" w:rsidRPr="005F61B6" w:rsidRDefault="00C55875" w:rsidP="005F61B6">
      <w:pPr>
        <w:rPr>
          <w:rFonts w:ascii="Times New Roman" w:hAnsi="Times New Roman" w:cs="Times New Roman"/>
          <w:sz w:val="28"/>
          <w:szCs w:val="28"/>
        </w:rPr>
      </w:pPr>
      <w:r w:rsidRPr="005F61B6">
        <w:rPr>
          <w:rFonts w:ascii="Times New Roman" w:hAnsi="Times New Roman" w:cs="Times New Roman"/>
          <w:sz w:val="28"/>
          <w:szCs w:val="28"/>
        </w:rPr>
        <w:t xml:space="preserve">от   сентября 2015 года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F61B6">
        <w:rPr>
          <w:rFonts w:ascii="Times New Roman" w:hAnsi="Times New Roman" w:cs="Times New Roman"/>
          <w:sz w:val="28"/>
          <w:szCs w:val="28"/>
        </w:rPr>
        <w:t xml:space="preserve">              № __</w:t>
      </w:r>
    </w:p>
    <w:p w:rsidR="00C55875" w:rsidRPr="005F61B6" w:rsidRDefault="00C55875" w:rsidP="005F61B6">
      <w:pPr>
        <w:jc w:val="center"/>
        <w:rPr>
          <w:rFonts w:ascii="Times New Roman" w:hAnsi="Times New Roman" w:cs="Times New Roman"/>
          <w:sz w:val="28"/>
          <w:szCs w:val="28"/>
        </w:rPr>
      </w:pPr>
      <w:r w:rsidRPr="005F61B6">
        <w:rPr>
          <w:rFonts w:ascii="Times New Roman" w:hAnsi="Times New Roman" w:cs="Times New Roman"/>
          <w:sz w:val="28"/>
          <w:szCs w:val="28"/>
        </w:rPr>
        <w:t>станица Хоперская</w:t>
      </w:r>
    </w:p>
    <w:p w:rsidR="00C55875" w:rsidRPr="005F61B6" w:rsidRDefault="00C55875" w:rsidP="005F61B6">
      <w:pPr>
        <w:rPr>
          <w:rFonts w:ascii="Times New Roman" w:hAnsi="Times New Roman" w:cs="Times New Roman"/>
          <w:sz w:val="28"/>
          <w:szCs w:val="28"/>
        </w:rPr>
      </w:pPr>
    </w:p>
    <w:p w:rsidR="00C55875" w:rsidRPr="00C84ECB" w:rsidRDefault="00C55875" w:rsidP="0049676C">
      <w:pPr>
        <w:keepNext/>
        <w:keepLines/>
        <w:spacing w:before="220" w:after="60"/>
        <w:contextualSpacing/>
        <w:jc w:val="center"/>
        <w:textAlignment w:val="baseline"/>
        <w:rPr>
          <w:rFonts w:ascii="Times New Roman" w:eastAsia="Microsoft YaHei" w:hAnsi="Times New Roman"/>
          <w:b/>
          <w:i/>
          <w:caps/>
          <w:kern w:val="28"/>
          <w:sz w:val="28"/>
          <w:szCs w:val="28"/>
          <w:u w:val="single"/>
        </w:rPr>
      </w:pP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б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утвержден</w:t>
      </w: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ии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схемы водоснабжения  и водоотведения</w:t>
      </w:r>
    </w:p>
    <w:p w:rsidR="00C55875" w:rsidRDefault="00C55875" w:rsidP="00994C45">
      <w:pPr>
        <w:ind w:firstLine="540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994C45">
        <w:rPr>
          <w:rFonts w:ascii="Times New Roman" w:hAnsi="Times New Roman" w:cs="Times New Roman"/>
          <w:b/>
          <w:spacing w:val="-10"/>
          <w:sz w:val="28"/>
          <w:szCs w:val="28"/>
        </w:rPr>
        <w:t>Хоперского сельского поселения Тихорецкого района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</w:p>
    <w:p w:rsidR="00C55875" w:rsidRPr="00994C45" w:rsidRDefault="00C55875" w:rsidP="00994C45">
      <w:pPr>
        <w:ind w:firstLine="540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</w:rPr>
        <w:t>на период  с 2015 по 2025 годы</w:t>
      </w:r>
    </w:p>
    <w:p w:rsidR="00C55875" w:rsidRPr="00994C45" w:rsidRDefault="00C55875" w:rsidP="00994C45">
      <w:pPr>
        <w:ind w:firstLine="540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C55875" w:rsidRPr="00994C45" w:rsidRDefault="00C55875" w:rsidP="00994C45">
      <w:pPr>
        <w:ind w:firstLine="540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C55875" w:rsidRPr="00994C45" w:rsidRDefault="00C55875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E55BC">
        <w:rPr>
          <w:rFonts w:ascii="Times New Roman" w:hAnsi="Times New Roman" w:cs="Times New Roman"/>
          <w:spacing w:val="-10"/>
          <w:sz w:val="28"/>
          <w:szCs w:val="28"/>
        </w:rPr>
        <w:t xml:space="preserve">В целях создания условий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для устойчивого развития Хоперского сельского поселения Тихорецкого района, обеспечения прав и законных интересов физических и юридических лиц, в соответствии с Водным кодексом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Российской Федерации»,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остановлением</w:t>
      </w:r>
      <w:r w:rsidRPr="005C374C">
        <w:rPr>
          <w:rFonts w:ascii="Times New Roman" w:hAnsi="Times New Roman"/>
          <w:sz w:val="28"/>
          <w:szCs w:val="28"/>
        </w:rPr>
        <w:t xml:space="preserve"> Правительства Российской Ф</w:t>
      </w:r>
      <w:r>
        <w:rPr>
          <w:rFonts w:ascii="Times New Roman" w:hAnsi="Times New Roman"/>
          <w:sz w:val="28"/>
          <w:szCs w:val="28"/>
        </w:rPr>
        <w:t>едерации от 5 сентября 2013 года №</w:t>
      </w:r>
      <w:r w:rsidRPr="005C374C">
        <w:rPr>
          <w:rFonts w:ascii="Times New Roman" w:hAnsi="Times New Roman"/>
          <w:sz w:val="28"/>
          <w:szCs w:val="28"/>
        </w:rPr>
        <w:t xml:space="preserve"> 782 </w:t>
      </w:r>
      <w:r>
        <w:rPr>
          <w:rFonts w:ascii="Times New Roman" w:hAnsi="Times New Roman"/>
          <w:sz w:val="28"/>
          <w:szCs w:val="28"/>
        </w:rPr>
        <w:t>«</w:t>
      </w:r>
      <w:r w:rsidRPr="005C374C">
        <w:rPr>
          <w:rFonts w:ascii="Times New Roman" w:hAnsi="Times New Roman"/>
          <w:sz w:val="28"/>
          <w:szCs w:val="28"/>
        </w:rPr>
        <w:t>О схемах водоснабжения и водоотведения</w:t>
      </w:r>
      <w:r>
        <w:rPr>
          <w:rFonts w:ascii="Times New Roman" w:hAnsi="Times New Roman" w:cs="Times New Roman"/>
          <w:spacing w:val="-10"/>
          <w:sz w:val="28"/>
          <w:szCs w:val="28"/>
        </w:rPr>
        <w:t>», руководствуясь Уставом Хоперского сельского поселения Тихорецкого района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, Совет 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р е ш и л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:</w:t>
      </w:r>
    </w:p>
    <w:p w:rsidR="00C55875" w:rsidRDefault="00C55875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4C45">
        <w:rPr>
          <w:rFonts w:ascii="Times New Roman" w:hAnsi="Times New Roman" w:cs="Times New Roman"/>
          <w:spacing w:val="-10"/>
          <w:sz w:val="28"/>
          <w:szCs w:val="28"/>
        </w:rPr>
        <w:t>1.</w:t>
      </w:r>
      <w:r>
        <w:rPr>
          <w:rFonts w:ascii="Times New Roman" w:hAnsi="Times New Roman" w:cs="Times New Roman"/>
          <w:spacing w:val="-10"/>
          <w:sz w:val="28"/>
          <w:szCs w:val="28"/>
        </w:rPr>
        <w:t>Утверди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ть </w:t>
      </w:r>
      <w:r>
        <w:rPr>
          <w:rFonts w:ascii="Times New Roman" w:hAnsi="Times New Roman" w:cs="Times New Roman"/>
          <w:spacing w:val="-10"/>
          <w:sz w:val="28"/>
          <w:szCs w:val="28"/>
        </w:rPr>
        <w:t>схему водоснабжения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и водоотведения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на период с 2015 по 2025 годы </w:t>
      </w:r>
      <w:r>
        <w:rPr>
          <w:rFonts w:ascii="Times New Roman" w:hAnsi="Times New Roman" w:cs="Times New Roman"/>
          <w:color w:val="000000"/>
          <w:sz w:val="28"/>
          <w:szCs w:val="28"/>
        </w:rPr>
        <w:t>(прилагаю</w:t>
      </w:r>
      <w:r w:rsidRPr="00994C45">
        <w:rPr>
          <w:rFonts w:ascii="Times New Roman" w:hAnsi="Times New Roman" w:cs="Times New Roman"/>
          <w:color w:val="000000"/>
          <w:sz w:val="28"/>
          <w:szCs w:val="28"/>
        </w:rPr>
        <w:t>тся)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составе:</w:t>
      </w:r>
    </w:p>
    <w:p w:rsidR="00C55875" w:rsidRDefault="00C55875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1)общая часть;</w:t>
      </w:r>
    </w:p>
    <w:p w:rsidR="00C55875" w:rsidRDefault="00C55875" w:rsidP="00CA6A0B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2)графическая часть.</w:t>
      </w:r>
    </w:p>
    <w:p w:rsidR="00C55875" w:rsidRPr="00994C45" w:rsidRDefault="00C55875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2. Обнародовать настоящее решение в установленном порядке и разместить на официальном сайте поселения в информационно-телекоммуникационной сети «Интернет»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C55875" w:rsidRPr="00994C45" w:rsidRDefault="00C55875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Контроль за выполнением настоящего решения возложить на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комиссию по </w:t>
      </w:r>
      <w:r>
        <w:rPr>
          <w:rFonts w:ascii="Times New Roman" w:hAnsi="Times New Roman" w:cs="Times New Roman"/>
          <w:sz w:val="28"/>
          <w:szCs w:val="28"/>
        </w:rPr>
        <w:t xml:space="preserve">вопросам сельского хозяйства и землеустройству, коммунальному хозяйству, транспорту, связи и благоустройству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Совета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Хоперского сельского поселения Тихорецкого района </w:t>
      </w:r>
      <w:r>
        <w:rPr>
          <w:rFonts w:ascii="Times New Roman" w:hAnsi="Times New Roman" w:cs="Times New Roman"/>
          <w:spacing w:val="-10"/>
          <w:sz w:val="28"/>
          <w:szCs w:val="28"/>
        </w:rPr>
        <w:t>(Фощенко)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C55875" w:rsidRPr="00994C45" w:rsidRDefault="00C55875" w:rsidP="00CA6A0B">
      <w:pPr>
        <w:ind w:firstLine="851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 w:cs="Times New Roman"/>
          <w:spacing w:val="-10"/>
          <w:sz w:val="28"/>
          <w:szCs w:val="28"/>
        </w:rPr>
        <w:t>официального обнародования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C55875" w:rsidRPr="00994C45" w:rsidRDefault="00C55875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C55875" w:rsidRPr="00994C45" w:rsidRDefault="00C55875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C55875" w:rsidRPr="00994C45" w:rsidRDefault="00C55875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p w:rsidR="00C55875" w:rsidRPr="00994C45" w:rsidRDefault="00C55875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Глава Хоперского сельского </w:t>
      </w:r>
    </w:p>
    <w:p w:rsidR="00C55875" w:rsidRPr="00994C45" w:rsidRDefault="00C55875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поселения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>Тихорецкого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района                                                                      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    </w:t>
      </w:r>
      <w:r w:rsidRPr="00994C45">
        <w:rPr>
          <w:rFonts w:ascii="Times New Roman" w:hAnsi="Times New Roman" w:cs="Times New Roman"/>
          <w:spacing w:val="-10"/>
          <w:sz w:val="28"/>
          <w:szCs w:val="28"/>
        </w:rPr>
        <w:t xml:space="preserve"> С.Ю.Писанов</w:t>
      </w:r>
    </w:p>
    <w:bookmarkEnd w:id="0"/>
    <w:p w:rsidR="00C55875" w:rsidRPr="00994C45" w:rsidRDefault="00C55875" w:rsidP="00994C45">
      <w:pPr>
        <w:jc w:val="both"/>
        <w:outlineLvl w:val="1"/>
        <w:rPr>
          <w:rFonts w:ascii="Times New Roman" w:hAnsi="Times New Roman" w:cs="Times New Roman"/>
          <w:spacing w:val="-10"/>
          <w:sz w:val="28"/>
          <w:szCs w:val="28"/>
        </w:rPr>
      </w:pPr>
    </w:p>
    <w:sectPr w:rsidR="00C55875" w:rsidRPr="00994C45" w:rsidSect="00004D70">
      <w:headerReference w:type="default" r:id="rId8"/>
      <w:pgSz w:w="11904" w:h="16834"/>
      <w:pgMar w:top="1134" w:right="57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875" w:rsidRDefault="00C55875" w:rsidP="00FF78EF">
      <w:r>
        <w:separator/>
      </w:r>
    </w:p>
  </w:endnote>
  <w:endnote w:type="continuationSeparator" w:id="0">
    <w:p w:rsidR="00C55875" w:rsidRDefault="00C55875" w:rsidP="00F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875" w:rsidRDefault="00C55875" w:rsidP="00FF78EF">
      <w:r>
        <w:separator/>
      </w:r>
    </w:p>
  </w:footnote>
  <w:footnote w:type="continuationSeparator" w:id="0">
    <w:p w:rsidR="00C55875" w:rsidRDefault="00C55875" w:rsidP="00F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875" w:rsidRDefault="00C55875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C55875" w:rsidRDefault="00C558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5EAC4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B289F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D3E1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704F7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D5032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84C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C621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C29C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D942D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A8CC8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8C7"/>
    <w:rsid w:val="0000411C"/>
    <w:rsid w:val="00004D27"/>
    <w:rsid w:val="00004D70"/>
    <w:rsid w:val="0002712E"/>
    <w:rsid w:val="00031886"/>
    <w:rsid w:val="00036D02"/>
    <w:rsid w:val="0004116D"/>
    <w:rsid w:val="000448C4"/>
    <w:rsid w:val="000466E2"/>
    <w:rsid w:val="00051069"/>
    <w:rsid w:val="000523B7"/>
    <w:rsid w:val="000555B8"/>
    <w:rsid w:val="000601B6"/>
    <w:rsid w:val="00061A87"/>
    <w:rsid w:val="00061CDD"/>
    <w:rsid w:val="000710AC"/>
    <w:rsid w:val="00076116"/>
    <w:rsid w:val="00077D8C"/>
    <w:rsid w:val="00081DAB"/>
    <w:rsid w:val="00081EB0"/>
    <w:rsid w:val="00085110"/>
    <w:rsid w:val="000863E7"/>
    <w:rsid w:val="00090F9A"/>
    <w:rsid w:val="00095A79"/>
    <w:rsid w:val="00097526"/>
    <w:rsid w:val="000976C9"/>
    <w:rsid w:val="000A3C29"/>
    <w:rsid w:val="000A50FB"/>
    <w:rsid w:val="000A7DE6"/>
    <w:rsid w:val="000B56B6"/>
    <w:rsid w:val="000B5BF5"/>
    <w:rsid w:val="000C2688"/>
    <w:rsid w:val="000D239A"/>
    <w:rsid w:val="000D2F12"/>
    <w:rsid w:val="000E1C60"/>
    <w:rsid w:val="000E1E81"/>
    <w:rsid w:val="000E3D3F"/>
    <w:rsid w:val="000F3044"/>
    <w:rsid w:val="000F32B8"/>
    <w:rsid w:val="0010253A"/>
    <w:rsid w:val="00104614"/>
    <w:rsid w:val="00111E3B"/>
    <w:rsid w:val="0013734B"/>
    <w:rsid w:val="001455FF"/>
    <w:rsid w:val="00146C90"/>
    <w:rsid w:val="00151C84"/>
    <w:rsid w:val="001528DA"/>
    <w:rsid w:val="001538A8"/>
    <w:rsid w:val="00166247"/>
    <w:rsid w:val="001667DD"/>
    <w:rsid w:val="00185530"/>
    <w:rsid w:val="001906C9"/>
    <w:rsid w:val="001918E2"/>
    <w:rsid w:val="001942FF"/>
    <w:rsid w:val="001A20AD"/>
    <w:rsid w:val="001A25C7"/>
    <w:rsid w:val="001A4A80"/>
    <w:rsid w:val="001A66EE"/>
    <w:rsid w:val="001B6277"/>
    <w:rsid w:val="001B7B63"/>
    <w:rsid w:val="001C77ED"/>
    <w:rsid w:val="001D39ED"/>
    <w:rsid w:val="001D3ECA"/>
    <w:rsid w:val="001D5CA9"/>
    <w:rsid w:val="001E4BAB"/>
    <w:rsid w:val="001F5AFD"/>
    <w:rsid w:val="001F7DCE"/>
    <w:rsid w:val="00204F48"/>
    <w:rsid w:val="00205582"/>
    <w:rsid w:val="00210B60"/>
    <w:rsid w:val="00217AF2"/>
    <w:rsid w:val="00223BFB"/>
    <w:rsid w:val="00230EB2"/>
    <w:rsid w:val="0023597A"/>
    <w:rsid w:val="002424E6"/>
    <w:rsid w:val="00242BE0"/>
    <w:rsid w:val="00247D19"/>
    <w:rsid w:val="00253DF2"/>
    <w:rsid w:val="0025421F"/>
    <w:rsid w:val="002603D1"/>
    <w:rsid w:val="00267246"/>
    <w:rsid w:val="002737EB"/>
    <w:rsid w:val="00274D01"/>
    <w:rsid w:val="00284A15"/>
    <w:rsid w:val="00285934"/>
    <w:rsid w:val="00294B4B"/>
    <w:rsid w:val="002A404C"/>
    <w:rsid w:val="002A4B40"/>
    <w:rsid w:val="002A732E"/>
    <w:rsid w:val="002B350F"/>
    <w:rsid w:val="002C0CF8"/>
    <w:rsid w:val="002D2C76"/>
    <w:rsid w:val="002D3B5F"/>
    <w:rsid w:val="002D70B4"/>
    <w:rsid w:val="002D739E"/>
    <w:rsid w:val="002E244E"/>
    <w:rsid w:val="002E3EB3"/>
    <w:rsid w:val="002E59E0"/>
    <w:rsid w:val="002F1632"/>
    <w:rsid w:val="002F38CC"/>
    <w:rsid w:val="00302497"/>
    <w:rsid w:val="00302686"/>
    <w:rsid w:val="00307B14"/>
    <w:rsid w:val="0031564D"/>
    <w:rsid w:val="0032119A"/>
    <w:rsid w:val="00323019"/>
    <w:rsid w:val="00343E71"/>
    <w:rsid w:val="00346CD4"/>
    <w:rsid w:val="00354428"/>
    <w:rsid w:val="00354834"/>
    <w:rsid w:val="00364170"/>
    <w:rsid w:val="003704EE"/>
    <w:rsid w:val="00383E9A"/>
    <w:rsid w:val="00390A06"/>
    <w:rsid w:val="00393873"/>
    <w:rsid w:val="00393934"/>
    <w:rsid w:val="00395860"/>
    <w:rsid w:val="00396E88"/>
    <w:rsid w:val="003A5866"/>
    <w:rsid w:val="003B16B7"/>
    <w:rsid w:val="003B57C3"/>
    <w:rsid w:val="003B7B80"/>
    <w:rsid w:val="003C3616"/>
    <w:rsid w:val="003C6046"/>
    <w:rsid w:val="003D07E4"/>
    <w:rsid w:val="003D1858"/>
    <w:rsid w:val="003D2836"/>
    <w:rsid w:val="003D5B4C"/>
    <w:rsid w:val="003D7587"/>
    <w:rsid w:val="003D7FCF"/>
    <w:rsid w:val="003E0A60"/>
    <w:rsid w:val="003F7F26"/>
    <w:rsid w:val="0040747E"/>
    <w:rsid w:val="004114A1"/>
    <w:rsid w:val="00415A67"/>
    <w:rsid w:val="00424005"/>
    <w:rsid w:val="0042748E"/>
    <w:rsid w:val="0043125E"/>
    <w:rsid w:val="00435B3C"/>
    <w:rsid w:val="004362E8"/>
    <w:rsid w:val="00436815"/>
    <w:rsid w:val="004372E9"/>
    <w:rsid w:val="00437FBA"/>
    <w:rsid w:val="004465A7"/>
    <w:rsid w:val="00453A30"/>
    <w:rsid w:val="004576D3"/>
    <w:rsid w:val="004601A1"/>
    <w:rsid w:val="004727C5"/>
    <w:rsid w:val="00480B2F"/>
    <w:rsid w:val="0049265C"/>
    <w:rsid w:val="0049676C"/>
    <w:rsid w:val="004B161E"/>
    <w:rsid w:val="004B16AB"/>
    <w:rsid w:val="004C318D"/>
    <w:rsid w:val="004D0DDB"/>
    <w:rsid w:val="004D4D5D"/>
    <w:rsid w:val="004E00C5"/>
    <w:rsid w:val="004E14B8"/>
    <w:rsid w:val="004F1227"/>
    <w:rsid w:val="00502D2C"/>
    <w:rsid w:val="005033F9"/>
    <w:rsid w:val="0050533C"/>
    <w:rsid w:val="005063BC"/>
    <w:rsid w:val="00507C42"/>
    <w:rsid w:val="005120B2"/>
    <w:rsid w:val="00513B3C"/>
    <w:rsid w:val="00537F7E"/>
    <w:rsid w:val="00540964"/>
    <w:rsid w:val="00544B36"/>
    <w:rsid w:val="0055582C"/>
    <w:rsid w:val="00561BA7"/>
    <w:rsid w:val="00564944"/>
    <w:rsid w:val="0058155A"/>
    <w:rsid w:val="00583B70"/>
    <w:rsid w:val="00597B3E"/>
    <w:rsid w:val="005A473E"/>
    <w:rsid w:val="005A6FD3"/>
    <w:rsid w:val="005A7464"/>
    <w:rsid w:val="005B0292"/>
    <w:rsid w:val="005B079A"/>
    <w:rsid w:val="005B3AD8"/>
    <w:rsid w:val="005B4D5E"/>
    <w:rsid w:val="005C0A76"/>
    <w:rsid w:val="005C1EAC"/>
    <w:rsid w:val="005C374C"/>
    <w:rsid w:val="005C3E75"/>
    <w:rsid w:val="005D0817"/>
    <w:rsid w:val="005D569B"/>
    <w:rsid w:val="005D7D62"/>
    <w:rsid w:val="005E098F"/>
    <w:rsid w:val="005E628A"/>
    <w:rsid w:val="005F0DB3"/>
    <w:rsid w:val="005F1696"/>
    <w:rsid w:val="005F28B7"/>
    <w:rsid w:val="005F52CE"/>
    <w:rsid w:val="005F61B6"/>
    <w:rsid w:val="006001C4"/>
    <w:rsid w:val="00600874"/>
    <w:rsid w:val="00602A25"/>
    <w:rsid w:val="00602D11"/>
    <w:rsid w:val="006051D3"/>
    <w:rsid w:val="0061767C"/>
    <w:rsid w:val="006205BC"/>
    <w:rsid w:val="0063379D"/>
    <w:rsid w:val="006351AF"/>
    <w:rsid w:val="00637958"/>
    <w:rsid w:val="00640C44"/>
    <w:rsid w:val="0064111A"/>
    <w:rsid w:val="00641784"/>
    <w:rsid w:val="00655807"/>
    <w:rsid w:val="00655907"/>
    <w:rsid w:val="006605DE"/>
    <w:rsid w:val="00665161"/>
    <w:rsid w:val="00665A35"/>
    <w:rsid w:val="00670DF0"/>
    <w:rsid w:val="00672C17"/>
    <w:rsid w:val="00680D8B"/>
    <w:rsid w:val="006846FB"/>
    <w:rsid w:val="0069199C"/>
    <w:rsid w:val="00693CDD"/>
    <w:rsid w:val="006A34BA"/>
    <w:rsid w:val="006A5BEB"/>
    <w:rsid w:val="006B053C"/>
    <w:rsid w:val="006C2A70"/>
    <w:rsid w:val="006D23CD"/>
    <w:rsid w:val="006D495A"/>
    <w:rsid w:val="006D61CC"/>
    <w:rsid w:val="006E0E23"/>
    <w:rsid w:val="006E0F93"/>
    <w:rsid w:val="006E2884"/>
    <w:rsid w:val="006E55BC"/>
    <w:rsid w:val="006E6BAE"/>
    <w:rsid w:val="006E6E0A"/>
    <w:rsid w:val="006F463B"/>
    <w:rsid w:val="00704E0F"/>
    <w:rsid w:val="00707405"/>
    <w:rsid w:val="00714EEB"/>
    <w:rsid w:val="007173CB"/>
    <w:rsid w:val="007209ED"/>
    <w:rsid w:val="007245C2"/>
    <w:rsid w:val="00732844"/>
    <w:rsid w:val="00737E82"/>
    <w:rsid w:val="007533CB"/>
    <w:rsid w:val="00760BF1"/>
    <w:rsid w:val="00761454"/>
    <w:rsid w:val="007727E8"/>
    <w:rsid w:val="00776439"/>
    <w:rsid w:val="00777C08"/>
    <w:rsid w:val="00780050"/>
    <w:rsid w:val="00781433"/>
    <w:rsid w:val="007837B9"/>
    <w:rsid w:val="00784399"/>
    <w:rsid w:val="00793AAA"/>
    <w:rsid w:val="007972F7"/>
    <w:rsid w:val="007A5165"/>
    <w:rsid w:val="007A699E"/>
    <w:rsid w:val="007B1433"/>
    <w:rsid w:val="007B380B"/>
    <w:rsid w:val="007B6519"/>
    <w:rsid w:val="007B7233"/>
    <w:rsid w:val="007C37AB"/>
    <w:rsid w:val="007D3D40"/>
    <w:rsid w:val="007E126C"/>
    <w:rsid w:val="007E45EC"/>
    <w:rsid w:val="007E479B"/>
    <w:rsid w:val="007F630A"/>
    <w:rsid w:val="00800160"/>
    <w:rsid w:val="008012C5"/>
    <w:rsid w:val="00803A11"/>
    <w:rsid w:val="00807C3B"/>
    <w:rsid w:val="008136B4"/>
    <w:rsid w:val="00820753"/>
    <w:rsid w:val="00830175"/>
    <w:rsid w:val="00833843"/>
    <w:rsid w:val="00834E6B"/>
    <w:rsid w:val="00835373"/>
    <w:rsid w:val="00850104"/>
    <w:rsid w:val="008530D0"/>
    <w:rsid w:val="00860B38"/>
    <w:rsid w:val="00860DB2"/>
    <w:rsid w:val="00862416"/>
    <w:rsid w:val="00862619"/>
    <w:rsid w:val="00862934"/>
    <w:rsid w:val="0086344E"/>
    <w:rsid w:val="00866409"/>
    <w:rsid w:val="00870193"/>
    <w:rsid w:val="0087337C"/>
    <w:rsid w:val="008807DB"/>
    <w:rsid w:val="00884F05"/>
    <w:rsid w:val="008B0A31"/>
    <w:rsid w:val="008B14AB"/>
    <w:rsid w:val="008B7266"/>
    <w:rsid w:val="008C0695"/>
    <w:rsid w:val="008C5970"/>
    <w:rsid w:val="008D2CDA"/>
    <w:rsid w:val="008D30FB"/>
    <w:rsid w:val="008D311C"/>
    <w:rsid w:val="008E39C6"/>
    <w:rsid w:val="008F3FB4"/>
    <w:rsid w:val="008F444D"/>
    <w:rsid w:val="008F687B"/>
    <w:rsid w:val="00900880"/>
    <w:rsid w:val="00901CEA"/>
    <w:rsid w:val="00903820"/>
    <w:rsid w:val="00905529"/>
    <w:rsid w:val="00917E4F"/>
    <w:rsid w:val="009205C6"/>
    <w:rsid w:val="00931C71"/>
    <w:rsid w:val="009449DC"/>
    <w:rsid w:val="009466AE"/>
    <w:rsid w:val="00951C13"/>
    <w:rsid w:val="00956479"/>
    <w:rsid w:val="00960E30"/>
    <w:rsid w:val="00965AE4"/>
    <w:rsid w:val="009800D3"/>
    <w:rsid w:val="0098594B"/>
    <w:rsid w:val="0099111D"/>
    <w:rsid w:val="00994C45"/>
    <w:rsid w:val="009C7E00"/>
    <w:rsid w:val="009D06BE"/>
    <w:rsid w:val="009D5233"/>
    <w:rsid w:val="009F1174"/>
    <w:rsid w:val="009F61B9"/>
    <w:rsid w:val="00A00FB5"/>
    <w:rsid w:val="00A1502F"/>
    <w:rsid w:val="00A150D8"/>
    <w:rsid w:val="00A27166"/>
    <w:rsid w:val="00A433FE"/>
    <w:rsid w:val="00A43717"/>
    <w:rsid w:val="00A46045"/>
    <w:rsid w:val="00A552D1"/>
    <w:rsid w:val="00A616D5"/>
    <w:rsid w:val="00A62D6D"/>
    <w:rsid w:val="00A73251"/>
    <w:rsid w:val="00A74CF4"/>
    <w:rsid w:val="00A766FE"/>
    <w:rsid w:val="00A804D8"/>
    <w:rsid w:val="00A80D82"/>
    <w:rsid w:val="00A81B47"/>
    <w:rsid w:val="00A9527C"/>
    <w:rsid w:val="00A95E14"/>
    <w:rsid w:val="00AA2C91"/>
    <w:rsid w:val="00AA48CF"/>
    <w:rsid w:val="00AB0625"/>
    <w:rsid w:val="00AB1A37"/>
    <w:rsid w:val="00AC3B9F"/>
    <w:rsid w:val="00AD1676"/>
    <w:rsid w:val="00AD74AA"/>
    <w:rsid w:val="00AE0B8F"/>
    <w:rsid w:val="00AF3AB3"/>
    <w:rsid w:val="00AF740B"/>
    <w:rsid w:val="00B034C2"/>
    <w:rsid w:val="00B07D33"/>
    <w:rsid w:val="00B155FC"/>
    <w:rsid w:val="00B163D1"/>
    <w:rsid w:val="00B20802"/>
    <w:rsid w:val="00B208C7"/>
    <w:rsid w:val="00B36470"/>
    <w:rsid w:val="00B40EB0"/>
    <w:rsid w:val="00B4753A"/>
    <w:rsid w:val="00B501B4"/>
    <w:rsid w:val="00B6440D"/>
    <w:rsid w:val="00B64EE4"/>
    <w:rsid w:val="00B670B9"/>
    <w:rsid w:val="00B72166"/>
    <w:rsid w:val="00B74E63"/>
    <w:rsid w:val="00B77F8C"/>
    <w:rsid w:val="00B80BA4"/>
    <w:rsid w:val="00B90A3E"/>
    <w:rsid w:val="00B92FD1"/>
    <w:rsid w:val="00B95F15"/>
    <w:rsid w:val="00BA28B2"/>
    <w:rsid w:val="00BA7493"/>
    <w:rsid w:val="00BB0428"/>
    <w:rsid w:val="00BB2F34"/>
    <w:rsid w:val="00BC3389"/>
    <w:rsid w:val="00BC4FE1"/>
    <w:rsid w:val="00BC54AF"/>
    <w:rsid w:val="00BD03F0"/>
    <w:rsid w:val="00BD0D36"/>
    <w:rsid w:val="00BD4224"/>
    <w:rsid w:val="00BE5DC9"/>
    <w:rsid w:val="00BF190F"/>
    <w:rsid w:val="00BF29BB"/>
    <w:rsid w:val="00BF3478"/>
    <w:rsid w:val="00C018C5"/>
    <w:rsid w:val="00C03267"/>
    <w:rsid w:val="00C04104"/>
    <w:rsid w:val="00C0627B"/>
    <w:rsid w:val="00C13250"/>
    <w:rsid w:val="00C17FBB"/>
    <w:rsid w:val="00C23D88"/>
    <w:rsid w:val="00C35560"/>
    <w:rsid w:val="00C44B8B"/>
    <w:rsid w:val="00C45CF1"/>
    <w:rsid w:val="00C55875"/>
    <w:rsid w:val="00C578F6"/>
    <w:rsid w:val="00C57F08"/>
    <w:rsid w:val="00C658EA"/>
    <w:rsid w:val="00C66B90"/>
    <w:rsid w:val="00C84ECB"/>
    <w:rsid w:val="00C853C5"/>
    <w:rsid w:val="00C907AA"/>
    <w:rsid w:val="00C90C08"/>
    <w:rsid w:val="00C9253F"/>
    <w:rsid w:val="00CA26C6"/>
    <w:rsid w:val="00CA2B8C"/>
    <w:rsid w:val="00CA44D5"/>
    <w:rsid w:val="00CA4E2F"/>
    <w:rsid w:val="00CA6A0B"/>
    <w:rsid w:val="00CA6DD8"/>
    <w:rsid w:val="00CA722F"/>
    <w:rsid w:val="00CA7B49"/>
    <w:rsid w:val="00CB3AFF"/>
    <w:rsid w:val="00CB74B8"/>
    <w:rsid w:val="00CC3509"/>
    <w:rsid w:val="00CD0501"/>
    <w:rsid w:val="00CD63D8"/>
    <w:rsid w:val="00CF22A9"/>
    <w:rsid w:val="00CF2EAB"/>
    <w:rsid w:val="00CF7BB8"/>
    <w:rsid w:val="00D0499E"/>
    <w:rsid w:val="00D053AE"/>
    <w:rsid w:val="00D17F2D"/>
    <w:rsid w:val="00D203AA"/>
    <w:rsid w:val="00D20AA1"/>
    <w:rsid w:val="00D22E71"/>
    <w:rsid w:val="00D24FDE"/>
    <w:rsid w:val="00D268C4"/>
    <w:rsid w:val="00D2766B"/>
    <w:rsid w:val="00D33D32"/>
    <w:rsid w:val="00D36A42"/>
    <w:rsid w:val="00D405E0"/>
    <w:rsid w:val="00D446FF"/>
    <w:rsid w:val="00D45B47"/>
    <w:rsid w:val="00D556D4"/>
    <w:rsid w:val="00D57CA3"/>
    <w:rsid w:val="00D601E0"/>
    <w:rsid w:val="00D64BF1"/>
    <w:rsid w:val="00D67DA9"/>
    <w:rsid w:val="00D71B19"/>
    <w:rsid w:val="00D817EF"/>
    <w:rsid w:val="00D83C43"/>
    <w:rsid w:val="00DA1CAA"/>
    <w:rsid w:val="00DB4338"/>
    <w:rsid w:val="00DB72D1"/>
    <w:rsid w:val="00DC64B2"/>
    <w:rsid w:val="00DD37BF"/>
    <w:rsid w:val="00DD4A64"/>
    <w:rsid w:val="00DF44AA"/>
    <w:rsid w:val="00DF7514"/>
    <w:rsid w:val="00E00A27"/>
    <w:rsid w:val="00E06C5C"/>
    <w:rsid w:val="00E077D8"/>
    <w:rsid w:val="00E13A4D"/>
    <w:rsid w:val="00E15B63"/>
    <w:rsid w:val="00E16C75"/>
    <w:rsid w:val="00E232DC"/>
    <w:rsid w:val="00E312C4"/>
    <w:rsid w:val="00E40DE8"/>
    <w:rsid w:val="00E453B1"/>
    <w:rsid w:val="00E4733B"/>
    <w:rsid w:val="00E50AC5"/>
    <w:rsid w:val="00E61937"/>
    <w:rsid w:val="00E61D1E"/>
    <w:rsid w:val="00E623EC"/>
    <w:rsid w:val="00E67B70"/>
    <w:rsid w:val="00E67C5D"/>
    <w:rsid w:val="00E728E1"/>
    <w:rsid w:val="00E75A0D"/>
    <w:rsid w:val="00E82327"/>
    <w:rsid w:val="00E83A3B"/>
    <w:rsid w:val="00E83D44"/>
    <w:rsid w:val="00E8752B"/>
    <w:rsid w:val="00E93C24"/>
    <w:rsid w:val="00E954F3"/>
    <w:rsid w:val="00E95A15"/>
    <w:rsid w:val="00E964A5"/>
    <w:rsid w:val="00EA1D23"/>
    <w:rsid w:val="00EA1EFD"/>
    <w:rsid w:val="00EA6B1B"/>
    <w:rsid w:val="00EB0582"/>
    <w:rsid w:val="00EC03EE"/>
    <w:rsid w:val="00EC1E6E"/>
    <w:rsid w:val="00ED446D"/>
    <w:rsid w:val="00ED477E"/>
    <w:rsid w:val="00EE1917"/>
    <w:rsid w:val="00EE5C1C"/>
    <w:rsid w:val="00EF0395"/>
    <w:rsid w:val="00EF701A"/>
    <w:rsid w:val="00F00278"/>
    <w:rsid w:val="00F03E43"/>
    <w:rsid w:val="00F103E8"/>
    <w:rsid w:val="00F13E4E"/>
    <w:rsid w:val="00F146C6"/>
    <w:rsid w:val="00F14CAC"/>
    <w:rsid w:val="00F17CFB"/>
    <w:rsid w:val="00F22C7F"/>
    <w:rsid w:val="00F310A0"/>
    <w:rsid w:val="00F33A31"/>
    <w:rsid w:val="00F6728B"/>
    <w:rsid w:val="00F72273"/>
    <w:rsid w:val="00F774D5"/>
    <w:rsid w:val="00F805D0"/>
    <w:rsid w:val="00F84E5D"/>
    <w:rsid w:val="00F92699"/>
    <w:rsid w:val="00F960BC"/>
    <w:rsid w:val="00FA4B41"/>
    <w:rsid w:val="00FA7296"/>
    <w:rsid w:val="00FB0872"/>
    <w:rsid w:val="00FB1AC1"/>
    <w:rsid w:val="00FB751B"/>
    <w:rsid w:val="00FC46A2"/>
    <w:rsid w:val="00FC7ADC"/>
    <w:rsid w:val="00FD3A4A"/>
    <w:rsid w:val="00FD3B92"/>
    <w:rsid w:val="00FD5CDC"/>
    <w:rsid w:val="00FE108B"/>
    <w:rsid w:val="00FE3391"/>
    <w:rsid w:val="00FE5808"/>
    <w:rsid w:val="00FF0BBC"/>
    <w:rsid w:val="00FF6B29"/>
    <w:rsid w:val="00FF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8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08C7"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734B"/>
    <w:pPr>
      <w:keepNext/>
      <w:keepLines/>
      <w:spacing w:before="200"/>
      <w:outlineLvl w:val="4"/>
    </w:pPr>
    <w:rPr>
      <w:rFonts w:ascii="Cambria" w:hAnsi="Cambria" w:cs="Times New Roman"/>
      <w:color w:val="243F6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08C7"/>
    <w:rPr>
      <w:rFonts w:ascii="Arial" w:hAnsi="Arial" w:cs="Times New Roman"/>
      <w:b/>
      <w:color w:val="000080"/>
      <w:sz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3734B"/>
    <w:rPr>
      <w:rFonts w:ascii="Cambria" w:hAnsi="Cambria" w:cs="Times New Roman"/>
      <w:color w:val="243F60"/>
      <w:lang w:eastAsia="ru-RU"/>
    </w:rPr>
  </w:style>
  <w:style w:type="character" w:customStyle="1" w:styleId="a">
    <w:name w:val="Цветовое выделение"/>
    <w:uiPriority w:val="99"/>
    <w:rsid w:val="00B208C7"/>
    <w:rPr>
      <w:b/>
      <w:color w:val="000080"/>
    </w:rPr>
  </w:style>
  <w:style w:type="character" w:customStyle="1" w:styleId="a0">
    <w:name w:val="Гипертекстовая ссылка"/>
    <w:uiPriority w:val="99"/>
    <w:rsid w:val="00B208C7"/>
    <w:rPr>
      <w:b/>
      <w:color w:val="008000"/>
    </w:rPr>
  </w:style>
  <w:style w:type="paragraph" w:customStyle="1" w:styleId="a1">
    <w:name w:val="Нормальный (таблица)"/>
    <w:basedOn w:val="Normal"/>
    <w:next w:val="Normal"/>
    <w:uiPriority w:val="99"/>
    <w:rsid w:val="00B208C7"/>
    <w:pPr>
      <w:jc w:val="both"/>
    </w:pPr>
    <w:rPr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B208C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F78EF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78EF"/>
    <w:rPr>
      <w:rFonts w:ascii="Tahoma" w:hAnsi="Tahoma" w:cs="Times New Roman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FF78EF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F78EF"/>
    <w:rPr>
      <w:rFonts w:ascii="Arial" w:hAnsi="Arial" w:cs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F78EF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78EF"/>
    <w:rPr>
      <w:rFonts w:ascii="Arial" w:hAnsi="Arial" w:cs="Times New Roman"/>
      <w:lang w:eastAsia="ru-RU"/>
    </w:rPr>
  </w:style>
  <w:style w:type="paragraph" w:styleId="Title">
    <w:name w:val="Title"/>
    <w:basedOn w:val="Normal"/>
    <w:link w:val="TitleChar"/>
    <w:uiPriority w:val="99"/>
    <w:qFormat/>
    <w:rsid w:val="00036D02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36D02"/>
    <w:rPr>
      <w:rFonts w:ascii="Times New Roman" w:hAnsi="Times New Roman" w:cs="Times New Roman"/>
      <w:b/>
      <w:sz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13734B"/>
    <w:pPr>
      <w:widowControl/>
      <w:autoSpaceDE/>
      <w:autoSpaceDN/>
      <w:adjustRightInd/>
    </w:pPr>
    <w:rPr>
      <w:rFonts w:ascii="Courier New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3734B"/>
    <w:rPr>
      <w:rFonts w:ascii="Courier New" w:hAnsi="Courier New" w:cs="Times New Roman"/>
      <w:sz w:val="20"/>
      <w:lang w:eastAsia="ru-RU"/>
    </w:rPr>
  </w:style>
  <w:style w:type="table" w:styleId="TableGrid">
    <w:name w:val="Table Grid"/>
    <w:basedOn w:val="TableNormal"/>
    <w:uiPriority w:val="99"/>
    <w:rsid w:val="00BC4FE1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94C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5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247</Words>
  <Characters>1408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ХОПЕРСКОГО СЕЛЬСКОГО ПОСЕЛЕНИЯ</dc:title>
  <dc:subject/>
  <dc:creator>1</dc:creator>
  <cp:keywords/>
  <dc:description/>
  <cp:lastModifiedBy>Администрация</cp:lastModifiedBy>
  <cp:revision>9</cp:revision>
  <cp:lastPrinted>2012-11-01T06:07:00Z</cp:lastPrinted>
  <dcterms:created xsi:type="dcterms:W3CDTF">2015-09-09T11:47:00Z</dcterms:created>
  <dcterms:modified xsi:type="dcterms:W3CDTF">2015-09-09T12:19:00Z</dcterms:modified>
</cp:coreProperties>
</file>