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36" w:rsidRPr="005F61B6" w:rsidRDefault="00854D36" w:rsidP="005F61B6">
      <w:pPr>
        <w:pStyle w:val="Title"/>
        <w:rPr>
          <w:bCs w:val="0"/>
        </w:rPr>
      </w:pPr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4.25pt;width:42pt;height:47.85pt;z-index:251658240;mso-wrap-distance-left:504.05pt;mso-wrap-distance-right:504.05pt;mso-position-horizontal-relative:margin" filled="t">
            <v:imagedata r:id="rId7" o:title="" croptop="1762f"/>
            <w10:wrap type="topAndBottom" anchorx="margin"/>
          </v:shape>
        </w:pict>
      </w:r>
      <w:r w:rsidRPr="005F61B6">
        <w:rPr>
          <w:bCs w:val="0"/>
        </w:rPr>
        <w:t xml:space="preserve">СОВЕТ </w:t>
      </w:r>
      <w:r w:rsidRPr="005F61B6">
        <w:t>ХОПЕРСКОГО СЕЛЬСКОГО ПОСЕЛЕНИЯ</w:t>
      </w:r>
    </w:p>
    <w:p w:rsidR="00854D36" w:rsidRPr="00247D19" w:rsidRDefault="00854D36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  <w:r w:rsidRPr="00247D19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854D36" w:rsidRPr="00247D19" w:rsidRDefault="00854D36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</w:p>
    <w:p w:rsidR="00854D36" w:rsidRPr="00247D19" w:rsidRDefault="00854D36" w:rsidP="005F61B6">
      <w:pPr>
        <w:pStyle w:val="PlainText"/>
        <w:jc w:val="center"/>
        <w:rPr>
          <w:rFonts w:ascii="Times New Roman" w:hAnsi="Times New Roman"/>
          <w:sz w:val="32"/>
          <w:szCs w:val="32"/>
        </w:rPr>
      </w:pPr>
      <w:r w:rsidRPr="00247D19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ПРОЕКТ</w:t>
      </w:r>
    </w:p>
    <w:p w:rsidR="00854D36" w:rsidRDefault="00854D36" w:rsidP="005F61B6">
      <w:pPr>
        <w:pStyle w:val="PlainText"/>
        <w:jc w:val="both"/>
        <w:rPr>
          <w:rFonts w:ascii="Times New Roman" w:hAnsi="Times New Roman"/>
          <w:b/>
          <w:sz w:val="28"/>
        </w:rPr>
      </w:pPr>
    </w:p>
    <w:p w:rsidR="00854D36" w:rsidRPr="005F61B6" w:rsidRDefault="00854D36" w:rsidP="005F61B6">
      <w:pPr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 xml:space="preserve">от   сентября 2015 года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61B6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854D36" w:rsidRPr="005F61B6" w:rsidRDefault="00854D36" w:rsidP="005F61B6">
      <w:pPr>
        <w:jc w:val="center"/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>станица Хоперская</w:t>
      </w:r>
    </w:p>
    <w:p w:rsidR="00854D36" w:rsidRPr="005F61B6" w:rsidRDefault="00854D36" w:rsidP="005F61B6">
      <w:pPr>
        <w:rPr>
          <w:rFonts w:ascii="Times New Roman" w:hAnsi="Times New Roman" w:cs="Times New Roman"/>
          <w:sz w:val="28"/>
          <w:szCs w:val="28"/>
        </w:rPr>
      </w:pPr>
    </w:p>
    <w:p w:rsidR="00854D36" w:rsidRPr="00C84ECB" w:rsidRDefault="00854D36" w:rsidP="0049676C">
      <w:pPr>
        <w:keepNext/>
        <w:keepLines/>
        <w:spacing w:before="220" w:after="60"/>
        <w:contextualSpacing/>
        <w:jc w:val="center"/>
        <w:textAlignment w:val="baseline"/>
        <w:rPr>
          <w:rFonts w:ascii="Times New Roman" w:eastAsia="Microsoft YaHei" w:hAnsi="Times New Roman"/>
          <w:b/>
          <w:i/>
          <w:caps/>
          <w:kern w:val="28"/>
          <w:sz w:val="28"/>
          <w:szCs w:val="28"/>
          <w:u w:val="single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б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утвержден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ии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схемы комплексного развития систем коммунальной инфраструктуры </w:t>
      </w:r>
    </w:p>
    <w:p w:rsidR="00854D36" w:rsidRDefault="00854D36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Хоперского сельского поселения Тихорецкого района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</w:p>
    <w:p w:rsidR="00854D36" w:rsidRPr="00994C45" w:rsidRDefault="00854D36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на  2015 - 2025 годы</w:t>
      </w:r>
    </w:p>
    <w:p w:rsidR="00854D36" w:rsidRPr="00994C45" w:rsidRDefault="00854D36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854D36" w:rsidRPr="00994C45" w:rsidRDefault="00854D36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854D36" w:rsidRPr="00994C45" w:rsidRDefault="00854D36" w:rsidP="00FA1218">
      <w:pPr>
        <w:ind w:firstLine="88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A1218">
        <w:rPr>
          <w:rFonts w:ascii="Times New Roman" w:hAnsi="Times New Roman" w:cs="Times New Roman"/>
          <w:color w:val="000000"/>
          <w:sz w:val="28"/>
          <w:szCs w:val="28"/>
        </w:rPr>
        <w:t xml:space="preserve">В целях создания условий для устойчивого развития Хоперского сельского поселения Тихорецкого района, в соответствии с </w:t>
      </w:r>
      <w:hyperlink r:id="rId8" w:history="1">
        <w:r w:rsidRPr="00FA121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Федеральным законом от 6 октября 2003 года № 131-ФЗ «Об общих принципах организации местного самоуправления в Российской Федерации»</w:t>
        </w:r>
      </w:hyperlink>
      <w:r w:rsidRPr="00FA1218">
        <w:rPr>
          <w:rFonts w:ascii="Times New Roman" w:hAnsi="Times New Roman" w:cs="Times New Roman"/>
          <w:color w:val="000000"/>
          <w:sz w:val="28"/>
          <w:szCs w:val="28"/>
        </w:rPr>
        <w:t>, Приказом Министерства регионального развития Российской Федерации от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мая </w:t>
      </w:r>
      <w:r w:rsidRPr="00FA1218">
        <w:rPr>
          <w:rFonts w:ascii="Times New Roman" w:hAnsi="Times New Roman" w:cs="Times New Roman"/>
          <w:color w:val="000000"/>
          <w:sz w:val="28"/>
          <w:szCs w:val="28"/>
        </w:rPr>
        <w:t>2011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A1218">
        <w:rPr>
          <w:rFonts w:ascii="Times New Roman" w:hAnsi="Times New Roman" w:cs="Times New Roman"/>
          <w:color w:val="000000"/>
          <w:sz w:val="28"/>
          <w:szCs w:val="28"/>
        </w:rPr>
        <w:t xml:space="preserve"> № 204 «О разработке программ комплексного развития систем коммунальной инфраструк</w:t>
      </w:r>
      <w:r>
        <w:rPr>
          <w:rFonts w:ascii="Times New Roman" w:hAnsi="Times New Roman" w:cs="Times New Roman"/>
          <w:color w:val="000000"/>
          <w:sz w:val="28"/>
          <w:szCs w:val="28"/>
        </w:rPr>
        <w:t>туры муниципальных образований»</w:t>
      </w:r>
      <w:r w:rsidRPr="00FA1218">
        <w:rPr>
          <w:rFonts w:ascii="Times New Roman" w:hAnsi="Times New Roman" w:cs="Times New Roman"/>
          <w:color w:val="000000"/>
          <w:spacing w:val="-10"/>
          <w:sz w:val="28"/>
          <w:szCs w:val="28"/>
        </w:rPr>
        <w:t>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руководствуясь Уставом Хоперского сельского поселения Тихорецкого района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, Совет 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 е ш и 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854D36" w:rsidRDefault="00854D36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>1.</w:t>
      </w:r>
      <w:r>
        <w:rPr>
          <w:rFonts w:ascii="Times New Roman" w:hAnsi="Times New Roman" w:cs="Times New Roman"/>
          <w:spacing w:val="-10"/>
          <w:sz w:val="28"/>
          <w:szCs w:val="28"/>
        </w:rPr>
        <w:t>Утверди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ть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схему комплексного развития систем коммунальной инфраструктуры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на  2015 - 2025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(прилагаю</w:t>
      </w:r>
      <w:r w:rsidRPr="00994C45">
        <w:rPr>
          <w:rFonts w:ascii="Times New Roman" w:hAnsi="Times New Roman" w:cs="Times New Roman"/>
          <w:color w:val="000000"/>
          <w:sz w:val="28"/>
          <w:szCs w:val="28"/>
        </w:rPr>
        <w:t>тся)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4D36" w:rsidRPr="00994C45" w:rsidRDefault="00854D36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2. Обнародовать настоящее решение в установленном порядке и разместить на официальном сайте поселения в информационно-телекоммуникационной сети «Интернет»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54D36" w:rsidRPr="00994C45" w:rsidRDefault="00854D36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Контроль за выполнением настоящего решения возложить 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комиссию по </w:t>
      </w:r>
      <w:r w:rsidRPr="00B04227">
        <w:rPr>
          <w:rFonts w:ascii="Times New Roman" w:hAnsi="Times New Roman" w:cs="Times New Roman"/>
          <w:sz w:val="28"/>
          <w:szCs w:val="28"/>
        </w:rPr>
        <w:t>вопросам сельского хозяйства и землеустройству, коммунальному хозяйству, транспорту, связи и благоустройству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Совета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>(Фощенко)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54D36" w:rsidRPr="00994C45" w:rsidRDefault="00854D36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pacing w:val="-10"/>
          <w:sz w:val="28"/>
          <w:szCs w:val="28"/>
        </w:rPr>
        <w:t>официального обнародования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Глава Хоперского сельского </w:t>
      </w:r>
    </w:p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поселения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Тихорецкого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района       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С.Ю.Писанов</w:t>
      </w:r>
    </w:p>
    <w:bookmarkEnd w:id="0"/>
    <w:p w:rsidR="00854D36" w:rsidRPr="00994C45" w:rsidRDefault="00854D36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sectPr w:rsidR="00854D36" w:rsidRPr="00994C45" w:rsidSect="00004D70">
      <w:headerReference w:type="default" r:id="rId9"/>
      <w:pgSz w:w="11904" w:h="16834"/>
      <w:pgMar w:top="1134" w:right="57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36" w:rsidRDefault="00854D36" w:rsidP="00FF78EF">
      <w:r>
        <w:separator/>
      </w:r>
    </w:p>
  </w:endnote>
  <w:endnote w:type="continuationSeparator" w:id="0">
    <w:p w:rsidR="00854D36" w:rsidRDefault="00854D36" w:rsidP="00F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36" w:rsidRDefault="00854D36" w:rsidP="00FF78EF">
      <w:r>
        <w:separator/>
      </w:r>
    </w:p>
  </w:footnote>
  <w:footnote w:type="continuationSeparator" w:id="0">
    <w:p w:rsidR="00854D36" w:rsidRDefault="00854D36" w:rsidP="00F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36" w:rsidRDefault="00854D3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54D36" w:rsidRDefault="00854D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E6A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786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AE20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D04E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38C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D455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A04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1C96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29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C1CC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C7"/>
    <w:rsid w:val="0000411C"/>
    <w:rsid w:val="00004D27"/>
    <w:rsid w:val="00004D70"/>
    <w:rsid w:val="0002712E"/>
    <w:rsid w:val="00031886"/>
    <w:rsid w:val="00036D02"/>
    <w:rsid w:val="0004116D"/>
    <w:rsid w:val="000448C4"/>
    <w:rsid w:val="000466E2"/>
    <w:rsid w:val="00051069"/>
    <w:rsid w:val="000523B7"/>
    <w:rsid w:val="000555B8"/>
    <w:rsid w:val="000601B6"/>
    <w:rsid w:val="00061A87"/>
    <w:rsid w:val="00061CDD"/>
    <w:rsid w:val="000710AC"/>
    <w:rsid w:val="00076116"/>
    <w:rsid w:val="00077D8C"/>
    <w:rsid w:val="00081DAB"/>
    <w:rsid w:val="00081EB0"/>
    <w:rsid w:val="00085110"/>
    <w:rsid w:val="000863E7"/>
    <w:rsid w:val="00090F9A"/>
    <w:rsid w:val="00095A79"/>
    <w:rsid w:val="00097526"/>
    <w:rsid w:val="000976C9"/>
    <w:rsid w:val="000A3C29"/>
    <w:rsid w:val="000A50FB"/>
    <w:rsid w:val="000A7DE6"/>
    <w:rsid w:val="000B56B6"/>
    <w:rsid w:val="000B5BF5"/>
    <w:rsid w:val="000C2688"/>
    <w:rsid w:val="000D239A"/>
    <w:rsid w:val="000D2F12"/>
    <w:rsid w:val="000E1C60"/>
    <w:rsid w:val="000E1E81"/>
    <w:rsid w:val="000E3D3F"/>
    <w:rsid w:val="000F3044"/>
    <w:rsid w:val="000F32B8"/>
    <w:rsid w:val="0010253A"/>
    <w:rsid w:val="00104614"/>
    <w:rsid w:val="00111E3B"/>
    <w:rsid w:val="0013734B"/>
    <w:rsid w:val="001455FF"/>
    <w:rsid w:val="00146C90"/>
    <w:rsid w:val="00151C84"/>
    <w:rsid w:val="001528DA"/>
    <w:rsid w:val="001538A8"/>
    <w:rsid w:val="00166247"/>
    <w:rsid w:val="001667DD"/>
    <w:rsid w:val="00185530"/>
    <w:rsid w:val="001906C9"/>
    <w:rsid w:val="001918E2"/>
    <w:rsid w:val="001942FF"/>
    <w:rsid w:val="001A20AD"/>
    <w:rsid w:val="001A25C7"/>
    <w:rsid w:val="001A4A80"/>
    <w:rsid w:val="001A66EE"/>
    <w:rsid w:val="001B6277"/>
    <w:rsid w:val="001B7B63"/>
    <w:rsid w:val="001C77ED"/>
    <w:rsid w:val="001D39ED"/>
    <w:rsid w:val="001D3ECA"/>
    <w:rsid w:val="001D5CA9"/>
    <w:rsid w:val="001E4BAB"/>
    <w:rsid w:val="001F5AFD"/>
    <w:rsid w:val="001F7DCE"/>
    <w:rsid w:val="00204F48"/>
    <w:rsid w:val="00205582"/>
    <w:rsid w:val="00210B60"/>
    <w:rsid w:val="00217AF2"/>
    <w:rsid w:val="00223BFB"/>
    <w:rsid w:val="00230EB2"/>
    <w:rsid w:val="0023597A"/>
    <w:rsid w:val="002424E6"/>
    <w:rsid w:val="00242BE0"/>
    <w:rsid w:val="00247D19"/>
    <w:rsid w:val="00253DF2"/>
    <w:rsid w:val="0025421F"/>
    <w:rsid w:val="002603D1"/>
    <w:rsid w:val="00267246"/>
    <w:rsid w:val="002737EB"/>
    <w:rsid w:val="00274D01"/>
    <w:rsid w:val="00284A15"/>
    <w:rsid w:val="00285934"/>
    <w:rsid w:val="00294B4B"/>
    <w:rsid w:val="002A404C"/>
    <w:rsid w:val="002A4B40"/>
    <w:rsid w:val="002A732E"/>
    <w:rsid w:val="002B350F"/>
    <w:rsid w:val="002C0CF8"/>
    <w:rsid w:val="002D2C76"/>
    <w:rsid w:val="002D3B5F"/>
    <w:rsid w:val="002D70B4"/>
    <w:rsid w:val="002D739E"/>
    <w:rsid w:val="002E244E"/>
    <w:rsid w:val="002E3EB3"/>
    <w:rsid w:val="002E59E0"/>
    <w:rsid w:val="002F1632"/>
    <w:rsid w:val="002F38CC"/>
    <w:rsid w:val="00302497"/>
    <w:rsid w:val="00302686"/>
    <w:rsid w:val="00307B14"/>
    <w:rsid w:val="0031564D"/>
    <w:rsid w:val="0032119A"/>
    <w:rsid w:val="00323019"/>
    <w:rsid w:val="00343E71"/>
    <w:rsid w:val="00346CD4"/>
    <w:rsid w:val="00354428"/>
    <w:rsid w:val="00354834"/>
    <w:rsid w:val="00364170"/>
    <w:rsid w:val="003704EE"/>
    <w:rsid w:val="00383E9A"/>
    <w:rsid w:val="00390A06"/>
    <w:rsid w:val="00393873"/>
    <w:rsid w:val="00393934"/>
    <w:rsid w:val="00395860"/>
    <w:rsid w:val="00396E88"/>
    <w:rsid w:val="003A5866"/>
    <w:rsid w:val="003B16B7"/>
    <w:rsid w:val="003B57C3"/>
    <w:rsid w:val="003B7B80"/>
    <w:rsid w:val="003C3616"/>
    <w:rsid w:val="003C6046"/>
    <w:rsid w:val="003D07E4"/>
    <w:rsid w:val="003D1858"/>
    <w:rsid w:val="003D2836"/>
    <w:rsid w:val="003D5B4C"/>
    <w:rsid w:val="003D7587"/>
    <w:rsid w:val="003D7FCF"/>
    <w:rsid w:val="003E0A60"/>
    <w:rsid w:val="003F7F26"/>
    <w:rsid w:val="0040747E"/>
    <w:rsid w:val="004114A1"/>
    <w:rsid w:val="00415A67"/>
    <w:rsid w:val="00424005"/>
    <w:rsid w:val="0042748E"/>
    <w:rsid w:val="0043125E"/>
    <w:rsid w:val="00435B3C"/>
    <w:rsid w:val="004362E8"/>
    <w:rsid w:val="00436815"/>
    <w:rsid w:val="004372E9"/>
    <w:rsid w:val="00437FBA"/>
    <w:rsid w:val="004465A7"/>
    <w:rsid w:val="00453A30"/>
    <w:rsid w:val="004576D3"/>
    <w:rsid w:val="004601A1"/>
    <w:rsid w:val="004727C5"/>
    <w:rsid w:val="00480B2F"/>
    <w:rsid w:val="0049265C"/>
    <w:rsid w:val="0049676C"/>
    <w:rsid w:val="004B161E"/>
    <w:rsid w:val="004B16AB"/>
    <w:rsid w:val="004C318D"/>
    <w:rsid w:val="004D0DDB"/>
    <w:rsid w:val="004D4D5D"/>
    <w:rsid w:val="004E00C5"/>
    <w:rsid w:val="004E14B8"/>
    <w:rsid w:val="004F1227"/>
    <w:rsid w:val="00502D2C"/>
    <w:rsid w:val="005033F9"/>
    <w:rsid w:val="0050533C"/>
    <w:rsid w:val="005063BC"/>
    <w:rsid w:val="00507C42"/>
    <w:rsid w:val="005120B2"/>
    <w:rsid w:val="00513B3C"/>
    <w:rsid w:val="00537F7E"/>
    <w:rsid w:val="00540964"/>
    <w:rsid w:val="00544B36"/>
    <w:rsid w:val="0055582C"/>
    <w:rsid w:val="00561BA7"/>
    <w:rsid w:val="00564944"/>
    <w:rsid w:val="0058155A"/>
    <w:rsid w:val="00583B70"/>
    <w:rsid w:val="0059288F"/>
    <w:rsid w:val="00597B3E"/>
    <w:rsid w:val="005A473E"/>
    <w:rsid w:val="005A6FD3"/>
    <w:rsid w:val="005A7464"/>
    <w:rsid w:val="005B0292"/>
    <w:rsid w:val="005B079A"/>
    <w:rsid w:val="005B3AD8"/>
    <w:rsid w:val="005B4D5E"/>
    <w:rsid w:val="005C0A76"/>
    <w:rsid w:val="005C1EAC"/>
    <w:rsid w:val="005C374C"/>
    <w:rsid w:val="005C3E75"/>
    <w:rsid w:val="005D0817"/>
    <w:rsid w:val="005D569B"/>
    <w:rsid w:val="005D7D62"/>
    <w:rsid w:val="005E098F"/>
    <w:rsid w:val="005E628A"/>
    <w:rsid w:val="005F0DB3"/>
    <w:rsid w:val="005F1696"/>
    <w:rsid w:val="005F28B7"/>
    <w:rsid w:val="005F52CE"/>
    <w:rsid w:val="005F61B6"/>
    <w:rsid w:val="006001C4"/>
    <w:rsid w:val="00600874"/>
    <w:rsid w:val="00602A25"/>
    <w:rsid w:val="00602D11"/>
    <w:rsid w:val="006051D3"/>
    <w:rsid w:val="0061767C"/>
    <w:rsid w:val="006205BC"/>
    <w:rsid w:val="0063379D"/>
    <w:rsid w:val="006351AF"/>
    <w:rsid w:val="00637958"/>
    <w:rsid w:val="00640C44"/>
    <w:rsid w:val="0064111A"/>
    <w:rsid w:val="00641784"/>
    <w:rsid w:val="00655807"/>
    <w:rsid w:val="00655907"/>
    <w:rsid w:val="006605DE"/>
    <w:rsid w:val="00665161"/>
    <w:rsid w:val="00665A35"/>
    <w:rsid w:val="00670DF0"/>
    <w:rsid w:val="00672C17"/>
    <w:rsid w:val="00680D8B"/>
    <w:rsid w:val="006846FB"/>
    <w:rsid w:val="0069199C"/>
    <w:rsid w:val="00693CDD"/>
    <w:rsid w:val="006A34BA"/>
    <w:rsid w:val="006A5BEB"/>
    <w:rsid w:val="006B007D"/>
    <w:rsid w:val="006B053C"/>
    <w:rsid w:val="006C2A70"/>
    <w:rsid w:val="006D23CD"/>
    <w:rsid w:val="006D495A"/>
    <w:rsid w:val="006D61CC"/>
    <w:rsid w:val="006E0E23"/>
    <w:rsid w:val="006E0F93"/>
    <w:rsid w:val="006E2884"/>
    <w:rsid w:val="006E55BC"/>
    <w:rsid w:val="006E6BAE"/>
    <w:rsid w:val="006E6E0A"/>
    <w:rsid w:val="006F463B"/>
    <w:rsid w:val="00704E0F"/>
    <w:rsid w:val="00707405"/>
    <w:rsid w:val="00714EEB"/>
    <w:rsid w:val="007173CB"/>
    <w:rsid w:val="007209ED"/>
    <w:rsid w:val="007245C2"/>
    <w:rsid w:val="00732844"/>
    <w:rsid w:val="00737E82"/>
    <w:rsid w:val="007533CB"/>
    <w:rsid w:val="00760BF1"/>
    <w:rsid w:val="00761454"/>
    <w:rsid w:val="007727E8"/>
    <w:rsid w:val="00776439"/>
    <w:rsid w:val="00777C08"/>
    <w:rsid w:val="00780050"/>
    <w:rsid w:val="00781433"/>
    <w:rsid w:val="007837B9"/>
    <w:rsid w:val="00784399"/>
    <w:rsid w:val="00793AAA"/>
    <w:rsid w:val="007972F7"/>
    <w:rsid w:val="007A5165"/>
    <w:rsid w:val="007A699E"/>
    <w:rsid w:val="007B1433"/>
    <w:rsid w:val="007B380B"/>
    <w:rsid w:val="007B6519"/>
    <w:rsid w:val="007B7233"/>
    <w:rsid w:val="007C37AB"/>
    <w:rsid w:val="007C719C"/>
    <w:rsid w:val="007D3D40"/>
    <w:rsid w:val="007E126C"/>
    <w:rsid w:val="007E45EC"/>
    <w:rsid w:val="007E479B"/>
    <w:rsid w:val="007F630A"/>
    <w:rsid w:val="00800160"/>
    <w:rsid w:val="008012C5"/>
    <w:rsid w:val="00803A11"/>
    <w:rsid w:val="00807C3B"/>
    <w:rsid w:val="008136B4"/>
    <w:rsid w:val="00820753"/>
    <w:rsid w:val="00830175"/>
    <w:rsid w:val="00833843"/>
    <w:rsid w:val="00834E6B"/>
    <w:rsid w:val="00835373"/>
    <w:rsid w:val="00850104"/>
    <w:rsid w:val="008530D0"/>
    <w:rsid w:val="00854D36"/>
    <w:rsid w:val="00860B38"/>
    <w:rsid w:val="00860DB2"/>
    <w:rsid w:val="00862416"/>
    <w:rsid w:val="00862619"/>
    <w:rsid w:val="00862934"/>
    <w:rsid w:val="0086344E"/>
    <w:rsid w:val="00865150"/>
    <w:rsid w:val="00866409"/>
    <w:rsid w:val="00870193"/>
    <w:rsid w:val="0087337C"/>
    <w:rsid w:val="008807DB"/>
    <w:rsid w:val="00884F05"/>
    <w:rsid w:val="008B0A31"/>
    <w:rsid w:val="008B7266"/>
    <w:rsid w:val="008C0695"/>
    <w:rsid w:val="008C5970"/>
    <w:rsid w:val="008D2CDA"/>
    <w:rsid w:val="008D30FB"/>
    <w:rsid w:val="008D311C"/>
    <w:rsid w:val="008E39C6"/>
    <w:rsid w:val="008F3FB4"/>
    <w:rsid w:val="008F444D"/>
    <w:rsid w:val="008F687B"/>
    <w:rsid w:val="00900880"/>
    <w:rsid w:val="00901CEA"/>
    <w:rsid w:val="00903820"/>
    <w:rsid w:val="00905529"/>
    <w:rsid w:val="00917E4F"/>
    <w:rsid w:val="009205C6"/>
    <w:rsid w:val="00931C71"/>
    <w:rsid w:val="009449DC"/>
    <w:rsid w:val="009466AE"/>
    <w:rsid w:val="00951C13"/>
    <w:rsid w:val="00956479"/>
    <w:rsid w:val="00960E30"/>
    <w:rsid w:val="00965AE4"/>
    <w:rsid w:val="009800D3"/>
    <w:rsid w:val="0098594B"/>
    <w:rsid w:val="0099111D"/>
    <w:rsid w:val="00994C45"/>
    <w:rsid w:val="009C7E00"/>
    <w:rsid w:val="009D06BE"/>
    <w:rsid w:val="009D5233"/>
    <w:rsid w:val="009F1174"/>
    <w:rsid w:val="009F61B9"/>
    <w:rsid w:val="00A00FB5"/>
    <w:rsid w:val="00A1502F"/>
    <w:rsid w:val="00A150D8"/>
    <w:rsid w:val="00A27166"/>
    <w:rsid w:val="00A433FE"/>
    <w:rsid w:val="00A43717"/>
    <w:rsid w:val="00A46045"/>
    <w:rsid w:val="00A552D1"/>
    <w:rsid w:val="00A616D5"/>
    <w:rsid w:val="00A62D6D"/>
    <w:rsid w:val="00A73251"/>
    <w:rsid w:val="00A74CF4"/>
    <w:rsid w:val="00A766FE"/>
    <w:rsid w:val="00A804D8"/>
    <w:rsid w:val="00A80D82"/>
    <w:rsid w:val="00A81B47"/>
    <w:rsid w:val="00A9527C"/>
    <w:rsid w:val="00A95E14"/>
    <w:rsid w:val="00AA2C91"/>
    <w:rsid w:val="00AA48CF"/>
    <w:rsid w:val="00AB0625"/>
    <w:rsid w:val="00AB1A37"/>
    <w:rsid w:val="00AC3B9F"/>
    <w:rsid w:val="00AD1676"/>
    <w:rsid w:val="00AD74AA"/>
    <w:rsid w:val="00AE0B8F"/>
    <w:rsid w:val="00AF3AB3"/>
    <w:rsid w:val="00AF740B"/>
    <w:rsid w:val="00B034C2"/>
    <w:rsid w:val="00B04227"/>
    <w:rsid w:val="00B07D33"/>
    <w:rsid w:val="00B155FC"/>
    <w:rsid w:val="00B158F4"/>
    <w:rsid w:val="00B163D1"/>
    <w:rsid w:val="00B20802"/>
    <w:rsid w:val="00B208C7"/>
    <w:rsid w:val="00B36470"/>
    <w:rsid w:val="00B40EB0"/>
    <w:rsid w:val="00B4753A"/>
    <w:rsid w:val="00B501B4"/>
    <w:rsid w:val="00B6440D"/>
    <w:rsid w:val="00B64EE4"/>
    <w:rsid w:val="00B670B9"/>
    <w:rsid w:val="00B72166"/>
    <w:rsid w:val="00B74E63"/>
    <w:rsid w:val="00B77F8C"/>
    <w:rsid w:val="00B80BA4"/>
    <w:rsid w:val="00B90A3E"/>
    <w:rsid w:val="00B92FD1"/>
    <w:rsid w:val="00B95F15"/>
    <w:rsid w:val="00BA28B2"/>
    <w:rsid w:val="00BA7493"/>
    <w:rsid w:val="00BB0428"/>
    <w:rsid w:val="00BB2F34"/>
    <w:rsid w:val="00BC3389"/>
    <w:rsid w:val="00BC4FE1"/>
    <w:rsid w:val="00BC54AF"/>
    <w:rsid w:val="00BD03F0"/>
    <w:rsid w:val="00BD0D36"/>
    <w:rsid w:val="00BD4224"/>
    <w:rsid w:val="00BE5DC9"/>
    <w:rsid w:val="00BF190F"/>
    <w:rsid w:val="00BF29BB"/>
    <w:rsid w:val="00BF3478"/>
    <w:rsid w:val="00C018C5"/>
    <w:rsid w:val="00C03267"/>
    <w:rsid w:val="00C04104"/>
    <w:rsid w:val="00C0627B"/>
    <w:rsid w:val="00C13250"/>
    <w:rsid w:val="00C17FBB"/>
    <w:rsid w:val="00C23D88"/>
    <w:rsid w:val="00C2639F"/>
    <w:rsid w:val="00C35560"/>
    <w:rsid w:val="00C44B8B"/>
    <w:rsid w:val="00C45CF1"/>
    <w:rsid w:val="00C578F6"/>
    <w:rsid w:val="00C57F08"/>
    <w:rsid w:val="00C658EA"/>
    <w:rsid w:val="00C66B90"/>
    <w:rsid w:val="00C84ECB"/>
    <w:rsid w:val="00C853C5"/>
    <w:rsid w:val="00C907AA"/>
    <w:rsid w:val="00C90C08"/>
    <w:rsid w:val="00C9253F"/>
    <w:rsid w:val="00CA26C6"/>
    <w:rsid w:val="00CA2B8C"/>
    <w:rsid w:val="00CA44D5"/>
    <w:rsid w:val="00CA4E2F"/>
    <w:rsid w:val="00CA6A0B"/>
    <w:rsid w:val="00CA6DD8"/>
    <w:rsid w:val="00CA722F"/>
    <w:rsid w:val="00CA7B49"/>
    <w:rsid w:val="00CB3AFF"/>
    <w:rsid w:val="00CB74B8"/>
    <w:rsid w:val="00CC3509"/>
    <w:rsid w:val="00CD0501"/>
    <w:rsid w:val="00CD63D8"/>
    <w:rsid w:val="00CF22A9"/>
    <w:rsid w:val="00CF2EAB"/>
    <w:rsid w:val="00CF7BB8"/>
    <w:rsid w:val="00D0499E"/>
    <w:rsid w:val="00D053AE"/>
    <w:rsid w:val="00D17F2D"/>
    <w:rsid w:val="00D203AA"/>
    <w:rsid w:val="00D20AA1"/>
    <w:rsid w:val="00D22E71"/>
    <w:rsid w:val="00D24FDE"/>
    <w:rsid w:val="00D268C4"/>
    <w:rsid w:val="00D2766B"/>
    <w:rsid w:val="00D3377A"/>
    <w:rsid w:val="00D33D32"/>
    <w:rsid w:val="00D36A42"/>
    <w:rsid w:val="00D405E0"/>
    <w:rsid w:val="00D446FF"/>
    <w:rsid w:val="00D45B47"/>
    <w:rsid w:val="00D556D4"/>
    <w:rsid w:val="00D57CA3"/>
    <w:rsid w:val="00D601E0"/>
    <w:rsid w:val="00D64BF1"/>
    <w:rsid w:val="00D67DA9"/>
    <w:rsid w:val="00D71B19"/>
    <w:rsid w:val="00D817EF"/>
    <w:rsid w:val="00D83C43"/>
    <w:rsid w:val="00DA1CAA"/>
    <w:rsid w:val="00DB4338"/>
    <w:rsid w:val="00DB72D1"/>
    <w:rsid w:val="00DC64B2"/>
    <w:rsid w:val="00DD37BF"/>
    <w:rsid w:val="00DD4A64"/>
    <w:rsid w:val="00DF44AA"/>
    <w:rsid w:val="00DF7514"/>
    <w:rsid w:val="00E00A27"/>
    <w:rsid w:val="00E06C5C"/>
    <w:rsid w:val="00E077D8"/>
    <w:rsid w:val="00E13A4D"/>
    <w:rsid w:val="00E15B63"/>
    <w:rsid w:val="00E16C75"/>
    <w:rsid w:val="00E232DC"/>
    <w:rsid w:val="00E312C4"/>
    <w:rsid w:val="00E40DE8"/>
    <w:rsid w:val="00E453B1"/>
    <w:rsid w:val="00E4733B"/>
    <w:rsid w:val="00E50AC5"/>
    <w:rsid w:val="00E61937"/>
    <w:rsid w:val="00E61D1E"/>
    <w:rsid w:val="00E623EC"/>
    <w:rsid w:val="00E67B70"/>
    <w:rsid w:val="00E67C5D"/>
    <w:rsid w:val="00E728E1"/>
    <w:rsid w:val="00E75A0D"/>
    <w:rsid w:val="00E82327"/>
    <w:rsid w:val="00E83A3B"/>
    <w:rsid w:val="00E83D44"/>
    <w:rsid w:val="00E8752B"/>
    <w:rsid w:val="00E954F3"/>
    <w:rsid w:val="00E95A15"/>
    <w:rsid w:val="00E964A5"/>
    <w:rsid w:val="00EA1D23"/>
    <w:rsid w:val="00EA1EFD"/>
    <w:rsid w:val="00EA6B1B"/>
    <w:rsid w:val="00EB0582"/>
    <w:rsid w:val="00EC03EE"/>
    <w:rsid w:val="00ED446D"/>
    <w:rsid w:val="00ED477E"/>
    <w:rsid w:val="00EE1917"/>
    <w:rsid w:val="00EE5C1C"/>
    <w:rsid w:val="00EF0395"/>
    <w:rsid w:val="00EF701A"/>
    <w:rsid w:val="00F00278"/>
    <w:rsid w:val="00F03E43"/>
    <w:rsid w:val="00F103E8"/>
    <w:rsid w:val="00F13E4E"/>
    <w:rsid w:val="00F146C6"/>
    <w:rsid w:val="00F14CAC"/>
    <w:rsid w:val="00F17CFB"/>
    <w:rsid w:val="00F22C7F"/>
    <w:rsid w:val="00F310A0"/>
    <w:rsid w:val="00F33A31"/>
    <w:rsid w:val="00F57EDD"/>
    <w:rsid w:val="00F6728B"/>
    <w:rsid w:val="00F72273"/>
    <w:rsid w:val="00F774D5"/>
    <w:rsid w:val="00F805D0"/>
    <w:rsid w:val="00F84E5D"/>
    <w:rsid w:val="00F92699"/>
    <w:rsid w:val="00F960BC"/>
    <w:rsid w:val="00FA1218"/>
    <w:rsid w:val="00FA4B41"/>
    <w:rsid w:val="00FA7296"/>
    <w:rsid w:val="00FB0872"/>
    <w:rsid w:val="00FB1AC1"/>
    <w:rsid w:val="00FB751B"/>
    <w:rsid w:val="00FC46A2"/>
    <w:rsid w:val="00FC7ADC"/>
    <w:rsid w:val="00FD3A4A"/>
    <w:rsid w:val="00FD3B92"/>
    <w:rsid w:val="00FD5CDC"/>
    <w:rsid w:val="00FE108B"/>
    <w:rsid w:val="00FE3391"/>
    <w:rsid w:val="00FE5808"/>
    <w:rsid w:val="00FF0BBC"/>
    <w:rsid w:val="00FF6B29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8C7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734B"/>
    <w:pPr>
      <w:keepNext/>
      <w:keepLines/>
      <w:spacing w:before="200"/>
      <w:outlineLvl w:val="4"/>
    </w:pPr>
    <w:rPr>
      <w:rFonts w:ascii="Cambria" w:hAnsi="Cambria" w:cs="Times New Roman"/>
      <w:color w:val="243F6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8C7"/>
    <w:rPr>
      <w:rFonts w:ascii="Arial" w:hAnsi="Arial" w:cs="Times New Roman"/>
      <w:b/>
      <w:color w:val="000080"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3734B"/>
    <w:rPr>
      <w:rFonts w:ascii="Cambria" w:hAnsi="Cambria" w:cs="Times New Roman"/>
      <w:color w:val="243F60"/>
      <w:lang w:eastAsia="ru-RU"/>
    </w:rPr>
  </w:style>
  <w:style w:type="character" w:customStyle="1" w:styleId="a">
    <w:name w:val="Цветовое выделение"/>
    <w:uiPriority w:val="99"/>
    <w:rsid w:val="00B208C7"/>
    <w:rPr>
      <w:b/>
      <w:color w:val="000080"/>
    </w:rPr>
  </w:style>
  <w:style w:type="character" w:customStyle="1" w:styleId="a0">
    <w:name w:val="Гипертекстовая ссылка"/>
    <w:uiPriority w:val="99"/>
    <w:rsid w:val="00B208C7"/>
    <w:rPr>
      <w:b/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208C7"/>
    <w:pPr>
      <w:jc w:val="both"/>
    </w:pPr>
    <w:rPr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B208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F78E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8E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78EF"/>
    <w:rPr>
      <w:rFonts w:ascii="Arial" w:hAnsi="Arial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8EF"/>
    <w:rPr>
      <w:rFonts w:ascii="Arial" w:hAnsi="Arial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036D0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36D02"/>
    <w:rPr>
      <w:rFonts w:ascii="Times New Roman" w:hAnsi="Times New Roman" w:cs="Times New Roman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13734B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3734B"/>
    <w:rPr>
      <w:rFonts w:ascii="Courier New" w:hAnsi="Courier New" w:cs="Times New Roman"/>
      <w:sz w:val="20"/>
      <w:lang w:eastAsia="ru-RU"/>
    </w:rPr>
  </w:style>
  <w:style w:type="table" w:styleId="TableGrid">
    <w:name w:val="Table Grid"/>
    <w:basedOn w:val="TableNormal"/>
    <w:uiPriority w:val="99"/>
    <w:rsid w:val="00BC4FE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9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FA1218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ХОПЕРСКОГО СЕЛЬСКОГО ПОСЕЛЕНИЯ</dc:title>
  <dc:subject/>
  <dc:creator>1</dc:creator>
  <cp:keywords/>
  <dc:description/>
  <cp:lastModifiedBy>Администрация</cp:lastModifiedBy>
  <cp:revision>6</cp:revision>
  <cp:lastPrinted>2012-11-01T06:07:00Z</cp:lastPrinted>
  <dcterms:created xsi:type="dcterms:W3CDTF">2015-09-09T12:06:00Z</dcterms:created>
  <dcterms:modified xsi:type="dcterms:W3CDTF">2015-09-09T12:20:00Z</dcterms:modified>
</cp:coreProperties>
</file>