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8F" w:rsidRPr="00F92A1C" w:rsidRDefault="00DA3A8F" w:rsidP="00365216">
      <w:pPr>
        <w:pStyle w:val="NoSpacing"/>
        <w:jc w:val="center"/>
        <w:rPr>
          <w:rFonts w:ascii="Times New Roman" w:hAnsi="Times New Roman"/>
          <w:b/>
          <w:sz w:val="52"/>
          <w:szCs w:val="5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1.4pt;width:42pt;height:48pt;z-index:-251658240;visibility:visible;mso-wrap-distance-left:7in;mso-wrap-distance-right:7in;mso-position-horizontal-relative:margin" wrapcoords="-386 0 -386 21262 20829 21262 20829 0 -386 0">
            <v:imagedata r:id="rId5" o:title="" cropright="-3277f" chromakey="#1c1c1c" gain="10" blacklevel="-7864f" grayscale="t" bilevel="t"/>
            <w10:wrap type="tight" anchorx="margin"/>
          </v:shape>
        </w:pict>
      </w:r>
      <w:r w:rsidRPr="00365216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92A1C">
        <w:rPr>
          <w:rFonts w:ascii="Times New Roman" w:hAnsi="Times New Roman"/>
          <w:b/>
          <w:sz w:val="52"/>
          <w:szCs w:val="52"/>
        </w:rPr>
        <w:t>ПРОЕКТ</w:t>
      </w: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65216">
        <w:rPr>
          <w:rFonts w:ascii="Times New Roman" w:hAnsi="Times New Roman"/>
          <w:b/>
          <w:sz w:val="28"/>
          <w:szCs w:val="28"/>
        </w:rPr>
        <w:t>АДМИНИСТРАЦИИ ХОПЕРСКОГО СЕЛЬСКОГО ПОСЕЛЕНИЯ</w:t>
      </w: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65216">
        <w:rPr>
          <w:rFonts w:ascii="Times New Roman" w:hAnsi="Times New Roman"/>
          <w:b/>
          <w:sz w:val="28"/>
          <w:szCs w:val="28"/>
        </w:rPr>
        <w:t>ТИХОРЕЦКОГО  РАЙОНА</w:t>
      </w: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6521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__ </w:t>
      </w:r>
      <w:r w:rsidRPr="0036521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5года</w:t>
      </w:r>
      <w:r w:rsidRPr="0036521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65216">
        <w:rPr>
          <w:rFonts w:ascii="Times New Roman" w:hAnsi="Times New Roman"/>
          <w:sz w:val="28"/>
          <w:szCs w:val="28"/>
        </w:rPr>
        <w:t xml:space="preserve">                                                 № </w:t>
      </w:r>
      <w:r>
        <w:rPr>
          <w:rFonts w:ascii="Times New Roman" w:hAnsi="Times New Roman"/>
          <w:sz w:val="28"/>
          <w:szCs w:val="28"/>
        </w:rPr>
        <w:t>___</w:t>
      </w:r>
    </w:p>
    <w:p w:rsidR="00DA3A8F" w:rsidRPr="00365216" w:rsidRDefault="00DA3A8F" w:rsidP="00365216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65216">
        <w:rPr>
          <w:rFonts w:ascii="Times New Roman" w:hAnsi="Times New Roman"/>
          <w:sz w:val="28"/>
          <w:szCs w:val="28"/>
        </w:rPr>
        <w:t>станица  Хоперская</w:t>
      </w:r>
    </w:p>
    <w:p w:rsidR="00DA3A8F" w:rsidRDefault="00DA3A8F" w:rsidP="004A5F5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A3A8F" w:rsidRDefault="00DA3A8F" w:rsidP="004A5F5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A3A8F" w:rsidRDefault="00DA3A8F" w:rsidP="00A939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A242C">
        <w:rPr>
          <w:rFonts w:ascii="Times New Roman" w:hAnsi="Times New Roman"/>
          <w:b/>
          <w:sz w:val="28"/>
          <w:szCs w:val="28"/>
        </w:rPr>
        <w:t xml:space="preserve">Об утверждении схемы </w:t>
      </w:r>
      <w:r>
        <w:rPr>
          <w:rFonts w:ascii="Times New Roman" w:hAnsi="Times New Roman"/>
          <w:b/>
          <w:sz w:val="28"/>
          <w:szCs w:val="28"/>
        </w:rPr>
        <w:t>размещения нестационарного торгового объекта</w:t>
      </w:r>
    </w:p>
    <w:p w:rsidR="00DA3A8F" w:rsidRPr="009A242C" w:rsidRDefault="00DA3A8F" w:rsidP="00A939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территории </w:t>
      </w:r>
      <w:r w:rsidRPr="009A242C">
        <w:rPr>
          <w:rFonts w:ascii="Times New Roman" w:hAnsi="Times New Roman"/>
          <w:b/>
          <w:sz w:val="28"/>
          <w:szCs w:val="28"/>
        </w:rPr>
        <w:t>Хоперского сельского поселения Тихорецкого района</w:t>
      </w:r>
    </w:p>
    <w:p w:rsidR="00DA3A8F" w:rsidRDefault="00DA3A8F" w:rsidP="00AA57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3A8F" w:rsidRPr="004A5F53" w:rsidRDefault="00DA3A8F" w:rsidP="00AA57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3A8F" w:rsidRPr="009D47BB" w:rsidRDefault="00DA3A8F" w:rsidP="009D47B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9D47BB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Pr="009D47BB">
        <w:rPr>
          <w:rFonts w:ascii="Times New Roman" w:hAnsi="Times New Roman"/>
          <w:sz w:val="28"/>
          <w:szCs w:val="28"/>
        </w:rPr>
        <w:t>Федеральным закон</w:t>
      </w:r>
      <w:r>
        <w:rPr>
          <w:rFonts w:ascii="Times New Roman" w:hAnsi="Times New Roman"/>
          <w:sz w:val="28"/>
          <w:szCs w:val="28"/>
        </w:rPr>
        <w:t>ом от 28 декабря 2009 года № 381</w:t>
      </w:r>
      <w:r w:rsidRPr="009D47B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</w:t>
      </w:r>
      <w:r w:rsidRPr="009D47BB">
        <w:rPr>
          <w:rFonts w:ascii="Times New Roman" w:hAnsi="Times New Roman"/>
          <w:sz w:val="28"/>
          <w:szCs w:val="28"/>
        </w:rPr>
        <w:t>З «Об основах государственного регулирования торговой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7BB">
        <w:rPr>
          <w:rFonts w:ascii="Times New Roman" w:hAnsi="Times New Roman"/>
          <w:sz w:val="28"/>
          <w:szCs w:val="28"/>
        </w:rPr>
        <w:t>в Российской федерации»,</w:t>
      </w:r>
      <w:r w:rsidRPr="00A939D1">
        <w:t xml:space="preserve"> </w:t>
      </w:r>
      <w:r w:rsidRPr="00A939D1">
        <w:rPr>
          <w:rFonts w:ascii="Times New Roman" w:hAnsi="Times New Roman"/>
          <w:sz w:val="28"/>
          <w:szCs w:val="28"/>
        </w:rPr>
        <w:t>Федеральным законом от 6 октября 2003 года  № 131 – ФЗ  «Об общих принципах организации местного самоуправления в Российской Федерации»,</w:t>
      </w:r>
      <w:r w:rsidRPr="009D47BB">
        <w:rPr>
          <w:rFonts w:ascii="Times New Roman" w:hAnsi="Times New Roman"/>
          <w:sz w:val="28"/>
          <w:szCs w:val="28"/>
        </w:rPr>
        <w:t xml:space="preserve"> </w:t>
      </w:r>
      <w:r w:rsidRPr="00A939D1">
        <w:rPr>
          <w:rFonts w:ascii="Times New Roman" w:hAnsi="Times New Roman"/>
          <w:sz w:val="28"/>
          <w:szCs w:val="28"/>
        </w:rPr>
        <w:t>Законом Краснодарского края от 5 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9D1">
        <w:rPr>
          <w:rFonts w:ascii="Times New Roman" w:hAnsi="Times New Roman"/>
          <w:sz w:val="28"/>
          <w:szCs w:val="28"/>
        </w:rPr>
        <w:t xml:space="preserve">2002 года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939D1">
        <w:rPr>
          <w:rFonts w:ascii="Times New Roman" w:hAnsi="Times New Roman"/>
          <w:sz w:val="28"/>
          <w:szCs w:val="28"/>
        </w:rPr>
        <w:t>№ 532-КЗ «Об основах регу</w:t>
      </w:r>
      <w:r>
        <w:rPr>
          <w:rFonts w:ascii="Times New Roman" w:hAnsi="Times New Roman"/>
          <w:sz w:val="28"/>
          <w:szCs w:val="28"/>
        </w:rPr>
        <w:t xml:space="preserve">лирования земельных отношений в                                   </w:t>
      </w:r>
      <w:r w:rsidRPr="00A939D1">
        <w:rPr>
          <w:rFonts w:ascii="Times New Roman" w:hAnsi="Times New Roman"/>
          <w:sz w:val="28"/>
          <w:szCs w:val="28"/>
        </w:rPr>
        <w:t xml:space="preserve">Краснодарском крае», Уставом Хоперского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939D1">
        <w:rPr>
          <w:rFonts w:ascii="Times New Roman" w:hAnsi="Times New Roman"/>
          <w:sz w:val="28"/>
          <w:szCs w:val="28"/>
        </w:rPr>
        <w:t>Тихорецкого района</w:t>
      </w:r>
      <w:r>
        <w:t xml:space="preserve">, </w:t>
      </w:r>
      <w:r w:rsidRPr="009D47BB">
        <w:rPr>
          <w:rFonts w:ascii="Times New Roman" w:hAnsi="Times New Roman"/>
          <w:sz w:val="28"/>
          <w:szCs w:val="28"/>
        </w:rPr>
        <w:t>п о с т а н о в л я ю:</w:t>
      </w:r>
    </w:p>
    <w:p w:rsidR="00DA3A8F" w:rsidRDefault="00DA3A8F" w:rsidP="008342F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9D47B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схему размещения нестационарного торгового объекта (сезонной ярмарки), расположенного на территории Хоперского сельского поселения Тихорецкого района (прилагается).</w:t>
      </w:r>
    </w:p>
    <w:p w:rsidR="00DA3A8F" w:rsidRDefault="00DA3A8F" w:rsidP="00A939D1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Pr="004A5F53">
        <w:rPr>
          <w:rFonts w:ascii="Times New Roman" w:hAnsi="Times New Roman"/>
          <w:sz w:val="28"/>
          <w:szCs w:val="28"/>
        </w:rPr>
        <w:t>.Контроль за выпол</w:t>
      </w:r>
      <w:r>
        <w:rPr>
          <w:rFonts w:ascii="Times New Roman" w:hAnsi="Times New Roman"/>
          <w:sz w:val="28"/>
          <w:szCs w:val="28"/>
        </w:rPr>
        <w:t>нением настоящего постановления оставляю за собой.</w:t>
      </w:r>
    </w:p>
    <w:p w:rsidR="00DA3A8F" w:rsidRPr="004A5F53" w:rsidRDefault="00DA3A8F" w:rsidP="00AA57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A5F53">
        <w:rPr>
          <w:rFonts w:ascii="Times New Roman" w:hAnsi="Times New Roman"/>
          <w:sz w:val="28"/>
          <w:szCs w:val="28"/>
        </w:rPr>
        <w:t>.Постановление вступает в силу с</w:t>
      </w:r>
      <w:r>
        <w:rPr>
          <w:rFonts w:ascii="Times New Roman" w:hAnsi="Times New Roman"/>
          <w:sz w:val="28"/>
          <w:szCs w:val="28"/>
        </w:rPr>
        <w:t>о дня его подписания.</w:t>
      </w:r>
    </w:p>
    <w:p w:rsidR="00DA3A8F" w:rsidRPr="004A5F53" w:rsidRDefault="00DA3A8F" w:rsidP="00AA57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3A8F" w:rsidRDefault="00DA3A8F" w:rsidP="004A5F5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3A8F" w:rsidRPr="004A5F53" w:rsidRDefault="00DA3A8F" w:rsidP="004A5F5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3A8F" w:rsidRDefault="00DA3A8F" w:rsidP="004A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F5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Хоперского сельского</w:t>
      </w:r>
    </w:p>
    <w:p w:rsidR="00DA3A8F" w:rsidRPr="004A5F53" w:rsidRDefault="00DA3A8F" w:rsidP="00324E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F5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5F53">
        <w:rPr>
          <w:rFonts w:ascii="Times New Roman" w:hAnsi="Times New Roman"/>
          <w:sz w:val="28"/>
          <w:szCs w:val="28"/>
        </w:rPr>
        <w:t>Тихорецкого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С.Ю.Писанов</w:t>
      </w:r>
    </w:p>
    <w:sectPr w:rsidR="00DA3A8F" w:rsidRPr="004A5F53" w:rsidSect="00A06F0C">
      <w:pgSz w:w="11909" w:h="16834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9FE"/>
    <w:multiLevelType w:val="multilevel"/>
    <w:tmpl w:val="7820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428F9"/>
    <w:multiLevelType w:val="multilevel"/>
    <w:tmpl w:val="4ACA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D07B6B"/>
    <w:multiLevelType w:val="hybridMultilevel"/>
    <w:tmpl w:val="C69272B6"/>
    <w:lvl w:ilvl="0" w:tplc="5DA852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5D571605"/>
    <w:multiLevelType w:val="hybridMultilevel"/>
    <w:tmpl w:val="AF3AD0A4"/>
    <w:lvl w:ilvl="0" w:tplc="C7F2109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6131646C"/>
    <w:multiLevelType w:val="multilevel"/>
    <w:tmpl w:val="AB86A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9E8"/>
    <w:rsid w:val="0000175E"/>
    <w:rsid w:val="00005A9E"/>
    <w:rsid w:val="00010563"/>
    <w:rsid w:val="0001146F"/>
    <w:rsid w:val="0001171A"/>
    <w:rsid w:val="000119E4"/>
    <w:rsid w:val="00011CDD"/>
    <w:rsid w:val="00013007"/>
    <w:rsid w:val="00013E6F"/>
    <w:rsid w:val="000150A4"/>
    <w:rsid w:val="00016398"/>
    <w:rsid w:val="00016A92"/>
    <w:rsid w:val="00016ABC"/>
    <w:rsid w:val="00016B22"/>
    <w:rsid w:val="00017855"/>
    <w:rsid w:val="0002135F"/>
    <w:rsid w:val="00021F56"/>
    <w:rsid w:val="00022588"/>
    <w:rsid w:val="00022C6C"/>
    <w:rsid w:val="00023949"/>
    <w:rsid w:val="00026238"/>
    <w:rsid w:val="0002683B"/>
    <w:rsid w:val="00027E8F"/>
    <w:rsid w:val="00031377"/>
    <w:rsid w:val="00031417"/>
    <w:rsid w:val="0003161D"/>
    <w:rsid w:val="00031C24"/>
    <w:rsid w:val="00035280"/>
    <w:rsid w:val="0003578A"/>
    <w:rsid w:val="00037086"/>
    <w:rsid w:val="0004329E"/>
    <w:rsid w:val="00044FE8"/>
    <w:rsid w:val="0004512E"/>
    <w:rsid w:val="0004523A"/>
    <w:rsid w:val="00046B10"/>
    <w:rsid w:val="000535E3"/>
    <w:rsid w:val="00054D01"/>
    <w:rsid w:val="00055016"/>
    <w:rsid w:val="00055918"/>
    <w:rsid w:val="00055C4C"/>
    <w:rsid w:val="0006043D"/>
    <w:rsid w:val="000607BC"/>
    <w:rsid w:val="00060B8D"/>
    <w:rsid w:val="00062C92"/>
    <w:rsid w:val="000632E6"/>
    <w:rsid w:val="00063424"/>
    <w:rsid w:val="00063962"/>
    <w:rsid w:val="00067955"/>
    <w:rsid w:val="00067E04"/>
    <w:rsid w:val="00072CA4"/>
    <w:rsid w:val="000746F4"/>
    <w:rsid w:val="00083206"/>
    <w:rsid w:val="00083F45"/>
    <w:rsid w:val="000857D9"/>
    <w:rsid w:val="00087098"/>
    <w:rsid w:val="000941B6"/>
    <w:rsid w:val="00094C56"/>
    <w:rsid w:val="0009545C"/>
    <w:rsid w:val="0009595B"/>
    <w:rsid w:val="00096B20"/>
    <w:rsid w:val="00097090"/>
    <w:rsid w:val="000A1742"/>
    <w:rsid w:val="000A1C78"/>
    <w:rsid w:val="000A32E4"/>
    <w:rsid w:val="000A417C"/>
    <w:rsid w:val="000A4677"/>
    <w:rsid w:val="000A5141"/>
    <w:rsid w:val="000B2238"/>
    <w:rsid w:val="000B329D"/>
    <w:rsid w:val="000B395C"/>
    <w:rsid w:val="000B43AB"/>
    <w:rsid w:val="000B51E7"/>
    <w:rsid w:val="000B635E"/>
    <w:rsid w:val="000B6619"/>
    <w:rsid w:val="000B66D0"/>
    <w:rsid w:val="000C4EF3"/>
    <w:rsid w:val="000C4FAB"/>
    <w:rsid w:val="000D22DB"/>
    <w:rsid w:val="000D2B6D"/>
    <w:rsid w:val="000D46CD"/>
    <w:rsid w:val="000D5909"/>
    <w:rsid w:val="000D7C9A"/>
    <w:rsid w:val="000E0251"/>
    <w:rsid w:val="000E6F89"/>
    <w:rsid w:val="000E7E22"/>
    <w:rsid w:val="000F0600"/>
    <w:rsid w:val="000F21BF"/>
    <w:rsid w:val="000F3BB7"/>
    <w:rsid w:val="000F3E00"/>
    <w:rsid w:val="000F4F92"/>
    <w:rsid w:val="000F5973"/>
    <w:rsid w:val="000F7CDA"/>
    <w:rsid w:val="000F7E89"/>
    <w:rsid w:val="00100DC5"/>
    <w:rsid w:val="00104DCB"/>
    <w:rsid w:val="00104F90"/>
    <w:rsid w:val="00105450"/>
    <w:rsid w:val="0010566E"/>
    <w:rsid w:val="00105943"/>
    <w:rsid w:val="00106A2B"/>
    <w:rsid w:val="0010715F"/>
    <w:rsid w:val="00107C32"/>
    <w:rsid w:val="00110104"/>
    <w:rsid w:val="001121CC"/>
    <w:rsid w:val="00112CBB"/>
    <w:rsid w:val="001140A9"/>
    <w:rsid w:val="00114662"/>
    <w:rsid w:val="00116D10"/>
    <w:rsid w:val="00122D9C"/>
    <w:rsid w:val="001239AB"/>
    <w:rsid w:val="00124275"/>
    <w:rsid w:val="001259B6"/>
    <w:rsid w:val="00125F6D"/>
    <w:rsid w:val="001273E6"/>
    <w:rsid w:val="00127EE4"/>
    <w:rsid w:val="00130121"/>
    <w:rsid w:val="00130D68"/>
    <w:rsid w:val="0013134A"/>
    <w:rsid w:val="0013325F"/>
    <w:rsid w:val="00133636"/>
    <w:rsid w:val="0013564C"/>
    <w:rsid w:val="0013652D"/>
    <w:rsid w:val="0013738D"/>
    <w:rsid w:val="00137BBC"/>
    <w:rsid w:val="00141127"/>
    <w:rsid w:val="001424A0"/>
    <w:rsid w:val="00142EBC"/>
    <w:rsid w:val="00144289"/>
    <w:rsid w:val="00144A99"/>
    <w:rsid w:val="00144C6A"/>
    <w:rsid w:val="00147BB7"/>
    <w:rsid w:val="001533A1"/>
    <w:rsid w:val="00154411"/>
    <w:rsid w:val="001553E4"/>
    <w:rsid w:val="00156732"/>
    <w:rsid w:val="00156B6F"/>
    <w:rsid w:val="00161FB4"/>
    <w:rsid w:val="00162EF9"/>
    <w:rsid w:val="00163193"/>
    <w:rsid w:val="001639DA"/>
    <w:rsid w:val="001673C7"/>
    <w:rsid w:val="001679C4"/>
    <w:rsid w:val="00170CC7"/>
    <w:rsid w:val="001729EA"/>
    <w:rsid w:val="00173A70"/>
    <w:rsid w:val="00174FAA"/>
    <w:rsid w:val="00176C79"/>
    <w:rsid w:val="00177CC9"/>
    <w:rsid w:val="00177D0E"/>
    <w:rsid w:val="0018126B"/>
    <w:rsid w:val="00184BB7"/>
    <w:rsid w:val="00184BF0"/>
    <w:rsid w:val="0018560B"/>
    <w:rsid w:val="00185BF2"/>
    <w:rsid w:val="00191590"/>
    <w:rsid w:val="00192321"/>
    <w:rsid w:val="001928D5"/>
    <w:rsid w:val="0019544A"/>
    <w:rsid w:val="0019565D"/>
    <w:rsid w:val="00195CFF"/>
    <w:rsid w:val="00197519"/>
    <w:rsid w:val="001A1207"/>
    <w:rsid w:val="001A13C8"/>
    <w:rsid w:val="001A288E"/>
    <w:rsid w:val="001A3B75"/>
    <w:rsid w:val="001A43E0"/>
    <w:rsid w:val="001A4761"/>
    <w:rsid w:val="001A4E95"/>
    <w:rsid w:val="001A557D"/>
    <w:rsid w:val="001A7EAC"/>
    <w:rsid w:val="001B0716"/>
    <w:rsid w:val="001C2806"/>
    <w:rsid w:val="001C3A3F"/>
    <w:rsid w:val="001C447E"/>
    <w:rsid w:val="001C4DC6"/>
    <w:rsid w:val="001C57B3"/>
    <w:rsid w:val="001D063B"/>
    <w:rsid w:val="001D12E7"/>
    <w:rsid w:val="001D3BA9"/>
    <w:rsid w:val="001D3C39"/>
    <w:rsid w:val="001D3D89"/>
    <w:rsid w:val="001D66B6"/>
    <w:rsid w:val="001E1282"/>
    <w:rsid w:val="001E177B"/>
    <w:rsid w:val="001E180B"/>
    <w:rsid w:val="001E1E4E"/>
    <w:rsid w:val="001E1EB3"/>
    <w:rsid w:val="001E1EB5"/>
    <w:rsid w:val="001E3C76"/>
    <w:rsid w:val="001E3CDC"/>
    <w:rsid w:val="001E4822"/>
    <w:rsid w:val="001E5D20"/>
    <w:rsid w:val="001E7039"/>
    <w:rsid w:val="001E76A9"/>
    <w:rsid w:val="001F1DD1"/>
    <w:rsid w:val="001F3800"/>
    <w:rsid w:val="001F4511"/>
    <w:rsid w:val="001F6788"/>
    <w:rsid w:val="001F6905"/>
    <w:rsid w:val="001F6A85"/>
    <w:rsid w:val="001F7920"/>
    <w:rsid w:val="001F7ADA"/>
    <w:rsid w:val="001F7B65"/>
    <w:rsid w:val="00203950"/>
    <w:rsid w:val="00204A34"/>
    <w:rsid w:val="00204E41"/>
    <w:rsid w:val="002069F7"/>
    <w:rsid w:val="00206E80"/>
    <w:rsid w:val="00206F02"/>
    <w:rsid w:val="002070FA"/>
    <w:rsid w:val="002071A9"/>
    <w:rsid w:val="00211561"/>
    <w:rsid w:val="00211A50"/>
    <w:rsid w:val="002131B5"/>
    <w:rsid w:val="00213B0A"/>
    <w:rsid w:val="00213E82"/>
    <w:rsid w:val="00215485"/>
    <w:rsid w:val="0021772D"/>
    <w:rsid w:val="0022071A"/>
    <w:rsid w:val="002218E2"/>
    <w:rsid w:val="0022276B"/>
    <w:rsid w:val="0022379F"/>
    <w:rsid w:val="00224A7B"/>
    <w:rsid w:val="00230261"/>
    <w:rsid w:val="00230BCC"/>
    <w:rsid w:val="00230C5C"/>
    <w:rsid w:val="0023330A"/>
    <w:rsid w:val="0023573C"/>
    <w:rsid w:val="002367A1"/>
    <w:rsid w:val="002422E6"/>
    <w:rsid w:val="00244AD8"/>
    <w:rsid w:val="00250503"/>
    <w:rsid w:val="002505DA"/>
    <w:rsid w:val="00250FBC"/>
    <w:rsid w:val="00252117"/>
    <w:rsid w:val="002533EA"/>
    <w:rsid w:val="00253EB3"/>
    <w:rsid w:val="0025620D"/>
    <w:rsid w:val="002574DA"/>
    <w:rsid w:val="00260550"/>
    <w:rsid w:val="00263031"/>
    <w:rsid w:val="00263068"/>
    <w:rsid w:val="002636EC"/>
    <w:rsid w:val="00264065"/>
    <w:rsid w:val="00264453"/>
    <w:rsid w:val="002700BA"/>
    <w:rsid w:val="002724F8"/>
    <w:rsid w:val="002728A8"/>
    <w:rsid w:val="0027383F"/>
    <w:rsid w:val="00275AD3"/>
    <w:rsid w:val="00275D90"/>
    <w:rsid w:val="002768D7"/>
    <w:rsid w:val="002774B4"/>
    <w:rsid w:val="00277F05"/>
    <w:rsid w:val="00286453"/>
    <w:rsid w:val="002912B5"/>
    <w:rsid w:val="002917D6"/>
    <w:rsid w:val="00291EFE"/>
    <w:rsid w:val="00292599"/>
    <w:rsid w:val="0029430C"/>
    <w:rsid w:val="00295A5D"/>
    <w:rsid w:val="002A084D"/>
    <w:rsid w:val="002A326A"/>
    <w:rsid w:val="002A6CE5"/>
    <w:rsid w:val="002A7012"/>
    <w:rsid w:val="002A74D8"/>
    <w:rsid w:val="002B11CC"/>
    <w:rsid w:val="002B1316"/>
    <w:rsid w:val="002B1B37"/>
    <w:rsid w:val="002B1C70"/>
    <w:rsid w:val="002B31CD"/>
    <w:rsid w:val="002B32B2"/>
    <w:rsid w:val="002B5AC3"/>
    <w:rsid w:val="002B6A48"/>
    <w:rsid w:val="002C09C3"/>
    <w:rsid w:val="002C2A72"/>
    <w:rsid w:val="002C2C44"/>
    <w:rsid w:val="002C34B7"/>
    <w:rsid w:val="002C4229"/>
    <w:rsid w:val="002C4CDA"/>
    <w:rsid w:val="002C56EC"/>
    <w:rsid w:val="002C6E74"/>
    <w:rsid w:val="002D5F7D"/>
    <w:rsid w:val="002D67F2"/>
    <w:rsid w:val="002E0185"/>
    <w:rsid w:val="002E020E"/>
    <w:rsid w:val="002E06B6"/>
    <w:rsid w:val="002E0E9F"/>
    <w:rsid w:val="002E1709"/>
    <w:rsid w:val="002E566D"/>
    <w:rsid w:val="002E7131"/>
    <w:rsid w:val="002E7668"/>
    <w:rsid w:val="002F3626"/>
    <w:rsid w:val="002F3F25"/>
    <w:rsid w:val="002F48D9"/>
    <w:rsid w:val="002F51B7"/>
    <w:rsid w:val="002F5E84"/>
    <w:rsid w:val="00300B0B"/>
    <w:rsid w:val="003019ED"/>
    <w:rsid w:val="0030250A"/>
    <w:rsid w:val="00302709"/>
    <w:rsid w:val="00304573"/>
    <w:rsid w:val="00304DCF"/>
    <w:rsid w:val="0030517F"/>
    <w:rsid w:val="003058D3"/>
    <w:rsid w:val="00305DE9"/>
    <w:rsid w:val="0030772F"/>
    <w:rsid w:val="00307FC1"/>
    <w:rsid w:val="00312E70"/>
    <w:rsid w:val="00313A2C"/>
    <w:rsid w:val="00316457"/>
    <w:rsid w:val="0032073C"/>
    <w:rsid w:val="003215AC"/>
    <w:rsid w:val="00321EE9"/>
    <w:rsid w:val="00322EE3"/>
    <w:rsid w:val="0032395A"/>
    <w:rsid w:val="00323FF0"/>
    <w:rsid w:val="0032450D"/>
    <w:rsid w:val="00324E5D"/>
    <w:rsid w:val="00327D70"/>
    <w:rsid w:val="00330098"/>
    <w:rsid w:val="003313EE"/>
    <w:rsid w:val="0033391F"/>
    <w:rsid w:val="003345E5"/>
    <w:rsid w:val="003354CA"/>
    <w:rsid w:val="003420C3"/>
    <w:rsid w:val="003420E9"/>
    <w:rsid w:val="00342BA9"/>
    <w:rsid w:val="00343161"/>
    <w:rsid w:val="00343632"/>
    <w:rsid w:val="003443E7"/>
    <w:rsid w:val="00344516"/>
    <w:rsid w:val="00345599"/>
    <w:rsid w:val="00345A4C"/>
    <w:rsid w:val="00345BCF"/>
    <w:rsid w:val="00346FD1"/>
    <w:rsid w:val="00347446"/>
    <w:rsid w:val="00347542"/>
    <w:rsid w:val="003515B4"/>
    <w:rsid w:val="003525F9"/>
    <w:rsid w:val="00352EE1"/>
    <w:rsid w:val="0035413B"/>
    <w:rsid w:val="00355CFE"/>
    <w:rsid w:val="00357FCF"/>
    <w:rsid w:val="00360E17"/>
    <w:rsid w:val="00362FCD"/>
    <w:rsid w:val="00365216"/>
    <w:rsid w:val="00365686"/>
    <w:rsid w:val="00366F3A"/>
    <w:rsid w:val="0037113D"/>
    <w:rsid w:val="00372154"/>
    <w:rsid w:val="00372B59"/>
    <w:rsid w:val="00375544"/>
    <w:rsid w:val="00380732"/>
    <w:rsid w:val="00381F53"/>
    <w:rsid w:val="00382325"/>
    <w:rsid w:val="0038243C"/>
    <w:rsid w:val="00382BA7"/>
    <w:rsid w:val="00383C87"/>
    <w:rsid w:val="00391160"/>
    <w:rsid w:val="00391371"/>
    <w:rsid w:val="00392855"/>
    <w:rsid w:val="00392C9E"/>
    <w:rsid w:val="00396A6C"/>
    <w:rsid w:val="003A1ED9"/>
    <w:rsid w:val="003B11BD"/>
    <w:rsid w:val="003B2A06"/>
    <w:rsid w:val="003B3031"/>
    <w:rsid w:val="003B44AC"/>
    <w:rsid w:val="003B4E14"/>
    <w:rsid w:val="003B580A"/>
    <w:rsid w:val="003B6331"/>
    <w:rsid w:val="003C139C"/>
    <w:rsid w:val="003C221A"/>
    <w:rsid w:val="003C372B"/>
    <w:rsid w:val="003C3F03"/>
    <w:rsid w:val="003C561D"/>
    <w:rsid w:val="003C77B9"/>
    <w:rsid w:val="003D048D"/>
    <w:rsid w:val="003D0870"/>
    <w:rsid w:val="003D0A0C"/>
    <w:rsid w:val="003D13E5"/>
    <w:rsid w:val="003D49E6"/>
    <w:rsid w:val="003D7ADA"/>
    <w:rsid w:val="003E3896"/>
    <w:rsid w:val="003E3985"/>
    <w:rsid w:val="003E3DBA"/>
    <w:rsid w:val="003E41EF"/>
    <w:rsid w:val="003E7C31"/>
    <w:rsid w:val="003F1734"/>
    <w:rsid w:val="003F3193"/>
    <w:rsid w:val="003F3DC4"/>
    <w:rsid w:val="004003BD"/>
    <w:rsid w:val="004037C7"/>
    <w:rsid w:val="004037E7"/>
    <w:rsid w:val="00403BF8"/>
    <w:rsid w:val="00405ADC"/>
    <w:rsid w:val="004072B2"/>
    <w:rsid w:val="00410071"/>
    <w:rsid w:val="00411089"/>
    <w:rsid w:val="004126A5"/>
    <w:rsid w:val="00414039"/>
    <w:rsid w:val="00414DD6"/>
    <w:rsid w:val="00414FDC"/>
    <w:rsid w:val="00415FE5"/>
    <w:rsid w:val="00421A91"/>
    <w:rsid w:val="0042276C"/>
    <w:rsid w:val="00423F23"/>
    <w:rsid w:val="00424C30"/>
    <w:rsid w:val="00425A16"/>
    <w:rsid w:val="0043157B"/>
    <w:rsid w:val="00434FE6"/>
    <w:rsid w:val="00435150"/>
    <w:rsid w:val="00435948"/>
    <w:rsid w:val="00437D96"/>
    <w:rsid w:val="004408CC"/>
    <w:rsid w:val="00440AF4"/>
    <w:rsid w:val="00440C27"/>
    <w:rsid w:val="00443552"/>
    <w:rsid w:val="004449D8"/>
    <w:rsid w:val="00445FE3"/>
    <w:rsid w:val="0044726D"/>
    <w:rsid w:val="004473F1"/>
    <w:rsid w:val="0044796E"/>
    <w:rsid w:val="004523E8"/>
    <w:rsid w:val="00452C86"/>
    <w:rsid w:val="0045342C"/>
    <w:rsid w:val="004534F5"/>
    <w:rsid w:val="0045586D"/>
    <w:rsid w:val="004563EA"/>
    <w:rsid w:val="00460BC0"/>
    <w:rsid w:val="00460D53"/>
    <w:rsid w:val="004629EB"/>
    <w:rsid w:val="004633F3"/>
    <w:rsid w:val="00464CCC"/>
    <w:rsid w:val="00471B8F"/>
    <w:rsid w:val="00472484"/>
    <w:rsid w:val="004732F7"/>
    <w:rsid w:val="004741C9"/>
    <w:rsid w:val="00480B11"/>
    <w:rsid w:val="004813D8"/>
    <w:rsid w:val="00482BFC"/>
    <w:rsid w:val="00483189"/>
    <w:rsid w:val="00483672"/>
    <w:rsid w:val="00483DB5"/>
    <w:rsid w:val="00483E3C"/>
    <w:rsid w:val="0048504F"/>
    <w:rsid w:val="00485B20"/>
    <w:rsid w:val="00487767"/>
    <w:rsid w:val="00487E8E"/>
    <w:rsid w:val="00491287"/>
    <w:rsid w:val="00494493"/>
    <w:rsid w:val="00495F7A"/>
    <w:rsid w:val="0049621B"/>
    <w:rsid w:val="004A2EB8"/>
    <w:rsid w:val="004A4120"/>
    <w:rsid w:val="004A42B8"/>
    <w:rsid w:val="004A5503"/>
    <w:rsid w:val="004A5B2D"/>
    <w:rsid w:val="004A5F53"/>
    <w:rsid w:val="004A63F8"/>
    <w:rsid w:val="004B0829"/>
    <w:rsid w:val="004B0C3F"/>
    <w:rsid w:val="004B177E"/>
    <w:rsid w:val="004B2C41"/>
    <w:rsid w:val="004B3317"/>
    <w:rsid w:val="004B4054"/>
    <w:rsid w:val="004B46E6"/>
    <w:rsid w:val="004B5357"/>
    <w:rsid w:val="004B6340"/>
    <w:rsid w:val="004B7826"/>
    <w:rsid w:val="004C144B"/>
    <w:rsid w:val="004C6735"/>
    <w:rsid w:val="004D3EE3"/>
    <w:rsid w:val="004D4848"/>
    <w:rsid w:val="004D54DF"/>
    <w:rsid w:val="004E2FB8"/>
    <w:rsid w:val="004E334F"/>
    <w:rsid w:val="004E53FD"/>
    <w:rsid w:val="004E6310"/>
    <w:rsid w:val="004E7FB9"/>
    <w:rsid w:val="004F0612"/>
    <w:rsid w:val="004F1F17"/>
    <w:rsid w:val="004F2B44"/>
    <w:rsid w:val="004F4D45"/>
    <w:rsid w:val="004F5801"/>
    <w:rsid w:val="004F596D"/>
    <w:rsid w:val="0050203E"/>
    <w:rsid w:val="00503D1E"/>
    <w:rsid w:val="00505B67"/>
    <w:rsid w:val="00505D0B"/>
    <w:rsid w:val="00506E55"/>
    <w:rsid w:val="00511405"/>
    <w:rsid w:val="00511B57"/>
    <w:rsid w:val="00513FAC"/>
    <w:rsid w:val="0051569D"/>
    <w:rsid w:val="00517D5E"/>
    <w:rsid w:val="005204FC"/>
    <w:rsid w:val="005205E4"/>
    <w:rsid w:val="00520E12"/>
    <w:rsid w:val="005213D3"/>
    <w:rsid w:val="00523EBE"/>
    <w:rsid w:val="0052764D"/>
    <w:rsid w:val="00527EC6"/>
    <w:rsid w:val="00531FF0"/>
    <w:rsid w:val="00533519"/>
    <w:rsid w:val="00535A59"/>
    <w:rsid w:val="0053656E"/>
    <w:rsid w:val="0053769D"/>
    <w:rsid w:val="00542BC4"/>
    <w:rsid w:val="00544E04"/>
    <w:rsid w:val="00545941"/>
    <w:rsid w:val="005478C5"/>
    <w:rsid w:val="005478D9"/>
    <w:rsid w:val="00550329"/>
    <w:rsid w:val="00556311"/>
    <w:rsid w:val="005578F0"/>
    <w:rsid w:val="00560C15"/>
    <w:rsid w:val="0056230C"/>
    <w:rsid w:val="0056565A"/>
    <w:rsid w:val="005669E8"/>
    <w:rsid w:val="00567181"/>
    <w:rsid w:val="00567CB3"/>
    <w:rsid w:val="005715EE"/>
    <w:rsid w:val="005723FD"/>
    <w:rsid w:val="00573DA5"/>
    <w:rsid w:val="0057688E"/>
    <w:rsid w:val="00576D37"/>
    <w:rsid w:val="0058257F"/>
    <w:rsid w:val="00582692"/>
    <w:rsid w:val="00582B98"/>
    <w:rsid w:val="005834D7"/>
    <w:rsid w:val="0058449B"/>
    <w:rsid w:val="00584C32"/>
    <w:rsid w:val="00590598"/>
    <w:rsid w:val="00592E97"/>
    <w:rsid w:val="0059346E"/>
    <w:rsid w:val="00595808"/>
    <w:rsid w:val="005A37F4"/>
    <w:rsid w:val="005A6180"/>
    <w:rsid w:val="005A6AFA"/>
    <w:rsid w:val="005A7C7D"/>
    <w:rsid w:val="005B0C9E"/>
    <w:rsid w:val="005B14A1"/>
    <w:rsid w:val="005B2669"/>
    <w:rsid w:val="005B379F"/>
    <w:rsid w:val="005B442D"/>
    <w:rsid w:val="005B563F"/>
    <w:rsid w:val="005B5D00"/>
    <w:rsid w:val="005B7206"/>
    <w:rsid w:val="005B73C7"/>
    <w:rsid w:val="005B73CB"/>
    <w:rsid w:val="005B7788"/>
    <w:rsid w:val="005B7AB6"/>
    <w:rsid w:val="005C3C37"/>
    <w:rsid w:val="005C3D99"/>
    <w:rsid w:val="005C40EF"/>
    <w:rsid w:val="005C5E38"/>
    <w:rsid w:val="005C6A30"/>
    <w:rsid w:val="005C7622"/>
    <w:rsid w:val="005D06AA"/>
    <w:rsid w:val="005D1641"/>
    <w:rsid w:val="005D2DFB"/>
    <w:rsid w:val="005D35D3"/>
    <w:rsid w:val="005D531D"/>
    <w:rsid w:val="005D731E"/>
    <w:rsid w:val="005E0207"/>
    <w:rsid w:val="005E269A"/>
    <w:rsid w:val="005E56A5"/>
    <w:rsid w:val="005E593E"/>
    <w:rsid w:val="005E6364"/>
    <w:rsid w:val="005E6549"/>
    <w:rsid w:val="005E79D5"/>
    <w:rsid w:val="005F0B09"/>
    <w:rsid w:val="005F22E7"/>
    <w:rsid w:val="005F3AB1"/>
    <w:rsid w:val="005F3EFF"/>
    <w:rsid w:val="00603BD1"/>
    <w:rsid w:val="00604553"/>
    <w:rsid w:val="006058F5"/>
    <w:rsid w:val="00606A35"/>
    <w:rsid w:val="00606A51"/>
    <w:rsid w:val="00607967"/>
    <w:rsid w:val="00610CAD"/>
    <w:rsid w:val="00612315"/>
    <w:rsid w:val="00613BCA"/>
    <w:rsid w:val="00615635"/>
    <w:rsid w:val="00621593"/>
    <w:rsid w:val="0062209F"/>
    <w:rsid w:val="00622B21"/>
    <w:rsid w:val="00624553"/>
    <w:rsid w:val="00624723"/>
    <w:rsid w:val="00626E8B"/>
    <w:rsid w:val="00631A17"/>
    <w:rsid w:val="00631CF8"/>
    <w:rsid w:val="0063349B"/>
    <w:rsid w:val="006336E6"/>
    <w:rsid w:val="00633C0F"/>
    <w:rsid w:val="006365C7"/>
    <w:rsid w:val="00640D61"/>
    <w:rsid w:val="00642B49"/>
    <w:rsid w:val="00645091"/>
    <w:rsid w:val="00645D2E"/>
    <w:rsid w:val="0064620A"/>
    <w:rsid w:val="006467D9"/>
    <w:rsid w:val="00647860"/>
    <w:rsid w:val="00647BCA"/>
    <w:rsid w:val="006529BF"/>
    <w:rsid w:val="0065385C"/>
    <w:rsid w:val="00654D15"/>
    <w:rsid w:val="006560DF"/>
    <w:rsid w:val="00656B62"/>
    <w:rsid w:val="0066123C"/>
    <w:rsid w:val="0066394E"/>
    <w:rsid w:val="006640E0"/>
    <w:rsid w:val="00664BEC"/>
    <w:rsid w:val="00664C74"/>
    <w:rsid w:val="00665733"/>
    <w:rsid w:val="00666015"/>
    <w:rsid w:val="00666D79"/>
    <w:rsid w:val="006671FB"/>
    <w:rsid w:val="00667879"/>
    <w:rsid w:val="006719DC"/>
    <w:rsid w:val="006735F0"/>
    <w:rsid w:val="00674105"/>
    <w:rsid w:val="00674850"/>
    <w:rsid w:val="0067537B"/>
    <w:rsid w:val="0067555E"/>
    <w:rsid w:val="0067592E"/>
    <w:rsid w:val="00676207"/>
    <w:rsid w:val="00676A5B"/>
    <w:rsid w:val="00677538"/>
    <w:rsid w:val="00680800"/>
    <w:rsid w:val="00682553"/>
    <w:rsid w:val="0068272E"/>
    <w:rsid w:val="00682AB3"/>
    <w:rsid w:val="006840F5"/>
    <w:rsid w:val="00685DB3"/>
    <w:rsid w:val="00686B04"/>
    <w:rsid w:val="00687402"/>
    <w:rsid w:val="00690ABE"/>
    <w:rsid w:val="00690E0F"/>
    <w:rsid w:val="00690F63"/>
    <w:rsid w:val="0069277C"/>
    <w:rsid w:val="0069323A"/>
    <w:rsid w:val="0069671E"/>
    <w:rsid w:val="006A1673"/>
    <w:rsid w:val="006A4D5D"/>
    <w:rsid w:val="006A6134"/>
    <w:rsid w:val="006A6B56"/>
    <w:rsid w:val="006B10C7"/>
    <w:rsid w:val="006B5421"/>
    <w:rsid w:val="006B5966"/>
    <w:rsid w:val="006B66DD"/>
    <w:rsid w:val="006B72CB"/>
    <w:rsid w:val="006B7EE5"/>
    <w:rsid w:val="006C0C50"/>
    <w:rsid w:val="006C0F4F"/>
    <w:rsid w:val="006C1332"/>
    <w:rsid w:val="006C490F"/>
    <w:rsid w:val="006C5927"/>
    <w:rsid w:val="006C6277"/>
    <w:rsid w:val="006C7192"/>
    <w:rsid w:val="006D0821"/>
    <w:rsid w:val="006D0FC2"/>
    <w:rsid w:val="006D3608"/>
    <w:rsid w:val="006D3871"/>
    <w:rsid w:val="006D4E2A"/>
    <w:rsid w:val="006D5FB0"/>
    <w:rsid w:val="006D6CC9"/>
    <w:rsid w:val="006E0F28"/>
    <w:rsid w:val="006E1B79"/>
    <w:rsid w:val="006E298B"/>
    <w:rsid w:val="006E384E"/>
    <w:rsid w:val="006E6864"/>
    <w:rsid w:val="006E68A8"/>
    <w:rsid w:val="006F1C38"/>
    <w:rsid w:val="006F1D20"/>
    <w:rsid w:val="006F24E1"/>
    <w:rsid w:val="006F28C5"/>
    <w:rsid w:val="006F3EBC"/>
    <w:rsid w:val="006F5155"/>
    <w:rsid w:val="006F5FD3"/>
    <w:rsid w:val="007006E6"/>
    <w:rsid w:val="00700784"/>
    <w:rsid w:val="00700A4E"/>
    <w:rsid w:val="00701543"/>
    <w:rsid w:val="00701B6D"/>
    <w:rsid w:val="0070388A"/>
    <w:rsid w:val="007056C7"/>
    <w:rsid w:val="007064DD"/>
    <w:rsid w:val="00710D12"/>
    <w:rsid w:val="0071223C"/>
    <w:rsid w:val="007132B7"/>
    <w:rsid w:val="00716F51"/>
    <w:rsid w:val="007204FE"/>
    <w:rsid w:val="00724671"/>
    <w:rsid w:val="00724F60"/>
    <w:rsid w:val="007271B2"/>
    <w:rsid w:val="0073008A"/>
    <w:rsid w:val="007311B7"/>
    <w:rsid w:val="007314F8"/>
    <w:rsid w:val="00733B49"/>
    <w:rsid w:val="00736227"/>
    <w:rsid w:val="00736860"/>
    <w:rsid w:val="00737DD6"/>
    <w:rsid w:val="007404CF"/>
    <w:rsid w:val="00743BFE"/>
    <w:rsid w:val="007505E7"/>
    <w:rsid w:val="00752181"/>
    <w:rsid w:val="007523BB"/>
    <w:rsid w:val="00752EB2"/>
    <w:rsid w:val="007575DD"/>
    <w:rsid w:val="007577DB"/>
    <w:rsid w:val="00761123"/>
    <w:rsid w:val="007632FB"/>
    <w:rsid w:val="007641AC"/>
    <w:rsid w:val="007664A7"/>
    <w:rsid w:val="00767A5B"/>
    <w:rsid w:val="007701D1"/>
    <w:rsid w:val="00770A96"/>
    <w:rsid w:val="00770DAB"/>
    <w:rsid w:val="0077192C"/>
    <w:rsid w:val="00772098"/>
    <w:rsid w:val="0077285A"/>
    <w:rsid w:val="00776055"/>
    <w:rsid w:val="00776B17"/>
    <w:rsid w:val="00776BCA"/>
    <w:rsid w:val="00776FB5"/>
    <w:rsid w:val="0077756C"/>
    <w:rsid w:val="00777BCE"/>
    <w:rsid w:val="007826A2"/>
    <w:rsid w:val="00783909"/>
    <w:rsid w:val="00784D4A"/>
    <w:rsid w:val="00784DC2"/>
    <w:rsid w:val="00785E73"/>
    <w:rsid w:val="00790E49"/>
    <w:rsid w:val="00791FA7"/>
    <w:rsid w:val="0079539A"/>
    <w:rsid w:val="007A15F6"/>
    <w:rsid w:val="007A2886"/>
    <w:rsid w:val="007A3101"/>
    <w:rsid w:val="007A389A"/>
    <w:rsid w:val="007A3BEB"/>
    <w:rsid w:val="007A5B14"/>
    <w:rsid w:val="007A6394"/>
    <w:rsid w:val="007A69B1"/>
    <w:rsid w:val="007A7500"/>
    <w:rsid w:val="007A7BAE"/>
    <w:rsid w:val="007A7F7A"/>
    <w:rsid w:val="007B0778"/>
    <w:rsid w:val="007B141E"/>
    <w:rsid w:val="007B1D63"/>
    <w:rsid w:val="007B2C81"/>
    <w:rsid w:val="007B3A49"/>
    <w:rsid w:val="007B7307"/>
    <w:rsid w:val="007C0913"/>
    <w:rsid w:val="007C18B8"/>
    <w:rsid w:val="007C1A97"/>
    <w:rsid w:val="007C22B2"/>
    <w:rsid w:val="007C24C1"/>
    <w:rsid w:val="007C2F23"/>
    <w:rsid w:val="007C4DD4"/>
    <w:rsid w:val="007C6485"/>
    <w:rsid w:val="007C758A"/>
    <w:rsid w:val="007D1BA2"/>
    <w:rsid w:val="007D1E71"/>
    <w:rsid w:val="007D6B7F"/>
    <w:rsid w:val="007D740B"/>
    <w:rsid w:val="007E03B4"/>
    <w:rsid w:val="007E2A42"/>
    <w:rsid w:val="007E3437"/>
    <w:rsid w:val="007E43E9"/>
    <w:rsid w:val="007E715A"/>
    <w:rsid w:val="007E7BAF"/>
    <w:rsid w:val="007E7BED"/>
    <w:rsid w:val="007F0491"/>
    <w:rsid w:val="007F04C0"/>
    <w:rsid w:val="007F1915"/>
    <w:rsid w:val="007F4900"/>
    <w:rsid w:val="007F51EB"/>
    <w:rsid w:val="007F6FA3"/>
    <w:rsid w:val="007F72A9"/>
    <w:rsid w:val="008016DB"/>
    <w:rsid w:val="008027E7"/>
    <w:rsid w:val="00803BCE"/>
    <w:rsid w:val="00803C17"/>
    <w:rsid w:val="00804117"/>
    <w:rsid w:val="00804E35"/>
    <w:rsid w:val="008050A8"/>
    <w:rsid w:val="008050FF"/>
    <w:rsid w:val="00805F74"/>
    <w:rsid w:val="00806B12"/>
    <w:rsid w:val="00810168"/>
    <w:rsid w:val="008119A9"/>
    <w:rsid w:val="00811C69"/>
    <w:rsid w:val="00812E1F"/>
    <w:rsid w:val="00812F99"/>
    <w:rsid w:val="00815148"/>
    <w:rsid w:val="008157F1"/>
    <w:rsid w:val="00816DBA"/>
    <w:rsid w:val="00817F82"/>
    <w:rsid w:val="00821303"/>
    <w:rsid w:val="00826EE8"/>
    <w:rsid w:val="008270E2"/>
    <w:rsid w:val="00827848"/>
    <w:rsid w:val="00830B3A"/>
    <w:rsid w:val="00830C15"/>
    <w:rsid w:val="008328F8"/>
    <w:rsid w:val="008336C8"/>
    <w:rsid w:val="008342BE"/>
    <w:rsid w:val="008342F6"/>
    <w:rsid w:val="0083438E"/>
    <w:rsid w:val="008348FB"/>
    <w:rsid w:val="008352FC"/>
    <w:rsid w:val="008363DD"/>
    <w:rsid w:val="00836DEC"/>
    <w:rsid w:val="00840001"/>
    <w:rsid w:val="00840110"/>
    <w:rsid w:val="00841A48"/>
    <w:rsid w:val="00843109"/>
    <w:rsid w:val="008476FC"/>
    <w:rsid w:val="00850CF0"/>
    <w:rsid w:val="008555F6"/>
    <w:rsid w:val="00855FB9"/>
    <w:rsid w:val="008564A2"/>
    <w:rsid w:val="0085742A"/>
    <w:rsid w:val="008606F7"/>
    <w:rsid w:val="0086143E"/>
    <w:rsid w:val="0086321A"/>
    <w:rsid w:val="008669D4"/>
    <w:rsid w:val="00867F15"/>
    <w:rsid w:val="008706A6"/>
    <w:rsid w:val="008714AB"/>
    <w:rsid w:val="00872B3C"/>
    <w:rsid w:val="00872CA8"/>
    <w:rsid w:val="00872FA5"/>
    <w:rsid w:val="00875404"/>
    <w:rsid w:val="00876EB7"/>
    <w:rsid w:val="00880C87"/>
    <w:rsid w:val="00881C32"/>
    <w:rsid w:val="0088464C"/>
    <w:rsid w:val="0088545A"/>
    <w:rsid w:val="00887B06"/>
    <w:rsid w:val="008912F5"/>
    <w:rsid w:val="00897672"/>
    <w:rsid w:val="008A2C30"/>
    <w:rsid w:val="008A3B51"/>
    <w:rsid w:val="008A5586"/>
    <w:rsid w:val="008B1CAB"/>
    <w:rsid w:val="008B4BC2"/>
    <w:rsid w:val="008B5B0C"/>
    <w:rsid w:val="008B681C"/>
    <w:rsid w:val="008B68DA"/>
    <w:rsid w:val="008B696C"/>
    <w:rsid w:val="008B6FCA"/>
    <w:rsid w:val="008B74E4"/>
    <w:rsid w:val="008C20AD"/>
    <w:rsid w:val="008C3D8D"/>
    <w:rsid w:val="008C60E9"/>
    <w:rsid w:val="008D0492"/>
    <w:rsid w:val="008D0E02"/>
    <w:rsid w:val="008D0E52"/>
    <w:rsid w:val="008D2C7B"/>
    <w:rsid w:val="008D304D"/>
    <w:rsid w:val="008D35B0"/>
    <w:rsid w:val="008D38F2"/>
    <w:rsid w:val="008D3CD3"/>
    <w:rsid w:val="008D64E0"/>
    <w:rsid w:val="008E4851"/>
    <w:rsid w:val="008E60D7"/>
    <w:rsid w:val="008E62F1"/>
    <w:rsid w:val="008E7CC4"/>
    <w:rsid w:val="008F0685"/>
    <w:rsid w:val="008F084F"/>
    <w:rsid w:val="008F2D24"/>
    <w:rsid w:val="008F4EAB"/>
    <w:rsid w:val="008F76A1"/>
    <w:rsid w:val="00903DEB"/>
    <w:rsid w:val="00904B8D"/>
    <w:rsid w:val="00906E19"/>
    <w:rsid w:val="00907675"/>
    <w:rsid w:val="00907733"/>
    <w:rsid w:val="009109C3"/>
    <w:rsid w:val="00911DEE"/>
    <w:rsid w:val="0091269E"/>
    <w:rsid w:val="00912B96"/>
    <w:rsid w:val="00912CF5"/>
    <w:rsid w:val="0091704E"/>
    <w:rsid w:val="00920080"/>
    <w:rsid w:val="00922F36"/>
    <w:rsid w:val="009230F6"/>
    <w:rsid w:val="009245D3"/>
    <w:rsid w:val="00924FC3"/>
    <w:rsid w:val="009261A2"/>
    <w:rsid w:val="0092665E"/>
    <w:rsid w:val="00926844"/>
    <w:rsid w:val="009270E5"/>
    <w:rsid w:val="0093065B"/>
    <w:rsid w:val="009325CC"/>
    <w:rsid w:val="00933E3C"/>
    <w:rsid w:val="009413F4"/>
    <w:rsid w:val="00943046"/>
    <w:rsid w:val="0094386A"/>
    <w:rsid w:val="00945CF0"/>
    <w:rsid w:val="00946B50"/>
    <w:rsid w:val="009474C7"/>
    <w:rsid w:val="00947B4B"/>
    <w:rsid w:val="00951708"/>
    <w:rsid w:val="00951AF9"/>
    <w:rsid w:val="00953180"/>
    <w:rsid w:val="00953BEC"/>
    <w:rsid w:val="0095526A"/>
    <w:rsid w:val="009560EB"/>
    <w:rsid w:val="00956D34"/>
    <w:rsid w:val="00962104"/>
    <w:rsid w:val="0096281B"/>
    <w:rsid w:val="00962D93"/>
    <w:rsid w:val="0096433E"/>
    <w:rsid w:val="0096464A"/>
    <w:rsid w:val="00964724"/>
    <w:rsid w:val="00964F8A"/>
    <w:rsid w:val="00971A65"/>
    <w:rsid w:val="00971EA0"/>
    <w:rsid w:val="0097271F"/>
    <w:rsid w:val="00972C80"/>
    <w:rsid w:val="009779ED"/>
    <w:rsid w:val="00977C7F"/>
    <w:rsid w:val="00983467"/>
    <w:rsid w:val="00983BFD"/>
    <w:rsid w:val="009849B8"/>
    <w:rsid w:val="00985169"/>
    <w:rsid w:val="00985B98"/>
    <w:rsid w:val="009876CB"/>
    <w:rsid w:val="00987970"/>
    <w:rsid w:val="00991585"/>
    <w:rsid w:val="009936D1"/>
    <w:rsid w:val="00995532"/>
    <w:rsid w:val="00996DED"/>
    <w:rsid w:val="00997CC0"/>
    <w:rsid w:val="009A1C7B"/>
    <w:rsid w:val="009A1DB5"/>
    <w:rsid w:val="009A242C"/>
    <w:rsid w:val="009A2992"/>
    <w:rsid w:val="009A2E43"/>
    <w:rsid w:val="009A5C3D"/>
    <w:rsid w:val="009A64BE"/>
    <w:rsid w:val="009B0711"/>
    <w:rsid w:val="009B0EC8"/>
    <w:rsid w:val="009B3173"/>
    <w:rsid w:val="009B3D33"/>
    <w:rsid w:val="009B3F39"/>
    <w:rsid w:val="009B6144"/>
    <w:rsid w:val="009B6797"/>
    <w:rsid w:val="009B6946"/>
    <w:rsid w:val="009B72CA"/>
    <w:rsid w:val="009C2F30"/>
    <w:rsid w:val="009C40E2"/>
    <w:rsid w:val="009C5606"/>
    <w:rsid w:val="009C6589"/>
    <w:rsid w:val="009C6E64"/>
    <w:rsid w:val="009D2975"/>
    <w:rsid w:val="009D4180"/>
    <w:rsid w:val="009D47BB"/>
    <w:rsid w:val="009D502A"/>
    <w:rsid w:val="009D6CF1"/>
    <w:rsid w:val="009D78C2"/>
    <w:rsid w:val="009E03F5"/>
    <w:rsid w:val="009E05BC"/>
    <w:rsid w:val="009E6595"/>
    <w:rsid w:val="009F22FD"/>
    <w:rsid w:val="009F28F0"/>
    <w:rsid w:val="009F3C55"/>
    <w:rsid w:val="009F4C24"/>
    <w:rsid w:val="009F5D09"/>
    <w:rsid w:val="009F64BD"/>
    <w:rsid w:val="009F6510"/>
    <w:rsid w:val="00A0167A"/>
    <w:rsid w:val="00A042F4"/>
    <w:rsid w:val="00A06F0C"/>
    <w:rsid w:val="00A070D4"/>
    <w:rsid w:val="00A074D6"/>
    <w:rsid w:val="00A07604"/>
    <w:rsid w:val="00A121DF"/>
    <w:rsid w:val="00A12CDB"/>
    <w:rsid w:val="00A1348F"/>
    <w:rsid w:val="00A1382D"/>
    <w:rsid w:val="00A13FC9"/>
    <w:rsid w:val="00A1413B"/>
    <w:rsid w:val="00A15269"/>
    <w:rsid w:val="00A1742E"/>
    <w:rsid w:val="00A17725"/>
    <w:rsid w:val="00A21D81"/>
    <w:rsid w:val="00A2259A"/>
    <w:rsid w:val="00A24FA1"/>
    <w:rsid w:val="00A2501B"/>
    <w:rsid w:val="00A25372"/>
    <w:rsid w:val="00A26240"/>
    <w:rsid w:val="00A26BEB"/>
    <w:rsid w:val="00A271BF"/>
    <w:rsid w:val="00A27A62"/>
    <w:rsid w:val="00A3077B"/>
    <w:rsid w:val="00A31C16"/>
    <w:rsid w:val="00A32933"/>
    <w:rsid w:val="00A32FF9"/>
    <w:rsid w:val="00A33729"/>
    <w:rsid w:val="00A3561E"/>
    <w:rsid w:val="00A357F3"/>
    <w:rsid w:val="00A4114F"/>
    <w:rsid w:val="00A4260F"/>
    <w:rsid w:val="00A44E54"/>
    <w:rsid w:val="00A453A1"/>
    <w:rsid w:val="00A4617D"/>
    <w:rsid w:val="00A47D4E"/>
    <w:rsid w:val="00A51B17"/>
    <w:rsid w:val="00A529E6"/>
    <w:rsid w:val="00A52E64"/>
    <w:rsid w:val="00A5336A"/>
    <w:rsid w:val="00A54258"/>
    <w:rsid w:val="00A54710"/>
    <w:rsid w:val="00A57B8B"/>
    <w:rsid w:val="00A615BA"/>
    <w:rsid w:val="00A62AAE"/>
    <w:rsid w:val="00A631F8"/>
    <w:rsid w:val="00A66DAF"/>
    <w:rsid w:val="00A7018A"/>
    <w:rsid w:val="00A72C4E"/>
    <w:rsid w:val="00A738DC"/>
    <w:rsid w:val="00A73E49"/>
    <w:rsid w:val="00A76641"/>
    <w:rsid w:val="00A76E77"/>
    <w:rsid w:val="00A7764B"/>
    <w:rsid w:val="00A81E9B"/>
    <w:rsid w:val="00A82A76"/>
    <w:rsid w:val="00A84008"/>
    <w:rsid w:val="00A851BA"/>
    <w:rsid w:val="00A85D41"/>
    <w:rsid w:val="00A861DB"/>
    <w:rsid w:val="00A867FD"/>
    <w:rsid w:val="00A907FC"/>
    <w:rsid w:val="00A916B4"/>
    <w:rsid w:val="00A91B4A"/>
    <w:rsid w:val="00A91FBF"/>
    <w:rsid w:val="00A92BC3"/>
    <w:rsid w:val="00A939D1"/>
    <w:rsid w:val="00A94A63"/>
    <w:rsid w:val="00A97546"/>
    <w:rsid w:val="00A97559"/>
    <w:rsid w:val="00AA0A6C"/>
    <w:rsid w:val="00AA12D3"/>
    <w:rsid w:val="00AA3E2B"/>
    <w:rsid w:val="00AA4031"/>
    <w:rsid w:val="00AA5737"/>
    <w:rsid w:val="00AB1587"/>
    <w:rsid w:val="00AB1B81"/>
    <w:rsid w:val="00AB355F"/>
    <w:rsid w:val="00AB43DA"/>
    <w:rsid w:val="00AB6387"/>
    <w:rsid w:val="00AC03EA"/>
    <w:rsid w:val="00AC1673"/>
    <w:rsid w:val="00AC248F"/>
    <w:rsid w:val="00AC2820"/>
    <w:rsid w:val="00AC2C1A"/>
    <w:rsid w:val="00AC4B3A"/>
    <w:rsid w:val="00AD130E"/>
    <w:rsid w:val="00AD5EC3"/>
    <w:rsid w:val="00AE239E"/>
    <w:rsid w:val="00AE2CE5"/>
    <w:rsid w:val="00AE38A9"/>
    <w:rsid w:val="00AE3D4A"/>
    <w:rsid w:val="00AE5872"/>
    <w:rsid w:val="00AE7551"/>
    <w:rsid w:val="00AE7A00"/>
    <w:rsid w:val="00AF1F64"/>
    <w:rsid w:val="00AF5F0D"/>
    <w:rsid w:val="00AF67FE"/>
    <w:rsid w:val="00AF7AE6"/>
    <w:rsid w:val="00B0188A"/>
    <w:rsid w:val="00B01E0B"/>
    <w:rsid w:val="00B02416"/>
    <w:rsid w:val="00B02451"/>
    <w:rsid w:val="00B02A19"/>
    <w:rsid w:val="00B037A0"/>
    <w:rsid w:val="00B11711"/>
    <w:rsid w:val="00B11743"/>
    <w:rsid w:val="00B12177"/>
    <w:rsid w:val="00B12AD6"/>
    <w:rsid w:val="00B15A74"/>
    <w:rsid w:val="00B21D92"/>
    <w:rsid w:val="00B22948"/>
    <w:rsid w:val="00B23FAD"/>
    <w:rsid w:val="00B241EC"/>
    <w:rsid w:val="00B24B4D"/>
    <w:rsid w:val="00B24CE0"/>
    <w:rsid w:val="00B274E2"/>
    <w:rsid w:val="00B33B5F"/>
    <w:rsid w:val="00B34F1A"/>
    <w:rsid w:val="00B34F40"/>
    <w:rsid w:val="00B37C60"/>
    <w:rsid w:val="00B40BD1"/>
    <w:rsid w:val="00B4122C"/>
    <w:rsid w:val="00B41E6B"/>
    <w:rsid w:val="00B422A7"/>
    <w:rsid w:val="00B4333D"/>
    <w:rsid w:val="00B43854"/>
    <w:rsid w:val="00B451B8"/>
    <w:rsid w:val="00B45545"/>
    <w:rsid w:val="00B51D35"/>
    <w:rsid w:val="00B53E36"/>
    <w:rsid w:val="00B5477E"/>
    <w:rsid w:val="00B54A46"/>
    <w:rsid w:val="00B5778F"/>
    <w:rsid w:val="00B57CB1"/>
    <w:rsid w:val="00B60C5C"/>
    <w:rsid w:val="00B615A5"/>
    <w:rsid w:val="00B62393"/>
    <w:rsid w:val="00B63900"/>
    <w:rsid w:val="00B65BBD"/>
    <w:rsid w:val="00B707C6"/>
    <w:rsid w:val="00B7407D"/>
    <w:rsid w:val="00B754AE"/>
    <w:rsid w:val="00B759DD"/>
    <w:rsid w:val="00B76FF8"/>
    <w:rsid w:val="00B807DE"/>
    <w:rsid w:val="00B84F73"/>
    <w:rsid w:val="00B85279"/>
    <w:rsid w:val="00B859B9"/>
    <w:rsid w:val="00B93BEE"/>
    <w:rsid w:val="00B93F35"/>
    <w:rsid w:val="00B94561"/>
    <w:rsid w:val="00B949FF"/>
    <w:rsid w:val="00BA0060"/>
    <w:rsid w:val="00BA0CF8"/>
    <w:rsid w:val="00BA29FA"/>
    <w:rsid w:val="00BA54F2"/>
    <w:rsid w:val="00BA65FC"/>
    <w:rsid w:val="00BA6B69"/>
    <w:rsid w:val="00BB263F"/>
    <w:rsid w:val="00BB3319"/>
    <w:rsid w:val="00BB38F8"/>
    <w:rsid w:val="00BB4163"/>
    <w:rsid w:val="00BB5C63"/>
    <w:rsid w:val="00BB6367"/>
    <w:rsid w:val="00BC17F2"/>
    <w:rsid w:val="00BC45E6"/>
    <w:rsid w:val="00BC60DA"/>
    <w:rsid w:val="00BC68A5"/>
    <w:rsid w:val="00BC6F0A"/>
    <w:rsid w:val="00BD2923"/>
    <w:rsid w:val="00BD5248"/>
    <w:rsid w:val="00BD67F3"/>
    <w:rsid w:val="00BD6CAD"/>
    <w:rsid w:val="00BE1C7B"/>
    <w:rsid w:val="00BE1E1E"/>
    <w:rsid w:val="00BE3353"/>
    <w:rsid w:val="00BE5E30"/>
    <w:rsid w:val="00BE6720"/>
    <w:rsid w:val="00BE6922"/>
    <w:rsid w:val="00BE753C"/>
    <w:rsid w:val="00BE7CD0"/>
    <w:rsid w:val="00BF04FA"/>
    <w:rsid w:val="00BF0E22"/>
    <w:rsid w:val="00BF23E8"/>
    <w:rsid w:val="00BF25FD"/>
    <w:rsid w:val="00BF2690"/>
    <w:rsid w:val="00BF2B1F"/>
    <w:rsid w:val="00BF3A4F"/>
    <w:rsid w:val="00BF5A3E"/>
    <w:rsid w:val="00BF5C20"/>
    <w:rsid w:val="00BF7AF2"/>
    <w:rsid w:val="00C007D0"/>
    <w:rsid w:val="00C0110E"/>
    <w:rsid w:val="00C06ADE"/>
    <w:rsid w:val="00C10EB5"/>
    <w:rsid w:val="00C11994"/>
    <w:rsid w:val="00C13336"/>
    <w:rsid w:val="00C159F1"/>
    <w:rsid w:val="00C216B5"/>
    <w:rsid w:val="00C2179D"/>
    <w:rsid w:val="00C22A5D"/>
    <w:rsid w:val="00C22B30"/>
    <w:rsid w:val="00C232B1"/>
    <w:rsid w:val="00C24966"/>
    <w:rsid w:val="00C25D55"/>
    <w:rsid w:val="00C3257B"/>
    <w:rsid w:val="00C35864"/>
    <w:rsid w:val="00C36089"/>
    <w:rsid w:val="00C4150B"/>
    <w:rsid w:val="00C42981"/>
    <w:rsid w:val="00C43307"/>
    <w:rsid w:val="00C44B8B"/>
    <w:rsid w:val="00C461B3"/>
    <w:rsid w:val="00C47889"/>
    <w:rsid w:val="00C47C92"/>
    <w:rsid w:val="00C50621"/>
    <w:rsid w:val="00C50A0E"/>
    <w:rsid w:val="00C50C01"/>
    <w:rsid w:val="00C541EA"/>
    <w:rsid w:val="00C5561B"/>
    <w:rsid w:val="00C56455"/>
    <w:rsid w:val="00C573C2"/>
    <w:rsid w:val="00C57F88"/>
    <w:rsid w:val="00C60AD5"/>
    <w:rsid w:val="00C616D8"/>
    <w:rsid w:val="00C62EE8"/>
    <w:rsid w:val="00C64CDB"/>
    <w:rsid w:val="00C668A6"/>
    <w:rsid w:val="00C6727D"/>
    <w:rsid w:val="00C67C9B"/>
    <w:rsid w:val="00C707BB"/>
    <w:rsid w:val="00C7291B"/>
    <w:rsid w:val="00C74004"/>
    <w:rsid w:val="00C7551B"/>
    <w:rsid w:val="00C755CF"/>
    <w:rsid w:val="00C75BD5"/>
    <w:rsid w:val="00C77CAC"/>
    <w:rsid w:val="00C80876"/>
    <w:rsid w:val="00C8343B"/>
    <w:rsid w:val="00C83E8C"/>
    <w:rsid w:val="00C84C06"/>
    <w:rsid w:val="00C8549F"/>
    <w:rsid w:val="00C9495E"/>
    <w:rsid w:val="00C96665"/>
    <w:rsid w:val="00CA204B"/>
    <w:rsid w:val="00CA3A11"/>
    <w:rsid w:val="00CA5E9B"/>
    <w:rsid w:val="00CA7E32"/>
    <w:rsid w:val="00CB099D"/>
    <w:rsid w:val="00CB1666"/>
    <w:rsid w:val="00CB36B6"/>
    <w:rsid w:val="00CB5252"/>
    <w:rsid w:val="00CB6F6A"/>
    <w:rsid w:val="00CC02CA"/>
    <w:rsid w:val="00CC077C"/>
    <w:rsid w:val="00CC0E7E"/>
    <w:rsid w:val="00CC594E"/>
    <w:rsid w:val="00CC66B0"/>
    <w:rsid w:val="00CC6C6F"/>
    <w:rsid w:val="00CC70FA"/>
    <w:rsid w:val="00CD073B"/>
    <w:rsid w:val="00CD0882"/>
    <w:rsid w:val="00CD0F41"/>
    <w:rsid w:val="00CD1511"/>
    <w:rsid w:val="00CD58AB"/>
    <w:rsid w:val="00CD69AF"/>
    <w:rsid w:val="00CE345A"/>
    <w:rsid w:val="00CE3FE2"/>
    <w:rsid w:val="00CE48FB"/>
    <w:rsid w:val="00CE5049"/>
    <w:rsid w:val="00CF0F6E"/>
    <w:rsid w:val="00CF25F0"/>
    <w:rsid w:val="00CF34BF"/>
    <w:rsid w:val="00CF4E6C"/>
    <w:rsid w:val="00CF7BFA"/>
    <w:rsid w:val="00D006C4"/>
    <w:rsid w:val="00D01804"/>
    <w:rsid w:val="00D052E4"/>
    <w:rsid w:val="00D05ABA"/>
    <w:rsid w:val="00D068B7"/>
    <w:rsid w:val="00D071AD"/>
    <w:rsid w:val="00D07C45"/>
    <w:rsid w:val="00D115AC"/>
    <w:rsid w:val="00D11D27"/>
    <w:rsid w:val="00D1331E"/>
    <w:rsid w:val="00D13F3A"/>
    <w:rsid w:val="00D205B6"/>
    <w:rsid w:val="00D20AD5"/>
    <w:rsid w:val="00D21149"/>
    <w:rsid w:val="00D2170A"/>
    <w:rsid w:val="00D21906"/>
    <w:rsid w:val="00D25390"/>
    <w:rsid w:val="00D25670"/>
    <w:rsid w:val="00D27153"/>
    <w:rsid w:val="00D2715B"/>
    <w:rsid w:val="00D27571"/>
    <w:rsid w:val="00D310DD"/>
    <w:rsid w:val="00D315CC"/>
    <w:rsid w:val="00D35743"/>
    <w:rsid w:val="00D37863"/>
    <w:rsid w:val="00D379F0"/>
    <w:rsid w:val="00D37C01"/>
    <w:rsid w:val="00D37C5B"/>
    <w:rsid w:val="00D40712"/>
    <w:rsid w:val="00D41B5C"/>
    <w:rsid w:val="00D42676"/>
    <w:rsid w:val="00D43B62"/>
    <w:rsid w:val="00D45F5E"/>
    <w:rsid w:val="00D46282"/>
    <w:rsid w:val="00D504C6"/>
    <w:rsid w:val="00D50A63"/>
    <w:rsid w:val="00D5210B"/>
    <w:rsid w:val="00D52912"/>
    <w:rsid w:val="00D54591"/>
    <w:rsid w:val="00D565B8"/>
    <w:rsid w:val="00D61273"/>
    <w:rsid w:val="00D64088"/>
    <w:rsid w:val="00D65C1C"/>
    <w:rsid w:val="00D678DC"/>
    <w:rsid w:val="00D6793D"/>
    <w:rsid w:val="00D70033"/>
    <w:rsid w:val="00D704F3"/>
    <w:rsid w:val="00D744D9"/>
    <w:rsid w:val="00D774B7"/>
    <w:rsid w:val="00D83ED6"/>
    <w:rsid w:val="00D841D5"/>
    <w:rsid w:val="00D8683A"/>
    <w:rsid w:val="00D86D0D"/>
    <w:rsid w:val="00D90A0F"/>
    <w:rsid w:val="00D91415"/>
    <w:rsid w:val="00D93B2C"/>
    <w:rsid w:val="00D93F44"/>
    <w:rsid w:val="00D95250"/>
    <w:rsid w:val="00DA1408"/>
    <w:rsid w:val="00DA200D"/>
    <w:rsid w:val="00DA3A45"/>
    <w:rsid w:val="00DA3A8F"/>
    <w:rsid w:val="00DA4904"/>
    <w:rsid w:val="00DA4E7D"/>
    <w:rsid w:val="00DA67A3"/>
    <w:rsid w:val="00DA7C9C"/>
    <w:rsid w:val="00DA7E38"/>
    <w:rsid w:val="00DA7E59"/>
    <w:rsid w:val="00DB0922"/>
    <w:rsid w:val="00DB0C43"/>
    <w:rsid w:val="00DB1ACE"/>
    <w:rsid w:val="00DB2401"/>
    <w:rsid w:val="00DB2A90"/>
    <w:rsid w:val="00DB31F0"/>
    <w:rsid w:val="00DB4AD4"/>
    <w:rsid w:val="00DB5CC8"/>
    <w:rsid w:val="00DC04F0"/>
    <w:rsid w:val="00DC1FEF"/>
    <w:rsid w:val="00DC4881"/>
    <w:rsid w:val="00DC4C44"/>
    <w:rsid w:val="00DC7377"/>
    <w:rsid w:val="00DD00D8"/>
    <w:rsid w:val="00DD0DB3"/>
    <w:rsid w:val="00DD34D4"/>
    <w:rsid w:val="00DD46E9"/>
    <w:rsid w:val="00DD58EB"/>
    <w:rsid w:val="00DD63BC"/>
    <w:rsid w:val="00DD71AB"/>
    <w:rsid w:val="00DD7BB2"/>
    <w:rsid w:val="00DE002E"/>
    <w:rsid w:val="00DE0255"/>
    <w:rsid w:val="00DE2428"/>
    <w:rsid w:val="00DE36E1"/>
    <w:rsid w:val="00DE3F17"/>
    <w:rsid w:val="00DE69A8"/>
    <w:rsid w:val="00DF1730"/>
    <w:rsid w:val="00DF17D9"/>
    <w:rsid w:val="00DF1A64"/>
    <w:rsid w:val="00DF1D05"/>
    <w:rsid w:val="00DF1EC8"/>
    <w:rsid w:val="00DF26BA"/>
    <w:rsid w:val="00DF4EB8"/>
    <w:rsid w:val="00DF6007"/>
    <w:rsid w:val="00DF6D53"/>
    <w:rsid w:val="00E00AA8"/>
    <w:rsid w:val="00E018F6"/>
    <w:rsid w:val="00E01E74"/>
    <w:rsid w:val="00E06C9A"/>
    <w:rsid w:val="00E0775E"/>
    <w:rsid w:val="00E07C43"/>
    <w:rsid w:val="00E102CC"/>
    <w:rsid w:val="00E151BA"/>
    <w:rsid w:val="00E16A1E"/>
    <w:rsid w:val="00E2018D"/>
    <w:rsid w:val="00E20200"/>
    <w:rsid w:val="00E22222"/>
    <w:rsid w:val="00E23ABE"/>
    <w:rsid w:val="00E23E4E"/>
    <w:rsid w:val="00E25149"/>
    <w:rsid w:val="00E26290"/>
    <w:rsid w:val="00E30E78"/>
    <w:rsid w:val="00E3119F"/>
    <w:rsid w:val="00E31773"/>
    <w:rsid w:val="00E32990"/>
    <w:rsid w:val="00E3453C"/>
    <w:rsid w:val="00E34840"/>
    <w:rsid w:val="00E357C3"/>
    <w:rsid w:val="00E35F66"/>
    <w:rsid w:val="00E3633D"/>
    <w:rsid w:val="00E36573"/>
    <w:rsid w:val="00E37BC9"/>
    <w:rsid w:val="00E41466"/>
    <w:rsid w:val="00E42F04"/>
    <w:rsid w:val="00E43423"/>
    <w:rsid w:val="00E45EA9"/>
    <w:rsid w:val="00E469C6"/>
    <w:rsid w:val="00E47500"/>
    <w:rsid w:val="00E505AF"/>
    <w:rsid w:val="00E5085F"/>
    <w:rsid w:val="00E50E2B"/>
    <w:rsid w:val="00E52E89"/>
    <w:rsid w:val="00E54669"/>
    <w:rsid w:val="00E54AC4"/>
    <w:rsid w:val="00E5549A"/>
    <w:rsid w:val="00E55520"/>
    <w:rsid w:val="00E570F2"/>
    <w:rsid w:val="00E578AD"/>
    <w:rsid w:val="00E61791"/>
    <w:rsid w:val="00E6231A"/>
    <w:rsid w:val="00E623D4"/>
    <w:rsid w:val="00E63FEB"/>
    <w:rsid w:val="00E641BD"/>
    <w:rsid w:val="00E67B6A"/>
    <w:rsid w:val="00E77DF0"/>
    <w:rsid w:val="00E8111F"/>
    <w:rsid w:val="00E839BA"/>
    <w:rsid w:val="00E846E0"/>
    <w:rsid w:val="00E84BAE"/>
    <w:rsid w:val="00E90AF7"/>
    <w:rsid w:val="00E91A48"/>
    <w:rsid w:val="00E95377"/>
    <w:rsid w:val="00E95D5A"/>
    <w:rsid w:val="00E979F5"/>
    <w:rsid w:val="00EA23B6"/>
    <w:rsid w:val="00EA2912"/>
    <w:rsid w:val="00EA660F"/>
    <w:rsid w:val="00EA7D0B"/>
    <w:rsid w:val="00EB25C7"/>
    <w:rsid w:val="00EB289F"/>
    <w:rsid w:val="00EB29AA"/>
    <w:rsid w:val="00EB2C30"/>
    <w:rsid w:val="00EC2A24"/>
    <w:rsid w:val="00EC2CCC"/>
    <w:rsid w:val="00EC450A"/>
    <w:rsid w:val="00EC5D9F"/>
    <w:rsid w:val="00EC5FD4"/>
    <w:rsid w:val="00ED42FD"/>
    <w:rsid w:val="00ED7415"/>
    <w:rsid w:val="00ED7436"/>
    <w:rsid w:val="00EE01B9"/>
    <w:rsid w:val="00EE106A"/>
    <w:rsid w:val="00EE14AF"/>
    <w:rsid w:val="00EE1B9B"/>
    <w:rsid w:val="00EE2C14"/>
    <w:rsid w:val="00EE5F83"/>
    <w:rsid w:val="00EE6D7D"/>
    <w:rsid w:val="00EE7986"/>
    <w:rsid w:val="00EF013A"/>
    <w:rsid w:val="00EF02BE"/>
    <w:rsid w:val="00EF5757"/>
    <w:rsid w:val="00F00A1A"/>
    <w:rsid w:val="00F04F08"/>
    <w:rsid w:val="00F10D0D"/>
    <w:rsid w:val="00F11C8F"/>
    <w:rsid w:val="00F145B6"/>
    <w:rsid w:val="00F14B34"/>
    <w:rsid w:val="00F15D2A"/>
    <w:rsid w:val="00F16954"/>
    <w:rsid w:val="00F17D89"/>
    <w:rsid w:val="00F20128"/>
    <w:rsid w:val="00F20278"/>
    <w:rsid w:val="00F20546"/>
    <w:rsid w:val="00F20B1A"/>
    <w:rsid w:val="00F20D3D"/>
    <w:rsid w:val="00F2144C"/>
    <w:rsid w:val="00F21B71"/>
    <w:rsid w:val="00F24C32"/>
    <w:rsid w:val="00F2717E"/>
    <w:rsid w:val="00F27966"/>
    <w:rsid w:val="00F30A92"/>
    <w:rsid w:val="00F319FC"/>
    <w:rsid w:val="00F33B51"/>
    <w:rsid w:val="00F33C70"/>
    <w:rsid w:val="00F341B3"/>
    <w:rsid w:val="00F347A2"/>
    <w:rsid w:val="00F37788"/>
    <w:rsid w:val="00F40E0A"/>
    <w:rsid w:val="00F435B1"/>
    <w:rsid w:val="00F447E0"/>
    <w:rsid w:val="00F44C2D"/>
    <w:rsid w:val="00F4553B"/>
    <w:rsid w:val="00F46812"/>
    <w:rsid w:val="00F46CFB"/>
    <w:rsid w:val="00F46D2E"/>
    <w:rsid w:val="00F51BFC"/>
    <w:rsid w:val="00F51EA8"/>
    <w:rsid w:val="00F52175"/>
    <w:rsid w:val="00F52D68"/>
    <w:rsid w:val="00F53D7F"/>
    <w:rsid w:val="00F545EC"/>
    <w:rsid w:val="00F547B8"/>
    <w:rsid w:val="00F548B2"/>
    <w:rsid w:val="00F55326"/>
    <w:rsid w:val="00F55F21"/>
    <w:rsid w:val="00F601B8"/>
    <w:rsid w:val="00F60C03"/>
    <w:rsid w:val="00F61744"/>
    <w:rsid w:val="00F61E6F"/>
    <w:rsid w:val="00F64272"/>
    <w:rsid w:val="00F6589C"/>
    <w:rsid w:val="00F65D64"/>
    <w:rsid w:val="00F70DE4"/>
    <w:rsid w:val="00F72DE3"/>
    <w:rsid w:val="00F736A0"/>
    <w:rsid w:val="00F74490"/>
    <w:rsid w:val="00F800FF"/>
    <w:rsid w:val="00F80C26"/>
    <w:rsid w:val="00F81A22"/>
    <w:rsid w:val="00F81CBF"/>
    <w:rsid w:val="00F81D2F"/>
    <w:rsid w:val="00F82FE2"/>
    <w:rsid w:val="00F835F1"/>
    <w:rsid w:val="00F83618"/>
    <w:rsid w:val="00F844CC"/>
    <w:rsid w:val="00F84973"/>
    <w:rsid w:val="00F84D09"/>
    <w:rsid w:val="00F85D9A"/>
    <w:rsid w:val="00F865BF"/>
    <w:rsid w:val="00F86E2E"/>
    <w:rsid w:val="00F87442"/>
    <w:rsid w:val="00F92A1C"/>
    <w:rsid w:val="00F933BD"/>
    <w:rsid w:val="00FA26A5"/>
    <w:rsid w:val="00FA34C4"/>
    <w:rsid w:val="00FA408F"/>
    <w:rsid w:val="00FA4193"/>
    <w:rsid w:val="00FA571A"/>
    <w:rsid w:val="00FA5D32"/>
    <w:rsid w:val="00FA5DD4"/>
    <w:rsid w:val="00FA670B"/>
    <w:rsid w:val="00FA70DF"/>
    <w:rsid w:val="00FB2508"/>
    <w:rsid w:val="00FB3BA6"/>
    <w:rsid w:val="00FB3FFA"/>
    <w:rsid w:val="00FB7020"/>
    <w:rsid w:val="00FB7EE2"/>
    <w:rsid w:val="00FC2C1C"/>
    <w:rsid w:val="00FC55F3"/>
    <w:rsid w:val="00FC6AA5"/>
    <w:rsid w:val="00FD400B"/>
    <w:rsid w:val="00FD4B28"/>
    <w:rsid w:val="00FD6C0E"/>
    <w:rsid w:val="00FD77A9"/>
    <w:rsid w:val="00FE1759"/>
    <w:rsid w:val="00FE2091"/>
    <w:rsid w:val="00FF0C78"/>
    <w:rsid w:val="00FF1265"/>
    <w:rsid w:val="00FF3500"/>
    <w:rsid w:val="00FF4638"/>
    <w:rsid w:val="00FF49FB"/>
    <w:rsid w:val="00FF4CD7"/>
    <w:rsid w:val="00FF4CE8"/>
    <w:rsid w:val="00FF5E6D"/>
    <w:rsid w:val="00FF6594"/>
    <w:rsid w:val="00FF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5F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2B3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5669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2B3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669E8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simple">
    <w:name w:val="simple"/>
    <w:basedOn w:val="Normal"/>
    <w:uiPriority w:val="99"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5669E8"/>
    <w:rPr>
      <w:rFonts w:cs="Times New Roman"/>
      <w:color w:val="0000FF"/>
      <w:u w:val="single"/>
    </w:rPr>
  </w:style>
  <w:style w:type="character" w:customStyle="1" w:styleId="ingrbold">
    <w:name w:val="ingr_bold"/>
    <w:basedOn w:val="DefaultParagraphFont"/>
    <w:uiPriority w:val="99"/>
    <w:rsid w:val="005669E8"/>
    <w:rPr>
      <w:rFonts w:cs="Times New Roman"/>
    </w:rPr>
  </w:style>
  <w:style w:type="character" w:styleId="Strong">
    <w:name w:val="Strong"/>
    <w:basedOn w:val="DefaultParagraphFont"/>
    <w:uiPriority w:val="99"/>
    <w:qFormat/>
    <w:rsid w:val="005669E8"/>
    <w:rPr>
      <w:rFonts w:cs="Times New Roman"/>
      <w:b/>
      <w:bCs/>
    </w:rPr>
  </w:style>
  <w:style w:type="character" w:customStyle="1" w:styleId="dark">
    <w:name w:val="dark"/>
    <w:basedOn w:val="DefaultParagraphFont"/>
    <w:uiPriority w:val="99"/>
    <w:rsid w:val="005669E8"/>
    <w:rPr>
      <w:rFonts w:cs="Times New Roman"/>
    </w:rPr>
  </w:style>
  <w:style w:type="paragraph" w:customStyle="1" w:styleId="dark1">
    <w:name w:val="dark1"/>
    <w:basedOn w:val="Normal"/>
    <w:uiPriority w:val="99"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">
    <w:name w:val="title"/>
    <w:basedOn w:val="Normal"/>
    <w:uiPriority w:val="99"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ndex">
    <w:name w:val="yandex"/>
    <w:basedOn w:val="Normal"/>
    <w:uiPriority w:val="99"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le">
    <w:name w:val="google"/>
    <w:basedOn w:val="Normal"/>
    <w:uiPriority w:val="99"/>
    <w:rsid w:val="00566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6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69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A29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E6F89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F933BD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99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9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99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9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99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247</Words>
  <Characters>1414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Your User Name</dc:creator>
  <cp:keywords/>
  <dc:description/>
  <cp:lastModifiedBy>Администрация</cp:lastModifiedBy>
  <cp:revision>7</cp:revision>
  <cp:lastPrinted>2015-06-16T05:16:00Z</cp:lastPrinted>
  <dcterms:created xsi:type="dcterms:W3CDTF">2015-05-25T07:05:00Z</dcterms:created>
  <dcterms:modified xsi:type="dcterms:W3CDTF">2015-06-16T05:21:00Z</dcterms:modified>
</cp:coreProperties>
</file>