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37E" w:rsidRDefault="0018737E" w:rsidP="005C6FFF">
      <w:pPr>
        <w:jc w:val="center"/>
        <w:rPr>
          <w:noProof/>
          <w:color w:val="FFFFFF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pt;margin-top:-38.1pt;width:42pt;height:48pt;z-index:-251658240;mso-wrap-distance-left:7in;mso-wrap-distance-right:7in;mso-position-horizontal-relative:margin" wrapcoords="-386 0 -386 21262 20829 21262 20829 0 -386 0">
            <v:imagedata r:id="rId4" o:title="" cropright="-3277f" chromakey="#1c1c1c" gain="10" blacklevel="-7864f" grayscale="t" bilevel="t"/>
            <w10:wrap type="tight" anchorx="margin"/>
          </v:shape>
        </w:pict>
      </w:r>
      <w:r>
        <w:rPr>
          <w:noProof/>
          <w:color w:val="FFFFFF"/>
        </w:rPr>
        <w:t>7</w:t>
      </w:r>
    </w:p>
    <w:p w:rsidR="0018737E" w:rsidRDefault="0018737E" w:rsidP="005C6FFF">
      <w:pPr>
        <w:jc w:val="center"/>
        <w:rPr>
          <w:noProof/>
          <w:color w:val="FFFFFF"/>
        </w:rPr>
      </w:pPr>
      <w:r>
        <w:rPr>
          <w:noProof/>
          <w:color w:val="FFFFFF"/>
        </w:rPr>
        <w:t xml:space="preserve">                                                                                              </w:t>
      </w:r>
      <w:r w:rsidRPr="005C6FFF">
        <w:rPr>
          <w:b/>
        </w:rPr>
        <w:t xml:space="preserve"> </w:t>
      </w:r>
      <w:r w:rsidRPr="000A6EB8">
        <w:rPr>
          <w:b/>
          <w:sz w:val="52"/>
          <w:szCs w:val="52"/>
        </w:rPr>
        <w:t>ПРОЕКТ</w:t>
      </w:r>
    </w:p>
    <w:p w:rsidR="0018737E" w:rsidRPr="00690629" w:rsidRDefault="0018737E" w:rsidP="005672BA">
      <w:pPr>
        <w:tabs>
          <w:tab w:val="left" w:pos="4125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color w:val="FFFFFF"/>
        </w:rPr>
        <w:t>МОМ</w:t>
      </w:r>
    </w:p>
    <w:p w:rsidR="0018737E" w:rsidRPr="00BE4224" w:rsidRDefault="0018737E" w:rsidP="005672BA">
      <w:pPr>
        <w:tabs>
          <w:tab w:val="left" w:pos="4125"/>
        </w:tabs>
        <w:ind w:firstLine="0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E4224">
        <w:rPr>
          <w:rFonts w:ascii="Times New Roman" w:hAnsi="Times New Roman" w:cs="Times New Roman"/>
          <w:b/>
          <w:bCs/>
          <w:noProof/>
          <w:sz w:val="28"/>
          <w:szCs w:val="28"/>
        </w:rPr>
        <w:t>ПОСТАНОВЛЕНИЕ</w:t>
      </w:r>
    </w:p>
    <w:p w:rsidR="0018737E" w:rsidRPr="00BE4224" w:rsidRDefault="0018737E" w:rsidP="005672BA">
      <w:pPr>
        <w:tabs>
          <w:tab w:val="left" w:pos="41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737E" w:rsidRPr="00BE4224" w:rsidRDefault="0018737E" w:rsidP="005672BA">
      <w:pPr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АДМИНИСТРАЦИИ ХОПЕРСКОГО СЕЛЬСКОГО</w:t>
      </w:r>
      <w:r w:rsidRPr="00BE4224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</w:t>
      </w:r>
    </w:p>
    <w:p w:rsidR="0018737E" w:rsidRPr="00BE4224" w:rsidRDefault="0018737E" w:rsidP="005672BA">
      <w:pPr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E4224">
        <w:rPr>
          <w:rFonts w:ascii="Times New Roman" w:hAnsi="Times New Roman" w:cs="Times New Roman"/>
          <w:b/>
          <w:bCs/>
          <w:sz w:val="28"/>
          <w:szCs w:val="28"/>
        </w:rPr>
        <w:t>ТИХОРЕЦКОГО РАЙОНА</w:t>
      </w:r>
    </w:p>
    <w:p w:rsidR="0018737E" w:rsidRPr="00BE4224" w:rsidRDefault="0018737E" w:rsidP="00061F13">
      <w:pPr>
        <w:rPr>
          <w:rFonts w:ascii="Times New Roman" w:hAnsi="Times New Roman" w:cs="Times New Roman"/>
          <w:b/>
          <w:sz w:val="28"/>
          <w:szCs w:val="28"/>
        </w:rPr>
      </w:pPr>
    </w:p>
    <w:p w:rsidR="0018737E" w:rsidRPr="00BE4224" w:rsidRDefault="0018737E" w:rsidP="005672BA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BE4224">
        <w:rPr>
          <w:rFonts w:ascii="Times New Roman" w:hAnsi="Times New Roman" w:cs="Times New Roman"/>
          <w:b/>
          <w:sz w:val="28"/>
          <w:szCs w:val="28"/>
        </w:rPr>
        <w:t>от _________</w:t>
      </w:r>
      <w:r w:rsidRPr="00BE4224">
        <w:rPr>
          <w:rFonts w:ascii="Times New Roman" w:hAnsi="Times New Roman" w:cs="Times New Roman"/>
          <w:b/>
          <w:sz w:val="28"/>
          <w:szCs w:val="28"/>
        </w:rPr>
        <w:tab/>
      </w:r>
      <w:r w:rsidRPr="00BE422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Pr="00BE4224">
        <w:rPr>
          <w:rFonts w:ascii="Times New Roman" w:hAnsi="Times New Roman" w:cs="Times New Roman"/>
          <w:b/>
          <w:sz w:val="28"/>
          <w:szCs w:val="28"/>
        </w:rPr>
        <w:t xml:space="preserve">   № ______</w:t>
      </w:r>
    </w:p>
    <w:p w:rsidR="0018737E" w:rsidRPr="00BE4224" w:rsidRDefault="0018737E" w:rsidP="00061F13">
      <w:pPr>
        <w:tabs>
          <w:tab w:val="left" w:pos="41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737E" w:rsidRDefault="0018737E" w:rsidP="00061F13">
      <w:pPr>
        <w:pStyle w:val="Heading1"/>
        <w:spacing w:before="0" w:after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BE4224">
        <w:rPr>
          <w:rFonts w:ascii="Times New Roman" w:hAnsi="Times New Roman" w:cs="Times New Roman"/>
          <w:color w:val="auto"/>
          <w:sz w:val="28"/>
          <w:szCs w:val="28"/>
        </w:rPr>
        <w:t>Об утверждении административного регламента предос</w:t>
      </w:r>
      <w:r>
        <w:rPr>
          <w:rFonts w:ascii="Times New Roman" w:hAnsi="Times New Roman" w:cs="Times New Roman"/>
          <w:color w:val="auto"/>
          <w:sz w:val="28"/>
          <w:szCs w:val="28"/>
        </w:rPr>
        <w:t>тавления муниципальной услуги «Включение в список</w:t>
      </w:r>
      <w:r w:rsidRPr="00BE4224">
        <w:rPr>
          <w:rFonts w:ascii="Times New Roman" w:hAnsi="Times New Roman" w:cs="Times New Roman"/>
          <w:color w:val="auto"/>
          <w:sz w:val="28"/>
          <w:szCs w:val="28"/>
        </w:rPr>
        <w:t xml:space="preserve"> граждан, имеющих право на приобретение жилья экономического класса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рамках</w:t>
      </w:r>
      <w:r w:rsidRPr="00BE4224">
        <w:rPr>
          <w:rFonts w:ascii="Times New Roman" w:hAnsi="Times New Roman" w:cs="Times New Roman"/>
          <w:color w:val="auto"/>
          <w:sz w:val="28"/>
          <w:szCs w:val="28"/>
        </w:rPr>
        <w:t xml:space="preserve"> программы </w:t>
      </w:r>
    </w:p>
    <w:p w:rsidR="0018737E" w:rsidRPr="00BE4224" w:rsidRDefault="0018737E" w:rsidP="00061F13">
      <w:pPr>
        <w:pStyle w:val="Heading1"/>
        <w:spacing w:before="0" w:after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BE4224">
        <w:rPr>
          <w:rFonts w:ascii="Times New Roman" w:hAnsi="Times New Roman" w:cs="Times New Roman"/>
          <w:color w:val="auto"/>
          <w:sz w:val="28"/>
          <w:szCs w:val="28"/>
        </w:rPr>
        <w:t xml:space="preserve">«Жилье для российской семьи» </w:t>
      </w:r>
    </w:p>
    <w:p w:rsidR="0018737E" w:rsidRPr="00BE4224" w:rsidRDefault="0018737E" w:rsidP="00061F13">
      <w:pPr>
        <w:rPr>
          <w:rFonts w:ascii="Times New Roman" w:hAnsi="Times New Roman" w:cs="Times New Roman"/>
          <w:sz w:val="28"/>
          <w:szCs w:val="28"/>
        </w:rPr>
      </w:pPr>
    </w:p>
    <w:p w:rsidR="0018737E" w:rsidRPr="00586EEB" w:rsidRDefault="0018737E" w:rsidP="005672BA">
      <w:pPr>
        <w:pStyle w:val="Heading1"/>
        <w:spacing w:before="0"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86EEB">
        <w:rPr>
          <w:rFonts w:ascii="Times New Roman" w:hAnsi="Times New Roman" w:cs="Times New Roman"/>
          <w:b w:val="0"/>
          <w:color w:val="auto"/>
          <w:sz w:val="28"/>
          <w:szCs w:val="28"/>
        </w:rPr>
        <w:t>В целях утверждения административного регламента по предоставлению муниципальной услуги «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Включение</w:t>
      </w:r>
      <w:r w:rsidRPr="00586EE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список граждан, имеющих право на приобретение жилья экономического класса в рамках программы «Жилье для российской семьи», и на основании </w:t>
      </w:r>
      <w:hyperlink r:id="rId5" w:history="1">
        <w:r w:rsidRPr="00586EEB">
          <w:rPr>
            <w:rStyle w:val="a0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от 27 июля 2010 </w:t>
      </w:r>
      <w:r w:rsidRPr="00586EEB">
        <w:rPr>
          <w:rFonts w:ascii="Times New Roman" w:hAnsi="Times New Roman" w:cs="Times New Roman"/>
          <w:b w:val="0"/>
          <w:color w:val="auto"/>
          <w:sz w:val="28"/>
          <w:szCs w:val="28"/>
        </w:rPr>
        <w:t>года №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86EEB">
        <w:rPr>
          <w:rFonts w:ascii="Times New Roman" w:hAnsi="Times New Roman" w:cs="Times New Roman"/>
          <w:b w:val="0"/>
          <w:color w:val="auto"/>
          <w:sz w:val="28"/>
          <w:szCs w:val="28"/>
        </w:rPr>
        <w:t>210-ФЗ «Об организации предоставления государственных и муниципальных услуг» п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86EEB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86EEB">
        <w:rPr>
          <w:rFonts w:ascii="Times New Roman" w:hAnsi="Times New Roman" w:cs="Times New Roman"/>
          <w:b w:val="0"/>
          <w:color w:val="auto"/>
          <w:sz w:val="28"/>
          <w:szCs w:val="28"/>
        </w:rPr>
        <w:t>с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86EEB">
        <w:rPr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86EEB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86EEB"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86EEB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86EEB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86EEB">
        <w:rPr>
          <w:rFonts w:ascii="Times New Roman" w:hAnsi="Times New Roman" w:cs="Times New Roman"/>
          <w:b w:val="0"/>
          <w:color w:val="auto"/>
          <w:sz w:val="28"/>
          <w:szCs w:val="28"/>
        </w:rPr>
        <w:t>л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86EEB">
        <w:rPr>
          <w:rFonts w:ascii="Times New Roman" w:hAnsi="Times New Roman" w:cs="Times New Roman"/>
          <w:b w:val="0"/>
          <w:color w:val="auto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86EEB">
        <w:rPr>
          <w:rFonts w:ascii="Times New Roman" w:hAnsi="Times New Roman" w:cs="Times New Roman"/>
          <w:b w:val="0"/>
          <w:color w:val="auto"/>
          <w:sz w:val="28"/>
          <w:szCs w:val="28"/>
        </w:rPr>
        <w:t>ю:</w:t>
      </w:r>
    </w:p>
    <w:p w:rsidR="0018737E" w:rsidRPr="00BE4224" w:rsidRDefault="0018737E" w:rsidP="005672BA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61F13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sub_1000" w:history="1">
        <w:r w:rsidRPr="00061F13">
          <w:rPr>
            <w:rStyle w:val="a0"/>
            <w:rFonts w:ascii="Times New Roman" w:hAnsi="Times New Roman"/>
            <w:b w:val="0"/>
            <w:color w:val="auto"/>
            <w:sz w:val="28"/>
            <w:szCs w:val="28"/>
          </w:rPr>
          <w:t>административный регламент</w:t>
        </w:r>
      </w:hyperlink>
      <w:r w:rsidRPr="00061F13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Pr="00BE4224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>
        <w:rPr>
          <w:rFonts w:ascii="Times New Roman" w:hAnsi="Times New Roman" w:cs="Times New Roman"/>
          <w:sz w:val="28"/>
          <w:szCs w:val="28"/>
        </w:rPr>
        <w:t>«В</w:t>
      </w:r>
      <w:r w:rsidRPr="00586EEB">
        <w:rPr>
          <w:rFonts w:ascii="Times New Roman" w:hAnsi="Times New Roman" w:cs="Times New Roman"/>
          <w:sz w:val="28"/>
          <w:szCs w:val="28"/>
        </w:rPr>
        <w:t>ключени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86EEB">
        <w:rPr>
          <w:rFonts w:ascii="Times New Roman" w:hAnsi="Times New Roman" w:cs="Times New Roman"/>
          <w:sz w:val="28"/>
          <w:szCs w:val="28"/>
        </w:rPr>
        <w:t xml:space="preserve"> в список граждан, имеющих право на приобретение жилья экономического класса в рамках программы «Жилье для российской семьи» </w:t>
      </w:r>
      <w:r w:rsidRPr="00BE4224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18737E" w:rsidRPr="00BE4224" w:rsidRDefault="0018737E" w:rsidP="005672BA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0" w:name="sub_5"/>
      <w:r w:rsidRPr="00BE422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Обнародовать</w:t>
      </w:r>
      <w:r w:rsidRPr="00BE4224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 специально установленных местах и разместить</w:t>
      </w:r>
      <w:r w:rsidRPr="00BE422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Хоперского сельского поселения</w:t>
      </w:r>
      <w:r w:rsidRPr="00BE4224">
        <w:rPr>
          <w:rFonts w:ascii="Times New Roman" w:hAnsi="Times New Roman" w:cs="Times New Roman"/>
          <w:sz w:val="28"/>
          <w:szCs w:val="28"/>
        </w:rPr>
        <w:t xml:space="preserve">  Тихорецкого района в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E4224">
        <w:rPr>
          <w:rFonts w:ascii="Times New Roman" w:hAnsi="Times New Roman" w:cs="Times New Roman"/>
          <w:sz w:val="28"/>
          <w:szCs w:val="28"/>
        </w:rPr>
        <w:t>телекоммуникационной сети «Интернет».</w:t>
      </w:r>
    </w:p>
    <w:p w:rsidR="0018737E" w:rsidRPr="00BE4224" w:rsidRDefault="0018737E" w:rsidP="005672BA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E4224">
        <w:rPr>
          <w:rFonts w:ascii="Times New Roman" w:hAnsi="Times New Roman" w:cs="Times New Roman"/>
          <w:sz w:val="28"/>
          <w:szCs w:val="28"/>
        </w:rPr>
        <w:t>3.Контроль за выполнением настоящего по</w:t>
      </w:r>
      <w:r>
        <w:rPr>
          <w:rFonts w:ascii="Times New Roman" w:hAnsi="Times New Roman" w:cs="Times New Roman"/>
          <w:sz w:val="28"/>
          <w:szCs w:val="28"/>
        </w:rPr>
        <w:t>становления оставляю за собой.</w:t>
      </w:r>
    </w:p>
    <w:p w:rsidR="0018737E" w:rsidRPr="00BE4224" w:rsidRDefault="0018737E" w:rsidP="005672BA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" w:name="sub_6"/>
      <w:bookmarkEnd w:id="0"/>
      <w:r w:rsidRPr="00BE4224">
        <w:rPr>
          <w:rFonts w:ascii="Times New Roman" w:hAnsi="Times New Roman" w:cs="Times New Roman"/>
          <w:sz w:val="28"/>
          <w:szCs w:val="28"/>
        </w:rPr>
        <w:t>4.Постановление вступает в силу со дня его о</w:t>
      </w:r>
      <w:r>
        <w:rPr>
          <w:rFonts w:ascii="Times New Roman" w:hAnsi="Times New Roman" w:cs="Times New Roman"/>
          <w:sz w:val="28"/>
          <w:szCs w:val="28"/>
        </w:rPr>
        <w:t>бнародования</w:t>
      </w:r>
      <w:r w:rsidRPr="00BE4224">
        <w:rPr>
          <w:rFonts w:ascii="Times New Roman" w:hAnsi="Times New Roman" w:cs="Times New Roman"/>
          <w:sz w:val="28"/>
          <w:szCs w:val="28"/>
        </w:rPr>
        <w:t>.</w:t>
      </w:r>
      <w:bookmarkEnd w:id="1"/>
    </w:p>
    <w:p w:rsidR="0018737E" w:rsidRDefault="0018737E" w:rsidP="005672BA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18737E" w:rsidRDefault="0018737E" w:rsidP="005672BA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18737E" w:rsidRPr="00BE4224" w:rsidRDefault="0018737E" w:rsidP="005672BA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18737E" w:rsidRDefault="0018737E" w:rsidP="00061F1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Хоперского сельского</w:t>
      </w:r>
    </w:p>
    <w:p w:rsidR="0018737E" w:rsidRPr="007A245F" w:rsidRDefault="0018737E" w:rsidP="00061F1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E4224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224">
        <w:rPr>
          <w:rFonts w:ascii="Times New Roman" w:hAnsi="Times New Roman" w:cs="Times New Roman"/>
          <w:sz w:val="28"/>
          <w:szCs w:val="28"/>
        </w:rPr>
        <w:t>Тихорецкого района</w:t>
      </w:r>
      <w:r w:rsidRPr="00BE4224">
        <w:rPr>
          <w:rFonts w:ascii="Times New Roman" w:hAnsi="Times New Roman" w:cs="Times New Roman"/>
          <w:sz w:val="28"/>
          <w:szCs w:val="28"/>
        </w:rPr>
        <w:tab/>
      </w:r>
      <w:r w:rsidRPr="00BE422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С.Ю.Писанов</w:t>
      </w:r>
      <w:r w:rsidRPr="00BE422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8737E" w:rsidRPr="00BE4224" w:rsidRDefault="0018737E" w:rsidP="00061F13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18737E" w:rsidRPr="00BE4224" w:rsidRDefault="0018737E" w:rsidP="00061F13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18737E" w:rsidRPr="00BE4224" w:rsidRDefault="0018737E" w:rsidP="00061F13">
      <w:pPr>
        <w:rPr>
          <w:rFonts w:ascii="Times New Roman" w:hAnsi="Times New Roman" w:cs="Times New Roman"/>
          <w:sz w:val="28"/>
          <w:szCs w:val="28"/>
        </w:rPr>
      </w:pPr>
    </w:p>
    <w:p w:rsidR="0018737E" w:rsidRPr="00BE4224" w:rsidRDefault="0018737E" w:rsidP="00061F13">
      <w:pPr>
        <w:pStyle w:val="Heading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18737E" w:rsidRDefault="0018737E"/>
    <w:sectPr w:rsidR="0018737E" w:rsidSect="00CF04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1F13"/>
    <w:rsid w:val="000151F9"/>
    <w:rsid w:val="00016CB8"/>
    <w:rsid w:val="00061F13"/>
    <w:rsid w:val="000764FB"/>
    <w:rsid w:val="000A6EB8"/>
    <w:rsid w:val="0018737E"/>
    <w:rsid w:val="00486E7E"/>
    <w:rsid w:val="005672BA"/>
    <w:rsid w:val="00586EEB"/>
    <w:rsid w:val="005C6FFF"/>
    <w:rsid w:val="00690629"/>
    <w:rsid w:val="006C79EB"/>
    <w:rsid w:val="007A245F"/>
    <w:rsid w:val="00902859"/>
    <w:rsid w:val="00921A1E"/>
    <w:rsid w:val="0092535A"/>
    <w:rsid w:val="00AA715E"/>
    <w:rsid w:val="00AD71C2"/>
    <w:rsid w:val="00B303D1"/>
    <w:rsid w:val="00BE4224"/>
    <w:rsid w:val="00C41C4F"/>
    <w:rsid w:val="00CA3338"/>
    <w:rsid w:val="00CF0468"/>
    <w:rsid w:val="00DC0909"/>
    <w:rsid w:val="00E5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F1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1F1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61F13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Цветовое выделение"/>
    <w:uiPriority w:val="99"/>
    <w:rsid w:val="00061F13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61F13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7751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247</Words>
  <Characters>1408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Администрация</cp:lastModifiedBy>
  <cp:revision>12</cp:revision>
  <cp:lastPrinted>2015-07-24T14:06:00Z</cp:lastPrinted>
  <dcterms:created xsi:type="dcterms:W3CDTF">2015-06-02T13:53:00Z</dcterms:created>
  <dcterms:modified xsi:type="dcterms:W3CDTF">2015-08-03T11:41:00Z</dcterms:modified>
</cp:coreProperties>
</file>