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A4" w:rsidRPr="00994C45" w:rsidRDefault="005670A4" w:rsidP="00994C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4pt;margin-top:-35.4pt;width:42pt;height:48pt;z-index:-251658240;visibility:visible;mso-wrap-distance-left:7in;mso-wrap-distance-right:7in;mso-position-horizontal-relative:margin" wrapcoords="-386 0 -386 21262 20829 21262 20829 0 -386 0">
            <v:imagedata r:id="rId6" o:title="" cropright="-3277f" chromakey="#1c1c1c" gain="10" blacklevel="-7864f" grayscale="t" bilevel="t"/>
            <w10:wrap type="tight" anchorx="margin"/>
          </v:shape>
        </w:pict>
      </w:r>
      <w:r w:rsidRPr="00994C45">
        <w:rPr>
          <w:rFonts w:ascii="Times New Roman" w:hAnsi="Times New Roman" w:cs="Times New Roman"/>
          <w:sz w:val="28"/>
          <w:szCs w:val="28"/>
        </w:rPr>
        <w:t>СОВЕТ ХОПЕРСКОГО СЕЛЬСКОГО ПОСЕЛЕНИЯ</w:t>
      </w:r>
    </w:p>
    <w:p w:rsidR="005670A4" w:rsidRPr="00994C45" w:rsidRDefault="005670A4" w:rsidP="00994C45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C45">
        <w:rPr>
          <w:rFonts w:ascii="Times New Roman" w:hAnsi="Times New Roman" w:cs="Times New Roman"/>
          <w:sz w:val="28"/>
          <w:szCs w:val="28"/>
        </w:rPr>
        <w:t xml:space="preserve">ТИХОРЕЦКОГО РАЙОНА  </w:t>
      </w:r>
    </w:p>
    <w:p w:rsidR="005670A4" w:rsidRPr="00994C45" w:rsidRDefault="005670A4" w:rsidP="00994C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70A4" w:rsidRPr="00994C45" w:rsidRDefault="005670A4" w:rsidP="00580C19">
      <w:pPr>
        <w:jc w:val="right"/>
        <w:rPr>
          <w:rFonts w:ascii="Times New Roman" w:hAnsi="Times New Roman" w:cs="Times New Roman"/>
          <w:sz w:val="28"/>
          <w:szCs w:val="28"/>
        </w:rPr>
      </w:pPr>
      <w:r w:rsidRPr="00994C4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80C19">
        <w:rPr>
          <w:rFonts w:ascii="Times New Roman" w:hAnsi="Times New Roman" w:cs="Times New Roman"/>
          <w:b/>
          <w:sz w:val="36"/>
          <w:szCs w:val="36"/>
        </w:rPr>
        <w:t>ПРОЕКТ</w:t>
      </w:r>
    </w:p>
    <w:p w:rsidR="005670A4" w:rsidRPr="00994C45" w:rsidRDefault="005670A4" w:rsidP="00994C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0A4" w:rsidRPr="00994C45" w:rsidRDefault="005670A4" w:rsidP="00994C45">
      <w:pPr>
        <w:rPr>
          <w:rFonts w:ascii="Times New Roman" w:hAnsi="Times New Roman" w:cs="Times New Roman"/>
          <w:sz w:val="28"/>
          <w:szCs w:val="28"/>
        </w:rPr>
      </w:pPr>
      <w:r w:rsidRPr="00994C4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94C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4C4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994C4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4C4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670A4" w:rsidRPr="00994C45" w:rsidRDefault="005670A4" w:rsidP="00994C45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C45">
        <w:rPr>
          <w:rFonts w:ascii="Times New Roman" w:hAnsi="Times New Roman" w:cs="Times New Roman"/>
          <w:sz w:val="28"/>
          <w:szCs w:val="28"/>
        </w:rPr>
        <w:t>станица Хоперская</w:t>
      </w:r>
    </w:p>
    <w:p w:rsidR="005670A4" w:rsidRPr="00994C45" w:rsidRDefault="005670A4" w:rsidP="00994C45">
      <w:pPr>
        <w:pStyle w:val="ConsPlusTitle"/>
        <w:widowControl/>
        <w:rPr>
          <w:spacing w:val="-10"/>
        </w:rPr>
      </w:pPr>
    </w:p>
    <w:p w:rsidR="005670A4" w:rsidRPr="00994C45" w:rsidRDefault="005670A4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б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утвержден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ии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внесения изменений в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а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землепользования и застройки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Хоперского сельского поселения Тихорецкого района</w:t>
      </w:r>
    </w:p>
    <w:p w:rsidR="005670A4" w:rsidRPr="00994C45" w:rsidRDefault="005670A4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5670A4" w:rsidRPr="00994C45" w:rsidRDefault="005670A4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5670A4" w:rsidRPr="00994C45" w:rsidRDefault="005670A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Согласно части 1 статьи 36 Градостроительного кодекса Российской Федерации, в соответствии с Федеральным законом от 05 мая 2014 года №131-ФЗ «О внесении изменений в Градостроительный кодекс Российской Федерации», в</w:t>
      </w:r>
      <w:r w:rsidRPr="006E55BC">
        <w:rPr>
          <w:rFonts w:ascii="Times New Roman" w:hAnsi="Times New Roman" w:cs="Times New Roman"/>
          <w:spacing w:val="-10"/>
          <w:sz w:val="28"/>
          <w:szCs w:val="28"/>
        </w:rPr>
        <w:t xml:space="preserve"> целях создания условий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для устойчивого развития Хоперского сельского поселения Тихорецкого района, эффективного землепользования и застройки, планировки территории поселения, обеспечения прав и законных интересов физических и юридических лиц, в соответствии с Градостроительным кодексом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Российской Федерации»,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Хоперского сельского поселения Тихорецкого района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, Совет Хоперского сельского поселения Тихорецкого района РЕШИЛ:</w:t>
      </w:r>
    </w:p>
    <w:p w:rsidR="005670A4" w:rsidRDefault="005670A4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>1.</w:t>
      </w:r>
      <w:r>
        <w:rPr>
          <w:rFonts w:ascii="Times New Roman" w:hAnsi="Times New Roman" w:cs="Times New Roman"/>
          <w:spacing w:val="-10"/>
          <w:sz w:val="28"/>
          <w:szCs w:val="28"/>
        </w:rPr>
        <w:t>Утверди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ть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внесение изменений в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pacing w:val="-10"/>
          <w:sz w:val="28"/>
          <w:szCs w:val="28"/>
        </w:rPr>
        <w:t>землепользования и застройки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Хоперского сельского поселения Тихорецкого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(прилагаю</w:t>
      </w:r>
      <w:r w:rsidRPr="00994C45">
        <w:rPr>
          <w:rFonts w:ascii="Times New Roman" w:hAnsi="Times New Roman" w:cs="Times New Roman"/>
          <w:color w:val="000000"/>
          <w:sz w:val="28"/>
          <w:szCs w:val="28"/>
        </w:rPr>
        <w:t>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составе:</w:t>
      </w:r>
    </w:p>
    <w:p w:rsidR="005670A4" w:rsidRDefault="005670A4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порядок применения настоящих Правил и внесения в них изменений (общая часть);</w:t>
      </w:r>
    </w:p>
    <w:p w:rsidR="005670A4" w:rsidRDefault="005670A4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карта градостроительного зонирования;</w:t>
      </w:r>
    </w:p>
    <w:p w:rsidR="005670A4" w:rsidRPr="00994C45" w:rsidRDefault="005670A4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градостроительные регламенты изложить в новой редакции.</w:t>
      </w:r>
    </w:p>
    <w:p w:rsidR="005670A4" w:rsidRDefault="005670A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Администрации Хоперского сельского поселения Тихорецкого района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привести свои муниципальные правовые акты в соответствие с Правилами землепользования и застройки Хоперского сельского поселения Тихорецкого района.</w:t>
      </w:r>
    </w:p>
    <w:p w:rsidR="005670A4" w:rsidRDefault="005670A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.Контроль за выполнением настоящего решения возложить 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комиссию </w:t>
      </w:r>
      <w:r w:rsidRPr="003D7432">
        <w:rPr>
          <w:rFonts w:ascii="Times New Roman" w:hAnsi="Times New Roman" w:cs="Times New Roman"/>
          <w:sz w:val="28"/>
          <w:szCs w:val="28"/>
        </w:rPr>
        <w:t>по вопросам сельского хозяйства и землеустройству, коммунальному хозяйству, транспорту, связи и благоустройству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Совета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>(Фощенко)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5670A4" w:rsidRPr="00F806BF" w:rsidRDefault="005670A4" w:rsidP="000D06B7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2"/>
      <w:r>
        <w:rPr>
          <w:rFonts w:ascii="Times New Roman" w:hAnsi="Times New Roman" w:cs="Times New Roman"/>
          <w:sz w:val="28"/>
          <w:szCs w:val="28"/>
        </w:rPr>
        <w:t>4</w:t>
      </w:r>
      <w:r w:rsidRPr="00F806BF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Pr="00F806BF">
        <w:rPr>
          <w:rFonts w:ascii="Times New Roman" w:hAnsi="Times New Roman" w:cs="Times New Roman"/>
          <w:color w:val="000000"/>
          <w:sz w:val="28"/>
          <w:szCs w:val="28"/>
        </w:rPr>
        <w:t xml:space="preserve">Обнародовать настоящее решение в установленном порядке, а также разместить на официальном сайте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Хоперского сельского</w:t>
      </w:r>
      <w:r w:rsidRPr="00F806B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Тихорецкого района в информационно-телекоммуникационной сети «Интернет».</w:t>
      </w:r>
    </w:p>
    <w:p w:rsidR="005670A4" w:rsidRPr="00994C45" w:rsidRDefault="005670A4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>Р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ешение вступает в силу со дня его </w:t>
      </w:r>
      <w:r>
        <w:rPr>
          <w:rFonts w:ascii="Times New Roman" w:hAnsi="Times New Roman" w:cs="Times New Roman"/>
          <w:spacing w:val="-10"/>
          <w:sz w:val="28"/>
          <w:szCs w:val="28"/>
        </w:rPr>
        <w:t>обнародования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5670A4" w:rsidRPr="00994C45" w:rsidRDefault="005670A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5670A4" w:rsidRPr="00994C45" w:rsidRDefault="005670A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5670A4" w:rsidRPr="00994C45" w:rsidRDefault="005670A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Глава Хоперского сельского </w:t>
      </w:r>
    </w:p>
    <w:p w:rsidR="005670A4" w:rsidRPr="00994C45" w:rsidRDefault="005670A4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оселения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Тихорецкого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района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 С.Ю.Писанов</w:t>
      </w:r>
      <w:bookmarkEnd w:id="0"/>
    </w:p>
    <w:sectPr w:rsidR="005670A4" w:rsidRPr="00994C45" w:rsidSect="00A93825">
      <w:headerReference w:type="default" r:id="rId7"/>
      <w:pgSz w:w="11904" w:h="16834"/>
      <w:pgMar w:top="1134" w:right="574" w:bottom="54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A4" w:rsidRDefault="005670A4" w:rsidP="00FF78EF">
      <w:r>
        <w:separator/>
      </w:r>
    </w:p>
  </w:endnote>
  <w:endnote w:type="continuationSeparator" w:id="0">
    <w:p w:rsidR="005670A4" w:rsidRDefault="005670A4" w:rsidP="00F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A4" w:rsidRDefault="005670A4" w:rsidP="00FF78EF">
      <w:r>
        <w:separator/>
      </w:r>
    </w:p>
  </w:footnote>
  <w:footnote w:type="continuationSeparator" w:id="0">
    <w:p w:rsidR="005670A4" w:rsidRDefault="005670A4" w:rsidP="00F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0A4" w:rsidRDefault="005670A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670A4" w:rsidRDefault="005670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C7"/>
    <w:rsid w:val="0000411C"/>
    <w:rsid w:val="00004D27"/>
    <w:rsid w:val="0002712E"/>
    <w:rsid w:val="00031886"/>
    <w:rsid w:val="00036D02"/>
    <w:rsid w:val="0004116D"/>
    <w:rsid w:val="000448C4"/>
    <w:rsid w:val="000466E2"/>
    <w:rsid w:val="00051069"/>
    <w:rsid w:val="000523B7"/>
    <w:rsid w:val="000555B8"/>
    <w:rsid w:val="000601B6"/>
    <w:rsid w:val="00061A87"/>
    <w:rsid w:val="00061CDD"/>
    <w:rsid w:val="000710AC"/>
    <w:rsid w:val="00076116"/>
    <w:rsid w:val="00077D8C"/>
    <w:rsid w:val="00081EB0"/>
    <w:rsid w:val="00085110"/>
    <w:rsid w:val="000863E7"/>
    <w:rsid w:val="00090F9A"/>
    <w:rsid w:val="00095A79"/>
    <w:rsid w:val="00097526"/>
    <w:rsid w:val="000976C9"/>
    <w:rsid w:val="000A3C29"/>
    <w:rsid w:val="000A50FB"/>
    <w:rsid w:val="000A7DE6"/>
    <w:rsid w:val="000B56B6"/>
    <w:rsid w:val="000B5BF5"/>
    <w:rsid w:val="000C2688"/>
    <w:rsid w:val="000D06B7"/>
    <w:rsid w:val="000D239A"/>
    <w:rsid w:val="000D2F12"/>
    <w:rsid w:val="000E1C60"/>
    <w:rsid w:val="000E1E81"/>
    <w:rsid w:val="000E3D3F"/>
    <w:rsid w:val="000F3044"/>
    <w:rsid w:val="000F32B8"/>
    <w:rsid w:val="0010253A"/>
    <w:rsid w:val="00104614"/>
    <w:rsid w:val="00111E3B"/>
    <w:rsid w:val="0013734B"/>
    <w:rsid w:val="001455FF"/>
    <w:rsid w:val="00146C90"/>
    <w:rsid w:val="00151C84"/>
    <w:rsid w:val="001528DA"/>
    <w:rsid w:val="001538A8"/>
    <w:rsid w:val="00166247"/>
    <w:rsid w:val="001667DD"/>
    <w:rsid w:val="00185530"/>
    <w:rsid w:val="001906C9"/>
    <w:rsid w:val="001918E2"/>
    <w:rsid w:val="001942FF"/>
    <w:rsid w:val="001A20AD"/>
    <w:rsid w:val="001A25C7"/>
    <w:rsid w:val="001A4A80"/>
    <w:rsid w:val="001A66EE"/>
    <w:rsid w:val="001B6277"/>
    <w:rsid w:val="001B7B63"/>
    <w:rsid w:val="001C77ED"/>
    <w:rsid w:val="001D39ED"/>
    <w:rsid w:val="001D3ECA"/>
    <w:rsid w:val="001D5CA9"/>
    <w:rsid w:val="001E4BAB"/>
    <w:rsid w:val="001F5AFD"/>
    <w:rsid w:val="001F7DCE"/>
    <w:rsid w:val="00204F48"/>
    <w:rsid w:val="00205582"/>
    <w:rsid w:val="00210B60"/>
    <w:rsid w:val="00217AF2"/>
    <w:rsid w:val="00223BFB"/>
    <w:rsid w:val="00230EB2"/>
    <w:rsid w:val="0023597A"/>
    <w:rsid w:val="002424E6"/>
    <w:rsid w:val="00253DF2"/>
    <w:rsid w:val="0025421F"/>
    <w:rsid w:val="002603D1"/>
    <w:rsid w:val="00267246"/>
    <w:rsid w:val="002737EB"/>
    <w:rsid w:val="00274D01"/>
    <w:rsid w:val="00284A15"/>
    <w:rsid w:val="00285934"/>
    <w:rsid w:val="00294B4B"/>
    <w:rsid w:val="002A404C"/>
    <w:rsid w:val="002A4B40"/>
    <w:rsid w:val="002A732E"/>
    <w:rsid w:val="002B350F"/>
    <w:rsid w:val="002C0CF8"/>
    <w:rsid w:val="002D2C76"/>
    <w:rsid w:val="002D3B5F"/>
    <w:rsid w:val="002D70B4"/>
    <w:rsid w:val="002D739E"/>
    <w:rsid w:val="002E244E"/>
    <w:rsid w:val="002E3EB3"/>
    <w:rsid w:val="002E59E0"/>
    <w:rsid w:val="002F1632"/>
    <w:rsid w:val="002F38CC"/>
    <w:rsid w:val="00302497"/>
    <w:rsid w:val="00302686"/>
    <w:rsid w:val="00307B14"/>
    <w:rsid w:val="0031564D"/>
    <w:rsid w:val="0032119A"/>
    <w:rsid w:val="00323019"/>
    <w:rsid w:val="00343E71"/>
    <w:rsid w:val="00346CD4"/>
    <w:rsid w:val="00354428"/>
    <w:rsid w:val="00354834"/>
    <w:rsid w:val="00364170"/>
    <w:rsid w:val="003704EE"/>
    <w:rsid w:val="00383E9A"/>
    <w:rsid w:val="00390A06"/>
    <w:rsid w:val="00393873"/>
    <w:rsid w:val="00393934"/>
    <w:rsid w:val="00395860"/>
    <w:rsid w:val="00396E88"/>
    <w:rsid w:val="003A5866"/>
    <w:rsid w:val="003B16B7"/>
    <w:rsid w:val="003B6B47"/>
    <w:rsid w:val="003B7B80"/>
    <w:rsid w:val="003C2E62"/>
    <w:rsid w:val="003C3616"/>
    <w:rsid w:val="003C6046"/>
    <w:rsid w:val="003D07E4"/>
    <w:rsid w:val="003D1858"/>
    <w:rsid w:val="003D2836"/>
    <w:rsid w:val="003D7432"/>
    <w:rsid w:val="003D7587"/>
    <w:rsid w:val="003D7FCF"/>
    <w:rsid w:val="003E0A60"/>
    <w:rsid w:val="003F7F26"/>
    <w:rsid w:val="0040747E"/>
    <w:rsid w:val="004114A1"/>
    <w:rsid w:val="00415A67"/>
    <w:rsid w:val="00424005"/>
    <w:rsid w:val="0042748E"/>
    <w:rsid w:val="0043125E"/>
    <w:rsid w:val="00435B3C"/>
    <w:rsid w:val="004362E8"/>
    <w:rsid w:val="00436815"/>
    <w:rsid w:val="004372E9"/>
    <w:rsid w:val="00437FBA"/>
    <w:rsid w:val="004465A7"/>
    <w:rsid w:val="00453A30"/>
    <w:rsid w:val="004576D3"/>
    <w:rsid w:val="004601A1"/>
    <w:rsid w:val="004727C5"/>
    <w:rsid w:val="00480B2F"/>
    <w:rsid w:val="0049265C"/>
    <w:rsid w:val="004B161E"/>
    <w:rsid w:val="004B16AB"/>
    <w:rsid w:val="004C318D"/>
    <w:rsid w:val="004D0DDB"/>
    <w:rsid w:val="004D4D5D"/>
    <w:rsid w:val="004E00C5"/>
    <w:rsid w:val="004E14B8"/>
    <w:rsid w:val="004F1227"/>
    <w:rsid w:val="00502D2C"/>
    <w:rsid w:val="005033F9"/>
    <w:rsid w:val="0050533C"/>
    <w:rsid w:val="00507C42"/>
    <w:rsid w:val="005120B2"/>
    <w:rsid w:val="00513B3C"/>
    <w:rsid w:val="00537F7E"/>
    <w:rsid w:val="00540964"/>
    <w:rsid w:val="00544B36"/>
    <w:rsid w:val="0055582C"/>
    <w:rsid w:val="00561BA7"/>
    <w:rsid w:val="00564944"/>
    <w:rsid w:val="005670A4"/>
    <w:rsid w:val="00580C19"/>
    <w:rsid w:val="0058155A"/>
    <w:rsid w:val="00583B70"/>
    <w:rsid w:val="00597B3E"/>
    <w:rsid w:val="005A473E"/>
    <w:rsid w:val="005A6FD3"/>
    <w:rsid w:val="005A7464"/>
    <w:rsid w:val="005B0292"/>
    <w:rsid w:val="005B079A"/>
    <w:rsid w:val="005B3AD8"/>
    <w:rsid w:val="005B4D5E"/>
    <w:rsid w:val="005C0A76"/>
    <w:rsid w:val="005C1EAC"/>
    <w:rsid w:val="005C3E75"/>
    <w:rsid w:val="005D0817"/>
    <w:rsid w:val="005D1DB6"/>
    <w:rsid w:val="005D569B"/>
    <w:rsid w:val="005D7D62"/>
    <w:rsid w:val="005E098F"/>
    <w:rsid w:val="005E628A"/>
    <w:rsid w:val="005F0DB3"/>
    <w:rsid w:val="005F28B7"/>
    <w:rsid w:val="005F52CE"/>
    <w:rsid w:val="006001C4"/>
    <w:rsid w:val="00600874"/>
    <w:rsid w:val="00602A25"/>
    <w:rsid w:val="00602D11"/>
    <w:rsid w:val="006051D3"/>
    <w:rsid w:val="0061767C"/>
    <w:rsid w:val="006205BC"/>
    <w:rsid w:val="0063379D"/>
    <w:rsid w:val="006351AF"/>
    <w:rsid w:val="00637958"/>
    <w:rsid w:val="00640C44"/>
    <w:rsid w:val="0064111A"/>
    <w:rsid w:val="00641784"/>
    <w:rsid w:val="006432A8"/>
    <w:rsid w:val="00650311"/>
    <w:rsid w:val="00655907"/>
    <w:rsid w:val="006605DE"/>
    <w:rsid w:val="00665161"/>
    <w:rsid w:val="00665A35"/>
    <w:rsid w:val="00670DF0"/>
    <w:rsid w:val="00672C17"/>
    <w:rsid w:val="00680D8B"/>
    <w:rsid w:val="006846FB"/>
    <w:rsid w:val="0069199C"/>
    <w:rsid w:val="00693CDD"/>
    <w:rsid w:val="006A34BA"/>
    <w:rsid w:val="006A5BEB"/>
    <w:rsid w:val="006B053C"/>
    <w:rsid w:val="006C2A70"/>
    <w:rsid w:val="006D23CD"/>
    <w:rsid w:val="006D495A"/>
    <w:rsid w:val="006D61CC"/>
    <w:rsid w:val="006E0E23"/>
    <w:rsid w:val="006E0F93"/>
    <w:rsid w:val="006E2884"/>
    <w:rsid w:val="006E55BC"/>
    <w:rsid w:val="006E6BAE"/>
    <w:rsid w:val="006E6E0A"/>
    <w:rsid w:val="006F463B"/>
    <w:rsid w:val="00704E0F"/>
    <w:rsid w:val="00707405"/>
    <w:rsid w:val="00714EEB"/>
    <w:rsid w:val="007173CB"/>
    <w:rsid w:val="007209ED"/>
    <w:rsid w:val="007245C2"/>
    <w:rsid w:val="00732844"/>
    <w:rsid w:val="00737E82"/>
    <w:rsid w:val="007533CB"/>
    <w:rsid w:val="00760BF1"/>
    <w:rsid w:val="00761454"/>
    <w:rsid w:val="00770673"/>
    <w:rsid w:val="007727E8"/>
    <w:rsid w:val="00776439"/>
    <w:rsid w:val="00777C08"/>
    <w:rsid w:val="00781433"/>
    <w:rsid w:val="007837B9"/>
    <w:rsid w:val="00784399"/>
    <w:rsid w:val="00793AAA"/>
    <w:rsid w:val="007972F7"/>
    <w:rsid w:val="007A5165"/>
    <w:rsid w:val="007A699E"/>
    <w:rsid w:val="007B1433"/>
    <w:rsid w:val="007B380B"/>
    <w:rsid w:val="007B6519"/>
    <w:rsid w:val="007B7233"/>
    <w:rsid w:val="007C37AB"/>
    <w:rsid w:val="007D3D40"/>
    <w:rsid w:val="007E126C"/>
    <w:rsid w:val="007E45EC"/>
    <w:rsid w:val="007F630A"/>
    <w:rsid w:val="00800160"/>
    <w:rsid w:val="008012C5"/>
    <w:rsid w:val="00803A11"/>
    <w:rsid w:val="00807C3B"/>
    <w:rsid w:val="008136B4"/>
    <w:rsid w:val="00820753"/>
    <w:rsid w:val="00830175"/>
    <w:rsid w:val="00833843"/>
    <w:rsid w:val="00834E6B"/>
    <w:rsid w:val="00835373"/>
    <w:rsid w:val="00850104"/>
    <w:rsid w:val="008530D0"/>
    <w:rsid w:val="00860B38"/>
    <w:rsid w:val="00860DB2"/>
    <w:rsid w:val="00860E92"/>
    <w:rsid w:val="00862416"/>
    <w:rsid w:val="00862619"/>
    <w:rsid w:val="00862934"/>
    <w:rsid w:val="0086344E"/>
    <w:rsid w:val="00866409"/>
    <w:rsid w:val="00870193"/>
    <w:rsid w:val="0087337C"/>
    <w:rsid w:val="008807DB"/>
    <w:rsid w:val="00884F05"/>
    <w:rsid w:val="008B0A31"/>
    <w:rsid w:val="008B7266"/>
    <w:rsid w:val="008C0695"/>
    <w:rsid w:val="008C5970"/>
    <w:rsid w:val="008D2CDA"/>
    <w:rsid w:val="008D30FB"/>
    <w:rsid w:val="008D311C"/>
    <w:rsid w:val="008E39C6"/>
    <w:rsid w:val="008F3FB4"/>
    <w:rsid w:val="008F444D"/>
    <w:rsid w:val="008F687B"/>
    <w:rsid w:val="00900880"/>
    <w:rsid w:val="00901CEA"/>
    <w:rsid w:val="00903820"/>
    <w:rsid w:val="00905529"/>
    <w:rsid w:val="00917E4F"/>
    <w:rsid w:val="009205C6"/>
    <w:rsid w:val="00931C71"/>
    <w:rsid w:val="009449DC"/>
    <w:rsid w:val="009466AE"/>
    <w:rsid w:val="00951C13"/>
    <w:rsid w:val="00956479"/>
    <w:rsid w:val="00960E30"/>
    <w:rsid w:val="00965AE4"/>
    <w:rsid w:val="009800D3"/>
    <w:rsid w:val="0098594B"/>
    <w:rsid w:val="0099111D"/>
    <w:rsid w:val="00994C45"/>
    <w:rsid w:val="009C227D"/>
    <w:rsid w:val="009C7E00"/>
    <w:rsid w:val="009D06BE"/>
    <w:rsid w:val="009D5233"/>
    <w:rsid w:val="009F1174"/>
    <w:rsid w:val="009F61B9"/>
    <w:rsid w:val="00A00FB5"/>
    <w:rsid w:val="00A1502F"/>
    <w:rsid w:val="00A150D8"/>
    <w:rsid w:val="00A27166"/>
    <w:rsid w:val="00A433FE"/>
    <w:rsid w:val="00A43717"/>
    <w:rsid w:val="00A46045"/>
    <w:rsid w:val="00A552D1"/>
    <w:rsid w:val="00A616D5"/>
    <w:rsid w:val="00A62D6D"/>
    <w:rsid w:val="00A73251"/>
    <w:rsid w:val="00A74CF4"/>
    <w:rsid w:val="00A766FE"/>
    <w:rsid w:val="00A804D8"/>
    <w:rsid w:val="00A80D82"/>
    <w:rsid w:val="00A81B47"/>
    <w:rsid w:val="00A93825"/>
    <w:rsid w:val="00A9527C"/>
    <w:rsid w:val="00A95E14"/>
    <w:rsid w:val="00AA2C91"/>
    <w:rsid w:val="00AA48CF"/>
    <w:rsid w:val="00AB0625"/>
    <w:rsid w:val="00AB1A37"/>
    <w:rsid w:val="00AC3B9F"/>
    <w:rsid w:val="00AD1676"/>
    <w:rsid w:val="00AD74AA"/>
    <w:rsid w:val="00AE0B8F"/>
    <w:rsid w:val="00AF3AB3"/>
    <w:rsid w:val="00AF740B"/>
    <w:rsid w:val="00B034C2"/>
    <w:rsid w:val="00B07D33"/>
    <w:rsid w:val="00B155FC"/>
    <w:rsid w:val="00B163D1"/>
    <w:rsid w:val="00B20802"/>
    <w:rsid w:val="00B208C7"/>
    <w:rsid w:val="00B36470"/>
    <w:rsid w:val="00B40EB0"/>
    <w:rsid w:val="00B4753A"/>
    <w:rsid w:val="00B501B4"/>
    <w:rsid w:val="00B6440D"/>
    <w:rsid w:val="00B64EE4"/>
    <w:rsid w:val="00B670B9"/>
    <w:rsid w:val="00B72166"/>
    <w:rsid w:val="00B74E63"/>
    <w:rsid w:val="00B77F8C"/>
    <w:rsid w:val="00B80BA4"/>
    <w:rsid w:val="00B90A3E"/>
    <w:rsid w:val="00B92FD1"/>
    <w:rsid w:val="00B95F15"/>
    <w:rsid w:val="00BA28B2"/>
    <w:rsid w:val="00BA7493"/>
    <w:rsid w:val="00BB0428"/>
    <w:rsid w:val="00BB2F34"/>
    <w:rsid w:val="00BC3389"/>
    <w:rsid w:val="00BC4FE1"/>
    <w:rsid w:val="00BC54AF"/>
    <w:rsid w:val="00BD03F0"/>
    <w:rsid w:val="00BD0D36"/>
    <w:rsid w:val="00BD4224"/>
    <w:rsid w:val="00BE47BD"/>
    <w:rsid w:val="00BE5DC9"/>
    <w:rsid w:val="00BF190F"/>
    <w:rsid w:val="00BF29BB"/>
    <w:rsid w:val="00BF3478"/>
    <w:rsid w:val="00C018C5"/>
    <w:rsid w:val="00C03267"/>
    <w:rsid w:val="00C04104"/>
    <w:rsid w:val="00C0627B"/>
    <w:rsid w:val="00C17FBB"/>
    <w:rsid w:val="00C23D88"/>
    <w:rsid w:val="00C35560"/>
    <w:rsid w:val="00C44B8B"/>
    <w:rsid w:val="00C45CF1"/>
    <w:rsid w:val="00C57F08"/>
    <w:rsid w:val="00C658EA"/>
    <w:rsid w:val="00C66B90"/>
    <w:rsid w:val="00C853C5"/>
    <w:rsid w:val="00C907AA"/>
    <w:rsid w:val="00C90C08"/>
    <w:rsid w:val="00C9253F"/>
    <w:rsid w:val="00CA26C6"/>
    <w:rsid w:val="00CA2B8C"/>
    <w:rsid w:val="00CA44D5"/>
    <w:rsid w:val="00CA4E2F"/>
    <w:rsid w:val="00CA6A0B"/>
    <w:rsid w:val="00CA6DD8"/>
    <w:rsid w:val="00CA722F"/>
    <w:rsid w:val="00CA7B49"/>
    <w:rsid w:val="00CB3AFF"/>
    <w:rsid w:val="00CB74B8"/>
    <w:rsid w:val="00CC3509"/>
    <w:rsid w:val="00CD0501"/>
    <w:rsid w:val="00CD63D8"/>
    <w:rsid w:val="00CF22A9"/>
    <w:rsid w:val="00CF2EAB"/>
    <w:rsid w:val="00CF7BB8"/>
    <w:rsid w:val="00D0499E"/>
    <w:rsid w:val="00D053AE"/>
    <w:rsid w:val="00D17F2D"/>
    <w:rsid w:val="00D203AA"/>
    <w:rsid w:val="00D20AA1"/>
    <w:rsid w:val="00D22E71"/>
    <w:rsid w:val="00D24FDE"/>
    <w:rsid w:val="00D268C4"/>
    <w:rsid w:val="00D2766B"/>
    <w:rsid w:val="00D33D32"/>
    <w:rsid w:val="00D36A42"/>
    <w:rsid w:val="00D405E0"/>
    <w:rsid w:val="00D437A5"/>
    <w:rsid w:val="00D446FF"/>
    <w:rsid w:val="00D556D4"/>
    <w:rsid w:val="00D57CA3"/>
    <w:rsid w:val="00D601E0"/>
    <w:rsid w:val="00D64BF1"/>
    <w:rsid w:val="00D67DA9"/>
    <w:rsid w:val="00D71B19"/>
    <w:rsid w:val="00D817EF"/>
    <w:rsid w:val="00D83C43"/>
    <w:rsid w:val="00DA1CAA"/>
    <w:rsid w:val="00DB4338"/>
    <w:rsid w:val="00DB72D1"/>
    <w:rsid w:val="00DC64B2"/>
    <w:rsid w:val="00DD37BF"/>
    <w:rsid w:val="00DF44AA"/>
    <w:rsid w:val="00DF7514"/>
    <w:rsid w:val="00E00A27"/>
    <w:rsid w:val="00E06C5C"/>
    <w:rsid w:val="00E077D8"/>
    <w:rsid w:val="00E13A4D"/>
    <w:rsid w:val="00E15B63"/>
    <w:rsid w:val="00E16C75"/>
    <w:rsid w:val="00E232DC"/>
    <w:rsid w:val="00E312C4"/>
    <w:rsid w:val="00E40DE8"/>
    <w:rsid w:val="00E453B1"/>
    <w:rsid w:val="00E4733B"/>
    <w:rsid w:val="00E50AC5"/>
    <w:rsid w:val="00E61937"/>
    <w:rsid w:val="00E61D1E"/>
    <w:rsid w:val="00E623EC"/>
    <w:rsid w:val="00E67C5D"/>
    <w:rsid w:val="00E728E1"/>
    <w:rsid w:val="00E75A0D"/>
    <w:rsid w:val="00E82327"/>
    <w:rsid w:val="00E83A3B"/>
    <w:rsid w:val="00E83D44"/>
    <w:rsid w:val="00E8752B"/>
    <w:rsid w:val="00E954F3"/>
    <w:rsid w:val="00E95A15"/>
    <w:rsid w:val="00E964A5"/>
    <w:rsid w:val="00EA1D23"/>
    <w:rsid w:val="00EA1EFD"/>
    <w:rsid w:val="00EA6B1B"/>
    <w:rsid w:val="00EB0582"/>
    <w:rsid w:val="00EC03EE"/>
    <w:rsid w:val="00ED446D"/>
    <w:rsid w:val="00ED477E"/>
    <w:rsid w:val="00EE1917"/>
    <w:rsid w:val="00EE5C1C"/>
    <w:rsid w:val="00EF0395"/>
    <w:rsid w:val="00EF701A"/>
    <w:rsid w:val="00F00278"/>
    <w:rsid w:val="00F03E43"/>
    <w:rsid w:val="00F103E8"/>
    <w:rsid w:val="00F13E4E"/>
    <w:rsid w:val="00F146C6"/>
    <w:rsid w:val="00F14CAC"/>
    <w:rsid w:val="00F17CFB"/>
    <w:rsid w:val="00F22C7F"/>
    <w:rsid w:val="00F310A0"/>
    <w:rsid w:val="00F33A31"/>
    <w:rsid w:val="00F6728B"/>
    <w:rsid w:val="00F72273"/>
    <w:rsid w:val="00F774D5"/>
    <w:rsid w:val="00F805D0"/>
    <w:rsid w:val="00F806BF"/>
    <w:rsid w:val="00F84E5D"/>
    <w:rsid w:val="00F92699"/>
    <w:rsid w:val="00F960BC"/>
    <w:rsid w:val="00FA4B41"/>
    <w:rsid w:val="00FA7296"/>
    <w:rsid w:val="00FB0872"/>
    <w:rsid w:val="00FB1AC1"/>
    <w:rsid w:val="00FB751B"/>
    <w:rsid w:val="00FC46A2"/>
    <w:rsid w:val="00FC7ADC"/>
    <w:rsid w:val="00FD3A4A"/>
    <w:rsid w:val="00FD3B92"/>
    <w:rsid w:val="00FD5CDC"/>
    <w:rsid w:val="00FE108B"/>
    <w:rsid w:val="00FE3391"/>
    <w:rsid w:val="00FE5808"/>
    <w:rsid w:val="00FF0BBC"/>
    <w:rsid w:val="00FF6B29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8C7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734B"/>
    <w:pPr>
      <w:keepNext/>
      <w:keepLines/>
      <w:spacing w:before="200"/>
      <w:outlineLvl w:val="4"/>
    </w:pPr>
    <w:rPr>
      <w:rFonts w:ascii="Cambria" w:hAnsi="Cambria" w:cs="Times New Roman"/>
      <w:color w:val="243F6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08C7"/>
    <w:rPr>
      <w:rFonts w:ascii="Arial" w:hAnsi="Arial" w:cs="Times New Roman"/>
      <w:b/>
      <w:color w:val="000080"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3734B"/>
    <w:rPr>
      <w:rFonts w:ascii="Cambria" w:hAnsi="Cambria" w:cs="Times New Roman"/>
      <w:color w:val="243F60"/>
      <w:lang w:eastAsia="ru-RU"/>
    </w:rPr>
  </w:style>
  <w:style w:type="character" w:customStyle="1" w:styleId="a">
    <w:name w:val="Цветовое выделение"/>
    <w:uiPriority w:val="99"/>
    <w:rsid w:val="00B208C7"/>
    <w:rPr>
      <w:b/>
      <w:color w:val="000080"/>
    </w:rPr>
  </w:style>
  <w:style w:type="character" w:customStyle="1" w:styleId="a0">
    <w:name w:val="Гипертекстовая ссылка"/>
    <w:uiPriority w:val="99"/>
    <w:rsid w:val="00B208C7"/>
    <w:rPr>
      <w:b/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208C7"/>
    <w:pPr>
      <w:jc w:val="both"/>
    </w:pPr>
    <w:rPr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B208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F78E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78EF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F78EF"/>
    <w:rPr>
      <w:rFonts w:ascii="Arial" w:hAnsi="Arial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78EF"/>
    <w:rPr>
      <w:rFonts w:ascii="Arial" w:hAnsi="Arial" w:cs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036D0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36D02"/>
    <w:rPr>
      <w:rFonts w:ascii="Times New Roman" w:hAnsi="Times New Roman" w:cs="Times New Roman"/>
      <w:b/>
      <w:sz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13734B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3734B"/>
    <w:rPr>
      <w:rFonts w:ascii="Courier New" w:hAnsi="Courier New" w:cs="Times New Roman"/>
      <w:sz w:val="20"/>
      <w:lang w:eastAsia="ru-RU"/>
    </w:rPr>
  </w:style>
  <w:style w:type="table" w:styleId="TableGrid">
    <w:name w:val="Table Grid"/>
    <w:basedOn w:val="TableNormal"/>
    <w:uiPriority w:val="99"/>
    <w:rsid w:val="00BC4FE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94C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352</Words>
  <Characters>2009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6</cp:revision>
  <cp:lastPrinted>2012-11-01T06:07:00Z</cp:lastPrinted>
  <dcterms:created xsi:type="dcterms:W3CDTF">2015-01-23T11:24:00Z</dcterms:created>
  <dcterms:modified xsi:type="dcterms:W3CDTF">2015-01-23T13:03:00Z</dcterms:modified>
</cp:coreProperties>
</file>