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0A0"/>
      </w:tblPr>
      <w:tblGrid>
        <w:gridCol w:w="4786"/>
        <w:gridCol w:w="4820"/>
      </w:tblGrid>
      <w:tr w:rsidR="005F43FD" w:rsidTr="00B229B2">
        <w:tc>
          <w:tcPr>
            <w:tcW w:w="4786" w:type="dxa"/>
          </w:tcPr>
          <w:p w:rsidR="005F43FD" w:rsidRDefault="005F43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F43FD" w:rsidRPr="00B229B2" w:rsidRDefault="005F43FD" w:rsidP="00BB58B1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9B2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</w:tr>
      <w:tr w:rsidR="005F43FD" w:rsidTr="00B229B2">
        <w:tc>
          <w:tcPr>
            <w:tcW w:w="4786" w:type="dxa"/>
          </w:tcPr>
          <w:p w:rsidR="005F43FD" w:rsidRDefault="005F43FD" w:rsidP="00CC76E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F43FD" w:rsidRDefault="005F43FD" w:rsidP="009A141A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29B2">
              <w:rPr>
                <w:rStyle w:val="a2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hyperlink r:id="rId6" w:anchor="sub_1000" w:history="1">
              <w:r w:rsidRPr="00B229B2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По</w:t>
              </w:r>
            </w:hyperlink>
            <w:r w:rsidRPr="00B229B2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рядку</w:t>
            </w:r>
            <w:r w:rsidRPr="00B229B2">
              <w:rPr>
                <w:rStyle w:val="a2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получения муниципальными служащими администрации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Хоперского се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ль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ск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селе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ния Тихорецк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разрешения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представителя нанимателя (работодателя) на участие 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безвозмездной основе в управлении некоммерческими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C07B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организациями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F43FD" w:rsidRPr="00B229B2" w:rsidRDefault="005F43FD" w:rsidP="009A141A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4DF2">
              <w:rPr>
                <w:rFonts w:ascii="Times New Roman" w:hAnsi="Times New Roman" w:cs="Times New Roman"/>
                <w:bCs/>
                <w:sz w:val="28"/>
                <w:szCs w:val="28"/>
              </w:rPr>
              <w:t>(кроме политических партий)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F43FD" w:rsidRPr="00B229B2" w:rsidRDefault="005F43FD" w:rsidP="002C07B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5F43FD" w:rsidRDefault="005F43FD" w:rsidP="00B229B2">
      <w:pPr>
        <w:rPr>
          <w:rStyle w:val="a2"/>
          <w:rFonts w:ascii="Times New Roman" w:hAnsi="Times New Roman"/>
          <w:b w:val="0"/>
          <w:sz w:val="28"/>
          <w:szCs w:val="28"/>
        </w:rPr>
      </w:pPr>
    </w:p>
    <w:p w:rsidR="005F43FD" w:rsidRPr="00B229B2" w:rsidRDefault="005F43FD" w:rsidP="00B229B2">
      <w:pPr>
        <w:rPr>
          <w:rStyle w:val="a2"/>
          <w:rFonts w:ascii="Times New Roman" w:hAnsi="Times New Roman"/>
          <w:b w:val="0"/>
          <w:sz w:val="28"/>
          <w:szCs w:val="28"/>
        </w:rPr>
      </w:pPr>
    </w:p>
    <w:p w:rsidR="005F43FD" w:rsidRPr="00B229B2" w:rsidRDefault="005F43FD" w:rsidP="00B229B2">
      <w:pPr>
        <w:jc w:val="center"/>
        <w:rPr>
          <w:rFonts w:ascii="Times New Roman" w:hAnsi="Times New Roman"/>
          <w:sz w:val="28"/>
          <w:szCs w:val="28"/>
        </w:rPr>
      </w:pPr>
      <w:r w:rsidRPr="00B229B2">
        <w:rPr>
          <w:rFonts w:ascii="Times New Roman" w:hAnsi="Times New Roman"/>
          <w:sz w:val="28"/>
          <w:szCs w:val="28"/>
        </w:rPr>
        <w:t>ФОРМА</w:t>
      </w:r>
    </w:p>
    <w:p w:rsidR="005F43FD" w:rsidRDefault="005F43FD" w:rsidP="00D05081">
      <w:pPr>
        <w:pStyle w:val="a0"/>
        <w:jc w:val="center"/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ходатайства</w:t>
      </w:r>
      <w:r w:rsidRPr="009F0497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 о 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получении </w:t>
      </w:r>
      <w:r w:rsidRPr="009F0497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разрешени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я</w:t>
      </w:r>
      <w:r w:rsidRPr="009F0497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главы Хоперского сельского</w:t>
      </w:r>
    </w:p>
    <w:p w:rsidR="005F43FD" w:rsidRDefault="005F43FD" w:rsidP="00D05081">
      <w:pPr>
        <w:pStyle w:val="a0"/>
        <w:jc w:val="center"/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D05081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селе</w:t>
      </w:r>
      <w:r w:rsidRPr="00D05081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ния Тихорецк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ого</w:t>
      </w:r>
      <w:r w:rsidRPr="00D05081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896D86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 на участие на безвозмездной основе </w:t>
      </w:r>
    </w:p>
    <w:p w:rsidR="005F43FD" w:rsidRDefault="005F43FD" w:rsidP="00D05081">
      <w:pPr>
        <w:pStyle w:val="a0"/>
        <w:jc w:val="center"/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</w:pPr>
      <w:r w:rsidRPr="00896D86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 xml:space="preserve">в управлении некоммерческими организациями </w:t>
      </w:r>
    </w:p>
    <w:p w:rsidR="005F43FD" w:rsidRDefault="005F43FD" w:rsidP="00D05081">
      <w:pPr>
        <w:pStyle w:val="a0"/>
        <w:jc w:val="center"/>
      </w:pPr>
      <w:r w:rsidRPr="00896D86">
        <w:rPr>
          <w:rStyle w:val="a2"/>
          <w:rFonts w:ascii="Times New Roman" w:hAnsi="Times New Roman" w:cs="Times New Roman"/>
          <w:b w:val="0"/>
          <w:color w:val="auto"/>
          <w:sz w:val="28"/>
          <w:szCs w:val="28"/>
        </w:rPr>
        <w:t>(кроме политических партий)</w:t>
      </w:r>
    </w:p>
    <w:p w:rsidR="005F43FD" w:rsidRPr="00D05081" w:rsidRDefault="005F43FD" w:rsidP="0077265C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4857"/>
        <w:gridCol w:w="4857"/>
      </w:tblGrid>
      <w:tr w:rsidR="005F43FD" w:rsidTr="00EE292E">
        <w:tc>
          <w:tcPr>
            <w:tcW w:w="4857" w:type="dxa"/>
          </w:tcPr>
          <w:p w:rsidR="005F43FD" w:rsidRPr="00EE292E" w:rsidRDefault="005F43FD" w:rsidP="00F40A5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7" w:type="dxa"/>
          </w:tcPr>
          <w:p w:rsidR="005F43FD" w:rsidRPr="00EE292E" w:rsidRDefault="005F43FD" w:rsidP="00EE292E">
            <w:pPr>
              <w:pStyle w:val="a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92E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Хоперского</w:t>
            </w:r>
            <w:r w:rsidRPr="00EE292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292E">
              <w:rPr>
                <w:rFonts w:ascii="Times New Roman" w:hAnsi="Times New Roman" w:cs="Times New Roman"/>
                <w:sz w:val="28"/>
                <w:szCs w:val="28"/>
              </w:rPr>
              <w:t xml:space="preserve">Тихорецкого района                                                            </w:t>
            </w:r>
          </w:p>
        </w:tc>
      </w:tr>
      <w:tr w:rsidR="005F43FD" w:rsidTr="00EE292E">
        <w:tc>
          <w:tcPr>
            <w:tcW w:w="4857" w:type="dxa"/>
          </w:tcPr>
          <w:p w:rsidR="005F43FD" w:rsidRPr="00EE292E" w:rsidRDefault="005F43FD" w:rsidP="00F40A5F">
            <w:pPr>
              <w:rPr>
                <w:rFonts w:ascii="Times New Roman" w:hAnsi="Times New Roman"/>
                <w:sz w:val="28"/>
                <w:szCs w:val="28"/>
              </w:rPr>
            </w:pPr>
            <w:r w:rsidRPr="00EE292E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:rsidR="005F43FD" w:rsidRPr="00EE292E" w:rsidRDefault="005F43FD" w:rsidP="00D05081">
            <w:pPr>
              <w:rPr>
                <w:rFonts w:ascii="Times New Roman" w:hAnsi="Times New Roman"/>
              </w:rPr>
            </w:pPr>
            <w:r w:rsidRPr="00EE292E">
              <w:rPr>
                <w:rFonts w:ascii="Times New Roman" w:hAnsi="Times New Roman"/>
              </w:rPr>
              <w:t xml:space="preserve">          (решение главы)</w:t>
            </w:r>
          </w:p>
        </w:tc>
        <w:tc>
          <w:tcPr>
            <w:tcW w:w="4857" w:type="dxa"/>
          </w:tcPr>
          <w:p w:rsidR="005F43FD" w:rsidRPr="00EE292E" w:rsidRDefault="005F43FD" w:rsidP="00F40A5F">
            <w:pPr>
              <w:rPr>
                <w:rFonts w:ascii="Times New Roman" w:hAnsi="Times New Roman"/>
                <w:sz w:val="28"/>
                <w:szCs w:val="28"/>
              </w:rPr>
            </w:pPr>
            <w:r w:rsidRPr="00EE292E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</w:tc>
      </w:tr>
      <w:tr w:rsidR="005F43FD" w:rsidTr="00EE292E">
        <w:tc>
          <w:tcPr>
            <w:tcW w:w="4857" w:type="dxa"/>
          </w:tcPr>
          <w:p w:rsidR="005F43FD" w:rsidRPr="00EE292E" w:rsidRDefault="005F43FD" w:rsidP="00F40A5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7" w:type="dxa"/>
          </w:tcPr>
          <w:p w:rsidR="005F43FD" w:rsidRPr="00EE292E" w:rsidRDefault="005F43FD" w:rsidP="00F40A5F">
            <w:pPr>
              <w:rPr>
                <w:rFonts w:ascii="Times New Roman" w:hAnsi="Times New Roman"/>
                <w:sz w:val="28"/>
                <w:szCs w:val="28"/>
              </w:rPr>
            </w:pPr>
            <w:r w:rsidRPr="00EE292E">
              <w:rPr>
                <w:rFonts w:ascii="Times New Roman" w:hAnsi="Times New Roman"/>
                <w:sz w:val="28"/>
                <w:szCs w:val="28"/>
              </w:rPr>
              <w:t>от ______________________________</w:t>
            </w:r>
          </w:p>
        </w:tc>
      </w:tr>
      <w:tr w:rsidR="005F43FD" w:rsidTr="00EE292E">
        <w:tc>
          <w:tcPr>
            <w:tcW w:w="4857" w:type="dxa"/>
          </w:tcPr>
          <w:p w:rsidR="005F43FD" w:rsidRPr="00EE292E" w:rsidRDefault="005F43FD" w:rsidP="00F40A5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7" w:type="dxa"/>
          </w:tcPr>
          <w:p w:rsidR="005F43FD" w:rsidRPr="00EE292E" w:rsidRDefault="005F43FD" w:rsidP="00F40A5F">
            <w:pPr>
              <w:rPr>
                <w:rFonts w:ascii="Times New Roman" w:hAnsi="Times New Roman"/>
                <w:sz w:val="28"/>
                <w:szCs w:val="28"/>
              </w:rPr>
            </w:pPr>
            <w:r w:rsidRPr="00EE292E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5F43FD" w:rsidRPr="00EE292E" w:rsidRDefault="005F43FD" w:rsidP="00F40A5F">
            <w:pPr>
              <w:rPr>
                <w:rFonts w:ascii="Times New Roman" w:hAnsi="Times New Roman"/>
                <w:sz w:val="28"/>
                <w:szCs w:val="28"/>
              </w:rPr>
            </w:pPr>
            <w:r w:rsidRPr="00EE292E">
              <w:rPr>
                <w:rFonts w:ascii="Times New Roman" w:hAnsi="Times New Roman"/>
              </w:rPr>
              <w:t xml:space="preserve">            (Ф.И.О., замещаемая должность)</w:t>
            </w:r>
          </w:p>
        </w:tc>
      </w:tr>
    </w:tbl>
    <w:p w:rsidR="005F43FD" w:rsidRDefault="005F43FD" w:rsidP="007C6B3F">
      <w:pPr>
        <w:pStyle w:val="a0"/>
        <w:jc w:val="right"/>
        <w:rPr>
          <w:rFonts w:ascii="Times New Roman" w:hAnsi="Times New Roman" w:cs="Times New Roman"/>
          <w:sz w:val="28"/>
          <w:szCs w:val="28"/>
        </w:rPr>
      </w:pPr>
      <w:r w:rsidRPr="00B229B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3FD" w:rsidRPr="0036332B" w:rsidRDefault="005F43FD" w:rsidP="003057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Ходатайство</w:t>
      </w:r>
    </w:p>
    <w:p w:rsidR="005F43FD" w:rsidRPr="009F0497" w:rsidRDefault="005F43FD" w:rsidP="00D05081">
      <w:pPr>
        <w:jc w:val="center"/>
        <w:rPr>
          <w:lang w:eastAsia="ru-RU"/>
        </w:rPr>
      </w:pPr>
      <w:r w:rsidRPr="0036332B">
        <w:rPr>
          <w:rFonts w:ascii="Times New Roman" w:hAnsi="Times New Roman"/>
          <w:sz w:val="28"/>
          <w:szCs w:val="28"/>
        </w:rPr>
        <w:t xml:space="preserve">о </w:t>
      </w:r>
      <w:r w:rsidRPr="00896D86">
        <w:rPr>
          <w:rFonts w:ascii="Times New Roman" w:hAnsi="Times New Roman"/>
          <w:sz w:val="28"/>
          <w:szCs w:val="28"/>
        </w:rPr>
        <w:t xml:space="preserve">получении разрешения </w:t>
      </w:r>
      <w:r w:rsidRPr="00D05081">
        <w:rPr>
          <w:rFonts w:ascii="Times New Roman" w:hAnsi="Times New Roman"/>
          <w:sz w:val="28"/>
          <w:szCs w:val="28"/>
        </w:rPr>
        <w:t xml:space="preserve">главы </w:t>
      </w:r>
      <w:r>
        <w:rPr>
          <w:rFonts w:ascii="Times New Roman" w:hAnsi="Times New Roman"/>
          <w:sz w:val="28"/>
          <w:szCs w:val="28"/>
        </w:rPr>
        <w:t>Хоперского се</w:t>
      </w:r>
      <w:r w:rsidRPr="00D05081">
        <w:rPr>
          <w:rFonts w:ascii="Times New Roman" w:hAnsi="Times New Roman"/>
          <w:sz w:val="28"/>
          <w:szCs w:val="28"/>
        </w:rPr>
        <w:t>ль</w:t>
      </w:r>
      <w:r>
        <w:rPr>
          <w:rFonts w:ascii="Times New Roman" w:hAnsi="Times New Roman"/>
          <w:sz w:val="28"/>
          <w:szCs w:val="28"/>
        </w:rPr>
        <w:t>ско</w:t>
      </w:r>
      <w:r w:rsidRPr="00D05081"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>п</w:t>
      </w:r>
      <w:r w:rsidRPr="00D0508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</w:t>
      </w:r>
      <w:r w:rsidRPr="00D05081">
        <w:rPr>
          <w:rFonts w:ascii="Times New Roman" w:hAnsi="Times New Roman"/>
          <w:sz w:val="28"/>
          <w:szCs w:val="28"/>
        </w:rPr>
        <w:t>ния Тихорецк</w:t>
      </w:r>
      <w:r>
        <w:rPr>
          <w:rFonts w:ascii="Times New Roman" w:hAnsi="Times New Roman"/>
          <w:sz w:val="28"/>
          <w:szCs w:val="28"/>
        </w:rPr>
        <w:t>ого</w:t>
      </w:r>
      <w:r w:rsidRPr="00D0508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896D86">
        <w:rPr>
          <w:rFonts w:ascii="Times New Roman" w:hAnsi="Times New Roman"/>
          <w:sz w:val="28"/>
          <w:szCs w:val="28"/>
        </w:rPr>
        <w:t xml:space="preserve"> на участие на безвозмездной основе в управлении некоммерческими организациями (кроме политических партий)</w:t>
      </w:r>
    </w:p>
    <w:p w:rsidR="005F43FD" w:rsidRPr="0036332B" w:rsidRDefault="005F43FD" w:rsidP="0036332B">
      <w:pPr>
        <w:rPr>
          <w:rFonts w:ascii="Times New Roman" w:hAnsi="Times New Roman"/>
          <w:sz w:val="28"/>
          <w:szCs w:val="28"/>
        </w:rPr>
      </w:pPr>
    </w:p>
    <w:p w:rsidR="005F43FD" w:rsidRDefault="005F43FD" w:rsidP="00FD2F99">
      <w:pPr>
        <w:ind w:firstLine="851"/>
        <w:rPr>
          <w:rFonts w:ascii="Times New Roman" w:hAnsi="Times New Roman"/>
          <w:sz w:val="28"/>
          <w:szCs w:val="28"/>
        </w:rPr>
      </w:pPr>
      <w:r w:rsidRPr="0036332B">
        <w:rPr>
          <w:rFonts w:ascii="Times New Roman" w:hAnsi="Times New Roman"/>
          <w:sz w:val="28"/>
          <w:szCs w:val="28"/>
        </w:rPr>
        <w:t xml:space="preserve">В соответствии с </w:t>
      </w:r>
      <w:r w:rsidRPr="00620251">
        <w:rPr>
          <w:rFonts w:ascii="Times New Roman" w:hAnsi="Times New Roman"/>
          <w:sz w:val="28"/>
          <w:szCs w:val="28"/>
        </w:rPr>
        <w:t>пунктом 3 части 1 статьи 1</w:t>
      </w:r>
      <w:r>
        <w:rPr>
          <w:rFonts w:ascii="Times New Roman" w:hAnsi="Times New Roman"/>
          <w:sz w:val="28"/>
          <w:szCs w:val="28"/>
        </w:rPr>
        <w:t>4</w:t>
      </w:r>
      <w:r w:rsidRPr="00620251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620251">
        <w:rPr>
          <w:rFonts w:ascii="Times New Roman" w:hAnsi="Times New Roman"/>
          <w:sz w:val="28"/>
          <w:szCs w:val="28"/>
        </w:rPr>
        <w:t xml:space="preserve">2 марта 2007 года № 25-ФЗ «О муниципальной службе в Российской Федерации», пунктом 3 части 1 статьи 12 Закона Краснодарского края от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620251">
        <w:rPr>
          <w:rFonts w:ascii="Times New Roman" w:hAnsi="Times New Roman"/>
          <w:sz w:val="28"/>
          <w:szCs w:val="28"/>
        </w:rPr>
        <w:t>8 июня 2007 года № 1244-КЗ «О муниципальной службе в Краснодарском крае»</w:t>
      </w:r>
      <w:r w:rsidRPr="003633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 намерен (а) с «___» __________ 20__ года по «___» _________ 20___ года </w:t>
      </w:r>
      <w:r w:rsidRPr="0036332B">
        <w:rPr>
          <w:rFonts w:ascii="Times New Roman" w:hAnsi="Times New Roman"/>
          <w:sz w:val="28"/>
          <w:szCs w:val="28"/>
        </w:rPr>
        <w:t xml:space="preserve"> участ</w:t>
      </w:r>
      <w:r>
        <w:rPr>
          <w:rFonts w:ascii="Times New Roman" w:hAnsi="Times New Roman"/>
          <w:sz w:val="28"/>
          <w:szCs w:val="28"/>
        </w:rPr>
        <w:t>вовать</w:t>
      </w:r>
      <w:r w:rsidRPr="0036332B">
        <w:rPr>
          <w:rFonts w:ascii="Times New Roman" w:hAnsi="Times New Roman"/>
          <w:sz w:val="28"/>
          <w:szCs w:val="28"/>
        </w:rPr>
        <w:t xml:space="preserve"> на безвозмездной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32B">
        <w:rPr>
          <w:rFonts w:ascii="Times New Roman" w:hAnsi="Times New Roman"/>
          <w:sz w:val="28"/>
          <w:szCs w:val="28"/>
        </w:rPr>
        <w:t xml:space="preserve">основе в управлении 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5F43FD" w:rsidRDefault="005F43FD" w:rsidP="00FD2F99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863BD8">
        <w:rPr>
          <w:rFonts w:ascii="Times New Roman" w:hAnsi="Times New Roman"/>
        </w:rPr>
        <w:t xml:space="preserve">(наименование некоммерческой организации, </w:t>
      </w:r>
      <w:r>
        <w:rPr>
          <w:rFonts w:ascii="Times New Roman" w:hAnsi="Times New Roman"/>
        </w:rPr>
        <w:t>место нахождения</w:t>
      </w:r>
      <w:r w:rsidRPr="00863BD8">
        <w:rPr>
          <w:rFonts w:ascii="Times New Roman" w:hAnsi="Times New Roman"/>
        </w:rPr>
        <w:t>)</w:t>
      </w:r>
    </w:p>
    <w:p w:rsidR="005F43FD" w:rsidRDefault="005F43FD" w:rsidP="00FD2F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5F43FD" w:rsidRPr="00FD2F99" w:rsidRDefault="005F43FD" w:rsidP="00FD2F99">
      <w:pPr>
        <w:jc w:val="center"/>
        <w:rPr>
          <w:rFonts w:ascii="Times New Roman" w:hAnsi="Times New Roman"/>
        </w:rPr>
      </w:pPr>
      <w:r w:rsidRPr="00FD2F99">
        <w:rPr>
          <w:rFonts w:ascii="Times New Roman" w:hAnsi="Times New Roman"/>
        </w:rPr>
        <w:t>(обоснование участия в управлении некоммерческой организацией)</w:t>
      </w:r>
    </w:p>
    <w:p w:rsidR="005F43FD" w:rsidRDefault="005F43FD" w:rsidP="00C179A7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управлении некоммерческой организацией не повлечет за собой конфликта интересов.</w:t>
      </w:r>
    </w:p>
    <w:p w:rsidR="005F43FD" w:rsidRPr="0036332B" w:rsidRDefault="005F43FD" w:rsidP="00C179A7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Обязуюсь соблюдать требования, предусмотренные статьями 14, 14.2</w:t>
      </w:r>
      <w:r w:rsidRPr="00A9643E">
        <w:t xml:space="preserve"> </w:t>
      </w:r>
      <w:r w:rsidRPr="00A9643E">
        <w:rPr>
          <w:rFonts w:ascii="Times New Roman" w:hAnsi="Times New Roman"/>
          <w:sz w:val="28"/>
          <w:szCs w:val="28"/>
        </w:rPr>
        <w:t>Федерального закона от 2 марта 2007 года № 25-ФЗ «О муниципальной службе в Российской Федерации»</w:t>
      </w:r>
      <w:r>
        <w:rPr>
          <w:rFonts w:ascii="Times New Roman" w:hAnsi="Times New Roman"/>
          <w:sz w:val="28"/>
          <w:szCs w:val="28"/>
        </w:rPr>
        <w:t xml:space="preserve"> и статьями 12, 12.2</w:t>
      </w:r>
      <w:r w:rsidRPr="00A9643E">
        <w:t xml:space="preserve"> </w:t>
      </w:r>
      <w:r w:rsidRPr="00A9643E">
        <w:rPr>
          <w:rFonts w:ascii="Times New Roman" w:hAnsi="Times New Roman"/>
          <w:sz w:val="28"/>
          <w:szCs w:val="28"/>
        </w:rPr>
        <w:t xml:space="preserve">Закона Краснодарского края от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9643E">
        <w:rPr>
          <w:rFonts w:ascii="Times New Roman" w:hAnsi="Times New Roman"/>
          <w:sz w:val="28"/>
          <w:szCs w:val="28"/>
        </w:rPr>
        <w:t>8 июня 2007 года № 1244-КЗ «О муниципальной службе в Краснодарском крае»</w:t>
      </w:r>
      <w:r>
        <w:rPr>
          <w:rFonts w:ascii="Times New Roman" w:hAnsi="Times New Roman"/>
          <w:sz w:val="28"/>
          <w:szCs w:val="28"/>
        </w:rPr>
        <w:t>.</w:t>
      </w:r>
    </w:p>
    <w:p w:rsidR="005F43FD" w:rsidRDefault="005F43FD" w:rsidP="0036332B">
      <w:pPr>
        <w:rPr>
          <w:rFonts w:ascii="Times New Roman" w:hAnsi="Times New Roman"/>
          <w:sz w:val="28"/>
          <w:szCs w:val="28"/>
        </w:rPr>
      </w:pPr>
    </w:p>
    <w:p w:rsidR="005F43FD" w:rsidRDefault="005F43FD" w:rsidP="003633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______________________________________________ на ___ л.</w:t>
      </w:r>
    </w:p>
    <w:p w:rsidR="005F43FD" w:rsidRDefault="005F43FD" w:rsidP="0036332B"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D05081">
        <w:rPr>
          <w:rFonts w:ascii="Times New Roman" w:hAnsi="Times New Roman"/>
        </w:rPr>
        <w:t>(копии учредительных документов некоммерческой организации)</w:t>
      </w:r>
    </w:p>
    <w:p w:rsidR="005F43FD" w:rsidRPr="00D05081" w:rsidRDefault="005F43FD" w:rsidP="0036332B">
      <w:pPr>
        <w:rPr>
          <w:rFonts w:ascii="Times New Roman" w:hAnsi="Times New Roman"/>
          <w:sz w:val="28"/>
          <w:szCs w:val="28"/>
        </w:rPr>
      </w:pPr>
    </w:p>
    <w:p w:rsidR="005F43FD" w:rsidRPr="00D05081" w:rsidRDefault="005F43FD" w:rsidP="0036332B">
      <w:pPr>
        <w:rPr>
          <w:rFonts w:ascii="Times New Roman" w:hAnsi="Times New Roman"/>
          <w:sz w:val="28"/>
          <w:szCs w:val="28"/>
        </w:rPr>
      </w:pPr>
    </w:p>
    <w:p w:rsidR="005F43FD" w:rsidRPr="0036332B" w:rsidRDefault="005F43FD" w:rsidP="0036332B">
      <w:pPr>
        <w:rPr>
          <w:rFonts w:ascii="Times New Roman" w:hAnsi="Times New Roman"/>
          <w:sz w:val="28"/>
          <w:szCs w:val="28"/>
        </w:rPr>
      </w:pPr>
      <w:r w:rsidRPr="0036332B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  _______________________</w:t>
      </w:r>
      <w:r w:rsidRPr="0036332B">
        <w:rPr>
          <w:rFonts w:ascii="Times New Roman" w:hAnsi="Times New Roman"/>
          <w:sz w:val="28"/>
          <w:szCs w:val="28"/>
        </w:rPr>
        <w:t xml:space="preserve">___  </w:t>
      </w:r>
      <w:r>
        <w:rPr>
          <w:rFonts w:ascii="Times New Roman" w:hAnsi="Times New Roman"/>
          <w:sz w:val="28"/>
          <w:szCs w:val="28"/>
        </w:rPr>
        <w:t>«</w:t>
      </w:r>
      <w:r w:rsidRPr="0036332B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Pr="0036332B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» _</w:t>
      </w:r>
      <w:r w:rsidRPr="0036332B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</w:t>
      </w:r>
      <w:r w:rsidRPr="0036332B">
        <w:rPr>
          <w:rFonts w:ascii="Times New Roman" w:hAnsi="Times New Roman"/>
          <w:sz w:val="28"/>
          <w:szCs w:val="28"/>
        </w:rPr>
        <w:t>____ 20__ г.</w:t>
      </w:r>
    </w:p>
    <w:p w:rsidR="005F43FD" w:rsidRPr="00863BD8" w:rsidRDefault="005F43FD" w:rsidP="0036332B">
      <w:pPr>
        <w:rPr>
          <w:rFonts w:ascii="Times New Roman" w:hAnsi="Times New Roman"/>
        </w:rPr>
      </w:pPr>
      <w:r w:rsidRPr="0036332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6332B">
        <w:rPr>
          <w:rFonts w:ascii="Times New Roman" w:hAnsi="Times New Roman"/>
          <w:sz w:val="28"/>
          <w:szCs w:val="28"/>
        </w:rPr>
        <w:t xml:space="preserve"> </w:t>
      </w:r>
      <w:r w:rsidRPr="00863BD8">
        <w:rPr>
          <w:rFonts w:ascii="Times New Roman" w:hAnsi="Times New Roman"/>
        </w:rPr>
        <w:t xml:space="preserve">(подпись)           </w:t>
      </w:r>
      <w:r>
        <w:rPr>
          <w:rFonts w:ascii="Times New Roman" w:hAnsi="Times New Roman"/>
        </w:rPr>
        <w:t xml:space="preserve">                          </w:t>
      </w:r>
      <w:r w:rsidRPr="00863BD8">
        <w:rPr>
          <w:rFonts w:ascii="Times New Roman" w:hAnsi="Times New Roman"/>
        </w:rPr>
        <w:t>(</w:t>
      </w:r>
      <w:r w:rsidRPr="00963B8D">
        <w:rPr>
          <w:rFonts w:ascii="Times New Roman" w:hAnsi="Times New Roman"/>
        </w:rPr>
        <w:t>Ф</w:t>
      </w:r>
      <w:r>
        <w:rPr>
          <w:rFonts w:ascii="Times New Roman" w:hAnsi="Times New Roman"/>
        </w:rPr>
        <w:t>.</w:t>
      </w:r>
      <w:r w:rsidRPr="00963B8D">
        <w:rPr>
          <w:rFonts w:ascii="Times New Roman" w:hAnsi="Times New Roman"/>
        </w:rPr>
        <w:t>И</w:t>
      </w:r>
      <w:r>
        <w:rPr>
          <w:rFonts w:ascii="Times New Roman" w:hAnsi="Times New Roman"/>
        </w:rPr>
        <w:t>.</w:t>
      </w:r>
      <w:r w:rsidRPr="00963B8D">
        <w:rPr>
          <w:rFonts w:ascii="Times New Roman" w:hAnsi="Times New Roman"/>
        </w:rPr>
        <w:t>О</w:t>
      </w:r>
      <w:r>
        <w:rPr>
          <w:rFonts w:ascii="Times New Roman" w:hAnsi="Times New Roman"/>
        </w:rPr>
        <w:t>.</w:t>
      </w:r>
      <w:r w:rsidRPr="00863BD8">
        <w:rPr>
          <w:rFonts w:ascii="Times New Roman" w:hAnsi="Times New Roman"/>
        </w:rPr>
        <w:t>)</w:t>
      </w:r>
    </w:p>
    <w:p w:rsidR="005F43FD" w:rsidRDefault="005F43FD" w:rsidP="0036332B">
      <w:pPr>
        <w:rPr>
          <w:rFonts w:ascii="Times New Roman" w:hAnsi="Times New Roman"/>
          <w:sz w:val="28"/>
          <w:szCs w:val="28"/>
        </w:rPr>
      </w:pPr>
    </w:p>
    <w:p w:rsidR="005F43FD" w:rsidRDefault="005F43FD" w:rsidP="0036332B">
      <w:pPr>
        <w:rPr>
          <w:rFonts w:ascii="Times New Roman" w:hAnsi="Times New Roman"/>
          <w:sz w:val="28"/>
          <w:szCs w:val="28"/>
        </w:rPr>
      </w:pPr>
    </w:p>
    <w:p w:rsidR="005F43FD" w:rsidRPr="0036332B" w:rsidRDefault="005F43FD" w:rsidP="0036332B">
      <w:pPr>
        <w:rPr>
          <w:rFonts w:ascii="Times New Roman" w:hAnsi="Times New Roman"/>
          <w:sz w:val="28"/>
          <w:szCs w:val="28"/>
        </w:rPr>
      </w:pPr>
    </w:p>
    <w:p w:rsidR="005F43FD" w:rsidRPr="0036332B" w:rsidRDefault="005F43FD" w:rsidP="0036332B">
      <w:pPr>
        <w:rPr>
          <w:rFonts w:ascii="Times New Roman" w:hAnsi="Times New Roman"/>
          <w:sz w:val="28"/>
          <w:szCs w:val="28"/>
        </w:rPr>
      </w:pPr>
      <w:r w:rsidRPr="0036332B">
        <w:rPr>
          <w:rFonts w:ascii="Times New Roman" w:hAnsi="Times New Roman"/>
          <w:sz w:val="28"/>
          <w:szCs w:val="28"/>
        </w:rPr>
        <w:t xml:space="preserve">Дата регистрации </w:t>
      </w:r>
      <w:r>
        <w:rPr>
          <w:rFonts w:ascii="Times New Roman" w:hAnsi="Times New Roman"/>
          <w:sz w:val="28"/>
          <w:szCs w:val="28"/>
        </w:rPr>
        <w:t>ходатайства</w:t>
      </w:r>
      <w:r w:rsidRPr="003633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6332B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Pr="0036332B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»</w:t>
      </w:r>
      <w:r w:rsidRPr="0036332B">
        <w:rPr>
          <w:rFonts w:ascii="Times New Roman" w:hAnsi="Times New Roman"/>
          <w:sz w:val="28"/>
          <w:szCs w:val="28"/>
        </w:rPr>
        <w:t xml:space="preserve"> ______</w:t>
      </w:r>
      <w:r>
        <w:rPr>
          <w:rFonts w:ascii="Times New Roman" w:hAnsi="Times New Roman"/>
          <w:sz w:val="28"/>
          <w:szCs w:val="28"/>
        </w:rPr>
        <w:t>_</w:t>
      </w:r>
      <w:r w:rsidRPr="0036332B">
        <w:rPr>
          <w:rFonts w:ascii="Times New Roman" w:hAnsi="Times New Roman"/>
          <w:sz w:val="28"/>
          <w:szCs w:val="28"/>
        </w:rPr>
        <w:t>____ 20__ г.</w:t>
      </w:r>
    </w:p>
    <w:p w:rsidR="005F43FD" w:rsidRPr="0036332B" w:rsidRDefault="005F43FD" w:rsidP="0036332B">
      <w:pPr>
        <w:rPr>
          <w:rFonts w:ascii="Times New Roman" w:hAnsi="Times New Roman"/>
          <w:sz w:val="28"/>
          <w:szCs w:val="28"/>
        </w:rPr>
      </w:pPr>
      <w:r w:rsidRPr="0036332B">
        <w:rPr>
          <w:rFonts w:ascii="Times New Roman" w:hAnsi="Times New Roman"/>
          <w:sz w:val="28"/>
          <w:szCs w:val="28"/>
        </w:rPr>
        <w:t>________________________________</w:t>
      </w:r>
      <w:r>
        <w:rPr>
          <w:rFonts w:ascii="Times New Roman" w:hAnsi="Times New Roman"/>
          <w:sz w:val="28"/>
          <w:szCs w:val="28"/>
        </w:rPr>
        <w:t xml:space="preserve">____           </w:t>
      </w:r>
      <w:r w:rsidRPr="0036332B">
        <w:rPr>
          <w:rFonts w:ascii="Times New Roman" w:hAnsi="Times New Roman"/>
          <w:sz w:val="28"/>
          <w:szCs w:val="28"/>
        </w:rPr>
        <w:t>__________________________</w:t>
      </w:r>
    </w:p>
    <w:p w:rsidR="005F43FD" w:rsidRPr="00963B8D" w:rsidRDefault="005F43FD" w:rsidP="0036332B">
      <w:pPr>
        <w:rPr>
          <w:rFonts w:ascii="Times New Roman" w:hAnsi="Times New Roman"/>
        </w:rPr>
      </w:pPr>
      <w:r w:rsidRPr="00963B8D">
        <w:rPr>
          <w:rFonts w:ascii="Times New Roman" w:hAnsi="Times New Roman"/>
        </w:rPr>
        <w:t xml:space="preserve">(подпись лица, зарегистрировавшего </w:t>
      </w:r>
      <w:r>
        <w:rPr>
          <w:rFonts w:ascii="Times New Roman" w:hAnsi="Times New Roman"/>
        </w:rPr>
        <w:t>ходатайство</w:t>
      </w:r>
      <w:r w:rsidRPr="00963B8D">
        <w:rPr>
          <w:rFonts w:ascii="Times New Roman" w:hAnsi="Times New Roman"/>
        </w:rPr>
        <w:t xml:space="preserve">)            </w:t>
      </w:r>
      <w:r>
        <w:rPr>
          <w:rFonts w:ascii="Times New Roman" w:hAnsi="Times New Roman"/>
        </w:rPr>
        <w:t xml:space="preserve">                              </w:t>
      </w:r>
      <w:r w:rsidRPr="00963B8D">
        <w:rPr>
          <w:rFonts w:ascii="Times New Roman" w:hAnsi="Times New Roman"/>
        </w:rPr>
        <w:t>(</w:t>
      </w:r>
      <w:r w:rsidRPr="00863BD8">
        <w:rPr>
          <w:rFonts w:ascii="Times New Roman" w:hAnsi="Times New Roman"/>
        </w:rPr>
        <w:t>Ф</w:t>
      </w:r>
      <w:r>
        <w:rPr>
          <w:rFonts w:ascii="Times New Roman" w:hAnsi="Times New Roman"/>
        </w:rPr>
        <w:t>.</w:t>
      </w:r>
      <w:r w:rsidRPr="00863BD8">
        <w:rPr>
          <w:rFonts w:ascii="Times New Roman" w:hAnsi="Times New Roman"/>
        </w:rPr>
        <w:t>И</w:t>
      </w:r>
      <w:r>
        <w:rPr>
          <w:rFonts w:ascii="Times New Roman" w:hAnsi="Times New Roman"/>
        </w:rPr>
        <w:t>.</w:t>
      </w:r>
      <w:r w:rsidRPr="00863BD8">
        <w:rPr>
          <w:rFonts w:ascii="Times New Roman" w:hAnsi="Times New Roman"/>
        </w:rPr>
        <w:t>О</w:t>
      </w:r>
      <w:r>
        <w:rPr>
          <w:rFonts w:ascii="Times New Roman" w:hAnsi="Times New Roman"/>
        </w:rPr>
        <w:t>.</w:t>
      </w:r>
      <w:r w:rsidRPr="00963B8D">
        <w:rPr>
          <w:rFonts w:ascii="Times New Roman" w:hAnsi="Times New Roman"/>
        </w:rPr>
        <w:t>)</w:t>
      </w:r>
    </w:p>
    <w:p w:rsidR="005F43FD" w:rsidRPr="00D05081" w:rsidRDefault="005F43FD" w:rsidP="0036332B">
      <w:pPr>
        <w:rPr>
          <w:rFonts w:ascii="Times New Roman" w:hAnsi="Times New Roman"/>
          <w:sz w:val="28"/>
          <w:szCs w:val="28"/>
          <w:lang w:eastAsia="ru-RU"/>
        </w:rPr>
      </w:pPr>
    </w:p>
    <w:p w:rsidR="005F43FD" w:rsidRDefault="005F43FD" w:rsidP="009B1AB7">
      <w:pPr>
        <w:rPr>
          <w:rFonts w:ascii="Times New Roman" w:hAnsi="Times New Roman"/>
          <w:sz w:val="28"/>
          <w:szCs w:val="28"/>
          <w:lang w:eastAsia="ru-RU"/>
        </w:rPr>
      </w:pPr>
    </w:p>
    <w:p w:rsidR="005F43FD" w:rsidRPr="00BA1449" w:rsidRDefault="005F43FD" w:rsidP="00BA1449">
      <w:pPr>
        <w:rPr>
          <w:rFonts w:ascii="Times New Roman" w:hAnsi="Times New Roman"/>
          <w:sz w:val="28"/>
          <w:szCs w:val="28"/>
        </w:rPr>
      </w:pPr>
    </w:p>
    <w:p w:rsidR="005F43FD" w:rsidRPr="00BA1449" w:rsidRDefault="005F43FD" w:rsidP="00BA1449">
      <w:pPr>
        <w:rPr>
          <w:rFonts w:ascii="Times New Roman" w:hAnsi="Times New Roman"/>
          <w:spacing w:val="-2"/>
          <w:sz w:val="28"/>
          <w:szCs w:val="28"/>
        </w:rPr>
      </w:pPr>
      <w:r w:rsidRPr="00BA1449">
        <w:rPr>
          <w:rFonts w:ascii="Times New Roman" w:hAnsi="Times New Roman"/>
          <w:spacing w:val="-2"/>
          <w:sz w:val="28"/>
          <w:szCs w:val="28"/>
        </w:rPr>
        <w:t>Начальник общего отдела</w:t>
      </w:r>
    </w:p>
    <w:p w:rsidR="005F43FD" w:rsidRPr="00BA1449" w:rsidRDefault="005F43FD" w:rsidP="00BA1449">
      <w:pPr>
        <w:rPr>
          <w:rFonts w:ascii="Times New Roman" w:hAnsi="Times New Roman"/>
          <w:spacing w:val="-2"/>
          <w:sz w:val="28"/>
          <w:szCs w:val="28"/>
        </w:rPr>
      </w:pPr>
      <w:r w:rsidRPr="00BA1449">
        <w:rPr>
          <w:rFonts w:ascii="Times New Roman" w:hAnsi="Times New Roman"/>
          <w:spacing w:val="-2"/>
          <w:sz w:val="28"/>
          <w:szCs w:val="28"/>
        </w:rPr>
        <w:t xml:space="preserve">администрации Хоперского сельского </w:t>
      </w:r>
    </w:p>
    <w:p w:rsidR="005F43FD" w:rsidRPr="00BA1449" w:rsidRDefault="005F43FD" w:rsidP="00BA1449">
      <w:pPr>
        <w:rPr>
          <w:rFonts w:ascii="Times New Roman" w:hAnsi="Times New Roman"/>
          <w:sz w:val="28"/>
          <w:szCs w:val="28"/>
        </w:rPr>
      </w:pPr>
      <w:r w:rsidRPr="00BA1449">
        <w:rPr>
          <w:rFonts w:ascii="Times New Roman" w:hAnsi="Times New Roman"/>
          <w:spacing w:val="-2"/>
          <w:sz w:val="28"/>
          <w:szCs w:val="28"/>
        </w:rPr>
        <w:t>поселения Тихорецкого района                                                          И.А.Афанасенко</w:t>
      </w:r>
    </w:p>
    <w:p w:rsidR="005F43FD" w:rsidRPr="00BA1449" w:rsidRDefault="005F43FD" w:rsidP="00BA1449">
      <w:pPr>
        <w:rPr>
          <w:rFonts w:ascii="Times New Roman" w:hAnsi="Times New Roman"/>
          <w:lang w:eastAsia="ru-RU"/>
        </w:rPr>
      </w:pPr>
    </w:p>
    <w:sectPr w:rsidR="005F43FD" w:rsidRPr="00BA1449" w:rsidSect="00AB418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3FD" w:rsidRDefault="005F43FD" w:rsidP="00E5008F">
      <w:r>
        <w:separator/>
      </w:r>
    </w:p>
  </w:endnote>
  <w:endnote w:type="continuationSeparator" w:id="0">
    <w:p w:rsidR="005F43FD" w:rsidRDefault="005F43FD" w:rsidP="00E50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3FD" w:rsidRDefault="005F43FD" w:rsidP="00E5008F">
      <w:r>
        <w:separator/>
      </w:r>
    </w:p>
  </w:footnote>
  <w:footnote w:type="continuationSeparator" w:id="0">
    <w:p w:rsidR="005F43FD" w:rsidRDefault="005F43FD" w:rsidP="00E50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3FD" w:rsidRDefault="005F43FD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5F43FD" w:rsidRDefault="005F43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2D0"/>
    <w:rsid w:val="00066032"/>
    <w:rsid w:val="001276CC"/>
    <w:rsid w:val="00150137"/>
    <w:rsid w:val="001607A4"/>
    <w:rsid w:val="00170A4A"/>
    <w:rsid w:val="001A64AF"/>
    <w:rsid w:val="001B6A8B"/>
    <w:rsid w:val="00214A7B"/>
    <w:rsid w:val="0025123C"/>
    <w:rsid w:val="002A32D0"/>
    <w:rsid w:val="002C00CC"/>
    <w:rsid w:val="002C07B7"/>
    <w:rsid w:val="002E07D2"/>
    <w:rsid w:val="003057F6"/>
    <w:rsid w:val="003074F2"/>
    <w:rsid w:val="00356755"/>
    <w:rsid w:val="0036332B"/>
    <w:rsid w:val="0036727F"/>
    <w:rsid w:val="003E3F11"/>
    <w:rsid w:val="00404187"/>
    <w:rsid w:val="004B7E04"/>
    <w:rsid w:val="00512BD5"/>
    <w:rsid w:val="00512F3C"/>
    <w:rsid w:val="00554745"/>
    <w:rsid w:val="0057067E"/>
    <w:rsid w:val="00587BD7"/>
    <w:rsid w:val="005F43FD"/>
    <w:rsid w:val="00606690"/>
    <w:rsid w:val="00620251"/>
    <w:rsid w:val="00664E72"/>
    <w:rsid w:val="00665401"/>
    <w:rsid w:val="006D16F1"/>
    <w:rsid w:val="00717B2F"/>
    <w:rsid w:val="0077265C"/>
    <w:rsid w:val="007739DA"/>
    <w:rsid w:val="007C6B3F"/>
    <w:rsid w:val="00826D03"/>
    <w:rsid w:val="00863BD8"/>
    <w:rsid w:val="00896D86"/>
    <w:rsid w:val="008A5BDE"/>
    <w:rsid w:val="008F4609"/>
    <w:rsid w:val="009418E6"/>
    <w:rsid w:val="0096144B"/>
    <w:rsid w:val="00963B8D"/>
    <w:rsid w:val="009A141A"/>
    <w:rsid w:val="009B1AB7"/>
    <w:rsid w:val="009D4F97"/>
    <w:rsid w:val="009F0497"/>
    <w:rsid w:val="00A47A54"/>
    <w:rsid w:val="00A9643E"/>
    <w:rsid w:val="00AB4186"/>
    <w:rsid w:val="00AD74CB"/>
    <w:rsid w:val="00B229B2"/>
    <w:rsid w:val="00BA1449"/>
    <w:rsid w:val="00BB58B1"/>
    <w:rsid w:val="00C02132"/>
    <w:rsid w:val="00C179A7"/>
    <w:rsid w:val="00C4321C"/>
    <w:rsid w:val="00C65E93"/>
    <w:rsid w:val="00C75149"/>
    <w:rsid w:val="00CC5935"/>
    <w:rsid w:val="00CC76EF"/>
    <w:rsid w:val="00D002F0"/>
    <w:rsid w:val="00D05081"/>
    <w:rsid w:val="00E35C69"/>
    <w:rsid w:val="00E5008F"/>
    <w:rsid w:val="00ED59C0"/>
    <w:rsid w:val="00EE292E"/>
    <w:rsid w:val="00F14257"/>
    <w:rsid w:val="00F200C7"/>
    <w:rsid w:val="00F40A5F"/>
    <w:rsid w:val="00F64DF2"/>
    <w:rsid w:val="00FB606C"/>
    <w:rsid w:val="00FD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A5F"/>
    <w:pPr>
      <w:jc w:val="both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">
    <w:name w:val="Нормальный (таблица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0">
    <w:name w:val="Таблицы (моноширинный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1">
    <w:name w:val="Прижатый влево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2">
    <w:name w:val="Цветовое выделение"/>
    <w:uiPriority w:val="99"/>
    <w:rsid w:val="00F40A5F"/>
    <w:rPr>
      <w:b/>
      <w:color w:val="26282F"/>
    </w:rPr>
  </w:style>
  <w:style w:type="character" w:customStyle="1" w:styleId="a3">
    <w:name w:val="Гипертекстовая ссылка"/>
    <w:uiPriority w:val="99"/>
    <w:rsid w:val="00F40A5F"/>
    <w:rPr>
      <w:color w:val="106BBE"/>
    </w:rPr>
  </w:style>
  <w:style w:type="paragraph" w:customStyle="1" w:styleId="Standard">
    <w:name w:val="Standard"/>
    <w:uiPriority w:val="99"/>
    <w:rsid w:val="008F4609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paragraph" w:styleId="Header">
    <w:name w:val="header"/>
    <w:basedOn w:val="Normal"/>
    <w:link w:val="Head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008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5008F"/>
    <w:rPr>
      <w:rFonts w:ascii="Calibri" w:hAnsi="Calibri" w:cs="Times New Roman"/>
    </w:rPr>
  </w:style>
  <w:style w:type="table" w:styleId="TableGrid">
    <w:name w:val="Table Grid"/>
    <w:basedOn w:val="TableNormal"/>
    <w:uiPriority w:val="99"/>
    <w:rsid w:val="0077265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44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&#1044;&#1080;&#1089;&#1082;%20H\Doc2\&#1050;&#1086;&#1088;&#1088;&#1091;&#1087;&#1094;&#1080;&#1103;\&#1055;&#1086;&#1088;&#1103;&#1076;&#1086;&#1082;%20&#1087;&#1086;&#1076;&#1072;&#1088;&#1082;&#1080;\&#1055;&#1086;&#1083;&#1086;&#1078;&#1077;&#1085;&#1080;&#1077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2</Pages>
  <Words>422</Words>
  <Characters>2410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</cp:lastModifiedBy>
  <cp:revision>56</cp:revision>
  <cp:lastPrinted>2018-03-20T06:28:00Z</cp:lastPrinted>
  <dcterms:created xsi:type="dcterms:W3CDTF">2015-12-23T13:49:00Z</dcterms:created>
  <dcterms:modified xsi:type="dcterms:W3CDTF">2018-03-20T06:28:00Z</dcterms:modified>
</cp:coreProperties>
</file>