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E4B" w:rsidRPr="00693213" w:rsidRDefault="00216E4B" w:rsidP="00A33AD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 w:rsidRPr="0069321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216E4B" w:rsidRPr="00693213" w:rsidRDefault="00216E4B" w:rsidP="00A33AD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</w:p>
    <w:p w:rsidR="00216E4B" w:rsidRPr="00693213" w:rsidRDefault="00216E4B" w:rsidP="00A33AD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 w:rsidRPr="00693213">
        <w:rPr>
          <w:sz w:val="28"/>
          <w:szCs w:val="28"/>
        </w:rPr>
        <w:t>УТВЕРЖДЕН</w:t>
      </w:r>
    </w:p>
    <w:p w:rsidR="00216E4B" w:rsidRPr="00693213" w:rsidRDefault="00216E4B" w:rsidP="00A33AD0">
      <w:pPr>
        <w:pStyle w:val="CharCharCarCarCharCharCarCarCharCharCarCarCharChar"/>
        <w:spacing w:after="0" w:line="240" w:lineRule="auto"/>
        <w:ind w:left="484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69321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Хоперского сельского поселения</w:t>
      </w:r>
      <w:r w:rsidRPr="00693213">
        <w:rPr>
          <w:sz w:val="28"/>
          <w:szCs w:val="28"/>
        </w:rPr>
        <w:t xml:space="preserve"> Тихорецк</w:t>
      </w:r>
      <w:r>
        <w:rPr>
          <w:sz w:val="28"/>
          <w:szCs w:val="28"/>
        </w:rPr>
        <w:t>ого</w:t>
      </w:r>
      <w:r w:rsidRPr="0069321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216E4B" w:rsidRPr="00693213" w:rsidRDefault="00216E4B" w:rsidP="00A33AD0">
      <w:pPr>
        <w:ind w:left="4845"/>
        <w:jc w:val="center"/>
        <w:rPr>
          <w:rFonts w:ascii="Times New Roman" w:hAnsi="Times New Roman"/>
          <w:sz w:val="28"/>
          <w:szCs w:val="28"/>
        </w:rPr>
      </w:pPr>
      <w:r w:rsidRPr="0069321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30.12.2015 года</w:t>
      </w:r>
      <w:r w:rsidRPr="0069321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236</w:t>
      </w:r>
    </w:p>
    <w:p w:rsidR="00216E4B" w:rsidRPr="00E2056C" w:rsidRDefault="00216E4B" w:rsidP="00A33AD0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216E4B" w:rsidRPr="00533517" w:rsidRDefault="00216E4B" w:rsidP="0099078A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33517">
        <w:rPr>
          <w:rFonts w:ascii="Times New Roman" w:hAnsi="Times New Roman"/>
          <w:sz w:val="28"/>
          <w:szCs w:val="28"/>
        </w:rPr>
        <w:t>СОСТАВ</w:t>
      </w:r>
    </w:p>
    <w:p w:rsidR="00216E4B" w:rsidRDefault="00216E4B" w:rsidP="005A7CFA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335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5A7CFA">
        <w:rPr>
          <w:rFonts w:ascii="Times New Roman" w:hAnsi="Times New Roman"/>
          <w:sz w:val="28"/>
          <w:szCs w:val="28"/>
        </w:rPr>
        <w:t xml:space="preserve">бщественного совета при администрации </w:t>
      </w:r>
    </w:p>
    <w:p w:rsidR="00216E4B" w:rsidRDefault="00216E4B" w:rsidP="005A7CFA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Хоперского сельского поселения </w:t>
      </w:r>
      <w:r w:rsidRPr="005A7CFA">
        <w:rPr>
          <w:rFonts w:ascii="Times New Roman" w:hAnsi="Times New Roman"/>
          <w:sz w:val="28"/>
          <w:szCs w:val="28"/>
        </w:rPr>
        <w:t>Тихорецк</w:t>
      </w:r>
      <w:r>
        <w:rPr>
          <w:rFonts w:ascii="Times New Roman" w:hAnsi="Times New Roman"/>
          <w:sz w:val="28"/>
          <w:szCs w:val="28"/>
        </w:rPr>
        <w:t>ого</w:t>
      </w:r>
      <w:r w:rsidRPr="005A7CFA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5A7CFA">
        <w:rPr>
          <w:rFonts w:ascii="Times New Roman" w:hAnsi="Times New Roman"/>
          <w:sz w:val="28"/>
          <w:szCs w:val="28"/>
        </w:rPr>
        <w:t xml:space="preserve"> </w:t>
      </w:r>
    </w:p>
    <w:p w:rsidR="00216E4B" w:rsidRPr="00E2056C" w:rsidRDefault="00216E4B" w:rsidP="0099078A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Look w:val="00A0"/>
      </w:tblPr>
      <w:tblGrid>
        <w:gridCol w:w="3420"/>
        <w:gridCol w:w="360"/>
        <w:gridCol w:w="5859"/>
      </w:tblGrid>
      <w:tr w:rsidR="00216E4B" w:rsidRPr="00DD0D55" w:rsidTr="00800CE2">
        <w:tc>
          <w:tcPr>
            <w:tcW w:w="3420" w:type="dxa"/>
          </w:tcPr>
          <w:p w:rsidR="00216E4B" w:rsidRPr="00DD0D55" w:rsidRDefault="00216E4B" w:rsidP="00BE37EC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216E4B" w:rsidRPr="00DD0D55" w:rsidRDefault="00216E4B" w:rsidP="00BE37EC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</w:tcPr>
          <w:p w:rsidR="00216E4B" w:rsidRPr="00DD0D55" w:rsidRDefault="00216E4B" w:rsidP="00BE37EC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16E4B" w:rsidRPr="00DD0D55" w:rsidTr="00147ED8">
        <w:tc>
          <w:tcPr>
            <w:tcW w:w="9639" w:type="dxa"/>
            <w:gridSpan w:val="3"/>
          </w:tcPr>
          <w:p w:rsidR="00216E4B" w:rsidRPr="00DD0D55" w:rsidRDefault="00216E4B" w:rsidP="0077352D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D0D55">
              <w:rPr>
                <w:rFonts w:ascii="Times New Roman" w:hAnsi="Times New Roman"/>
                <w:bCs/>
                <w:sz w:val="28"/>
                <w:szCs w:val="28"/>
              </w:rPr>
              <w:t>Члены Общественного совета:</w:t>
            </w:r>
          </w:p>
        </w:tc>
      </w:tr>
      <w:tr w:rsidR="00216E4B" w:rsidRPr="00DD0D55" w:rsidTr="00800CE2">
        <w:tc>
          <w:tcPr>
            <w:tcW w:w="3420" w:type="dxa"/>
          </w:tcPr>
          <w:p w:rsidR="00216E4B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Бризгунова</w:t>
            </w:r>
          </w:p>
          <w:p w:rsidR="00216E4B" w:rsidRPr="00DD0D55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Валентина Михайловна</w:t>
            </w:r>
          </w:p>
        </w:tc>
        <w:tc>
          <w:tcPr>
            <w:tcW w:w="360" w:type="dxa"/>
          </w:tcPr>
          <w:p w:rsidR="00216E4B" w:rsidRPr="00DD0D55" w:rsidRDefault="00216E4B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</w:tcPr>
          <w:p w:rsidR="00216E4B" w:rsidRPr="00DD0D55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16E4B" w:rsidRPr="00DD0D55" w:rsidTr="00800CE2">
        <w:tc>
          <w:tcPr>
            <w:tcW w:w="3420" w:type="dxa"/>
          </w:tcPr>
          <w:p w:rsidR="00216E4B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Маслова </w:t>
            </w:r>
          </w:p>
          <w:p w:rsidR="00216E4B" w:rsidRPr="00DD0D55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Людмила Алексеенва</w:t>
            </w:r>
          </w:p>
        </w:tc>
        <w:tc>
          <w:tcPr>
            <w:tcW w:w="360" w:type="dxa"/>
          </w:tcPr>
          <w:p w:rsidR="00216E4B" w:rsidRPr="00DD0D55" w:rsidRDefault="00216E4B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</w:tcPr>
          <w:p w:rsidR="00216E4B" w:rsidRPr="00DD0D55" w:rsidRDefault="00216E4B" w:rsidP="00444F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16E4B" w:rsidRPr="0044423A" w:rsidTr="00800CE2">
        <w:tc>
          <w:tcPr>
            <w:tcW w:w="3420" w:type="dxa"/>
          </w:tcPr>
          <w:p w:rsidR="00216E4B" w:rsidRPr="0044423A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4423A">
              <w:rPr>
                <w:rFonts w:ascii="Times New Roman" w:hAnsi="Times New Roman"/>
                <w:bCs/>
                <w:sz w:val="28"/>
                <w:szCs w:val="28"/>
              </w:rPr>
              <w:t>Булатова</w:t>
            </w:r>
          </w:p>
          <w:p w:rsidR="00216E4B" w:rsidRPr="0044423A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4423A">
              <w:rPr>
                <w:rFonts w:ascii="Times New Roman" w:hAnsi="Times New Roman"/>
                <w:bCs/>
                <w:sz w:val="28"/>
                <w:szCs w:val="28"/>
              </w:rPr>
              <w:t>Наталья Анатольевна</w:t>
            </w:r>
          </w:p>
        </w:tc>
        <w:tc>
          <w:tcPr>
            <w:tcW w:w="360" w:type="dxa"/>
          </w:tcPr>
          <w:p w:rsidR="00216E4B" w:rsidRPr="0044423A" w:rsidRDefault="00216E4B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</w:tcPr>
          <w:p w:rsidR="00216E4B" w:rsidRPr="0044423A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16E4B" w:rsidRPr="00DD0D55" w:rsidTr="00800CE2">
        <w:tc>
          <w:tcPr>
            <w:tcW w:w="3420" w:type="dxa"/>
          </w:tcPr>
          <w:p w:rsidR="00216E4B" w:rsidRDefault="00216E4B" w:rsidP="00DB59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Белозерова</w:t>
            </w:r>
          </w:p>
          <w:p w:rsidR="00216E4B" w:rsidRPr="00DD0D55" w:rsidRDefault="00216E4B" w:rsidP="00DB59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Светлана Николаевна</w:t>
            </w:r>
          </w:p>
        </w:tc>
        <w:tc>
          <w:tcPr>
            <w:tcW w:w="360" w:type="dxa"/>
          </w:tcPr>
          <w:p w:rsidR="00216E4B" w:rsidRPr="00DD0D55" w:rsidRDefault="00216E4B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</w:tcPr>
          <w:p w:rsidR="00216E4B" w:rsidRPr="00DD0D55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16E4B" w:rsidRPr="00DD0D55" w:rsidTr="00800CE2">
        <w:tc>
          <w:tcPr>
            <w:tcW w:w="3420" w:type="dxa"/>
          </w:tcPr>
          <w:p w:rsidR="00216E4B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Шапошник</w:t>
            </w:r>
          </w:p>
          <w:p w:rsidR="00216E4B" w:rsidRPr="00DD0D55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Сергей Александрович</w:t>
            </w:r>
          </w:p>
        </w:tc>
        <w:tc>
          <w:tcPr>
            <w:tcW w:w="360" w:type="dxa"/>
          </w:tcPr>
          <w:p w:rsidR="00216E4B" w:rsidRPr="00DD0D55" w:rsidRDefault="00216E4B" w:rsidP="00282FB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859" w:type="dxa"/>
          </w:tcPr>
          <w:p w:rsidR="00216E4B" w:rsidRPr="00DD0D55" w:rsidRDefault="00216E4B" w:rsidP="00282F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16E4B" w:rsidRDefault="00216E4B" w:rsidP="00BE37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16E4B" w:rsidRDefault="00216E4B" w:rsidP="00BE37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16E4B" w:rsidRDefault="00216E4B" w:rsidP="00BE37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16E4B" w:rsidRDefault="00216E4B" w:rsidP="00BE37E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 отдела</w:t>
      </w:r>
    </w:p>
    <w:p w:rsidR="00216E4B" w:rsidRDefault="00216E4B" w:rsidP="00BE37E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Хоперского сельского поселения </w:t>
      </w:r>
    </w:p>
    <w:p w:rsidR="00216E4B" w:rsidRPr="001051EB" w:rsidRDefault="00216E4B" w:rsidP="00DB5938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Тихорецкого района                                                                            И.А.Афанасенко</w:t>
      </w:r>
    </w:p>
    <w:p w:rsidR="00216E4B" w:rsidRPr="00EB7F82" w:rsidRDefault="00216E4B" w:rsidP="00BE37EC">
      <w:pPr>
        <w:spacing w:after="0" w:line="240" w:lineRule="auto"/>
        <w:ind w:firstLine="851"/>
        <w:jc w:val="both"/>
      </w:pPr>
    </w:p>
    <w:sectPr w:rsidR="00216E4B" w:rsidRPr="00EB7F82" w:rsidSect="00DB5938">
      <w:headerReference w:type="default" r:id="rId6"/>
      <w:pgSz w:w="11906" w:h="16838"/>
      <w:pgMar w:top="142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E4B" w:rsidRDefault="00216E4B" w:rsidP="00427AD2">
      <w:pPr>
        <w:spacing w:after="0" w:line="240" w:lineRule="auto"/>
      </w:pPr>
      <w:r>
        <w:separator/>
      </w:r>
    </w:p>
  </w:endnote>
  <w:endnote w:type="continuationSeparator" w:id="0">
    <w:p w:rsidR="00216E4B" w:rsidRDefault="00216E4B" w:rsidP="0042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E4B" w:rsidRDefault="00216E4B" w:rsidP="00427AD2">
      <w:pPr>
        <w:spacing w:after="0" w:line="240" w:lineRule="auto"/>
      </w:pPr>
      <w:r>
        <w:separator/>
      </w:r>
    </w:p>
  </w:footnote>
  <w:footnote w:type="continuationSeparator" w:id="0">
    <w:p w:rsidR="00216E4B" w:rsidRDefault="00216E4B" w:rsidP="00427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E4B" w:rsidRDefault="00216E4B">
    <w:pPr>
      <w:pStyle w:val="Header"/>
      <w:jc w:val="center"/>
    </w:pPr>
  </w:p>
  <w:p w:rsidR="00216E4B" w:rsidRDefault="00216E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409"/>
    <w:rsid w:val="0004618F"/>
    <w:rsid w:val="0007654E"/>
    <w:rsid w:val="00080A80"/>
    <w:rsid w:val="000A061D"/>
    <w:rsid w:val="001051EB"/>
    <w:rsid w:val="001106EE"/>
    <w:rsid w:val="00147ED8"/>
    <w:rsid w:val="00164190"/>
    <w:rsid w:val="00187BD9"/>
    <w:rsid w:val="001F701E"/>
    <w:rsid w:val="001F7E53"/>
    <w:rsid w:val="00216E4B"/>
    <w:rsid w:val="00227419"/>
    <w:rsid w:val="00231AB0"/>
    <w:rsid w:val="00282FBD"/>
    <w:rsid w:val="002D4048"/>
    <w:rsid w:val="002F1CA1"/>
    <w:rsid w:val="00300A1E"/>
    <w:rsid w:val="00321B71"/>
    <w:rsid w:val="00343D24"/>
    <w:rsid w:val="003567A8"/>
    <w:rsid w:val="00366D34"/>
    <w:rsid w:val="00373A7D"/>
    <w:rsid w:val="003B09AF"/>
    <w:rsid w:val="004077D3"/>
    <w:rsid w:val="00427AD2"/>
    <w:rsid w:val="0044423A"/>
    <w:rsid w:val="00444F7B"/>
    <w:rsid w:val="00470CB3"/>
    <w:rsid w:val="00494CF0"/>
    <w:rsid w:val="004A799C"/>
    <w:rsid w:val="004B7DE2"/>
    <w:rsid w:val="004E116F"/>
    <w:rsid w:val="004E4409"/>
    <w:rsid w:val="004E74F8"/>
    <w:rsid w:val="004F7C7C"/>
    <w:rsid w:val="00506D92"/>
    <w:rsid w:val="00533517"/>
    <w:rsid w:val="00547DD6"/>
    <w:rsid w:val="0056363E"/>
    <w:rsid w:val="00573AF4"/>
    <w:rsid w:val="00582029"/>
    <w:rsid w:val="005901F2"/>
    <w:rsid w:val="005959FF"/>
    <w:rsid w:val="005A7CFA"/>
    <w:rsid w:val="005D2EE7"/>
    <w:rsid w:val="005F5A84"/>
    <w:rsid w:val="00693213"/>
    <w:rsid w:val="00694A4E"/>
    <w:rsid w:val="00706749"/>
    <w:rsid w:val="007625A7"/>
    <w:rsid w:val="007709FD"/>
    <w:rsid w:val="0077352D"/>
    <w:rsid w:val="007C1D83"/>
    <w:rsid w:val="007F115B"/>
    <w:rsid w:val="00800CE2"/>
    <w:rsid w:val="00810810"/>
    <w:rsid w:val="008C51EC"/>
    <w:rsid w:val="00926289"/>
    <w:rsid w:val="00927A32"/>
    <w:rsid w:val="00970495"/>
    <w:rsid w:val="0099078A"/>
    <w:rsid w:val="009919E4"/>
    <w:rsid w:val="00996917"/>
    <w:rsid w:val="009A5A48"/>
    <w:rsid w:val="009F3949"/>
    <w:rsid w:val="009F6607"/>
    <w:rsid w:val="00A173AA"/>
    <w:rsid w:val="00A33AD0"/>
    <w:rsid w:val="00A40CAF"/>
    <w:rsid w:val="00A44BA0"/>
    <w:rsid w:val="00A775DA"/>
    <w:rsid w:val="00A95D5F"/>
    <w:rsid w:val="00AB7751"/>
    <w:rsid w:val="00AC039B"/>
    <w:rsid w:val="00AE0BD3"/>
    <w:rsid w:val="00AE7A6E"/>
    <w:rsid w:val="00BC0E02"/>
    <w:rsid w:val="00BC6C86"/>
    <w:rsid w:val="00BE37EC"/>
    <w:rsid w:val="00C504B2"/>
    <w:rsid w:val="00CA2D4C"/>
    <w:rsid w:val="00CE3A8D"/>
    <w:rsid w:val="00D20FB9"/>
    <w:rsid w:val="00D60BB8"/>
    <w:rsid w:val="00D636ED"/>
    <w:rsid w:val="00DA5837"/>
    <w:rsid w:val="00DB5938"/>
    <w:rsid w:val="00DC17CE"/>
    <w:rsid w:val="00DC5085"/>
    <w:rsid w:val="00DC6B0E"/>
    <w:rsid w:val="00DD0D55"/>
    <w:rsid w:val="00E079AE"/>
    <w:rsid w:val="00E10EB0"/>
    <w:rsid w:val="00E2056C"/>
    <w:rsid w:val="00EA25E8"/>
    <w:rsid w:val="00EA2939"/>
    <w:rsid w:val="00EB7F82"/>
    <w:rsid w:val="00EC0908"/>
    <w:rsid w:val="00EF5D8A"/>
    <w:rsid w:val="00F1205C"/>
    <w:rsid w:val="00F14063"/>
    <w:rsid w:val="00F27A32"/>
    <w:rsid w:val="00F5395C"/>
    <w:rsid w:val="00F705B4"/>
    <w:rsid w:val="00F75DA9"/>
    <w:rsid w:val="00F94C46"/>
    <w:rsid w:val="00FB138B"/>
    <w:rsid w:val="00FC26EF"/>
    <w:rsid w:val="00FD491C"/>
    <w:rsid w:val="00FF138C"/>
    <w:rsid w:val="00FF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78A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3AF4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73AF4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40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CAF"/>
    <w:rPr>
      <w:rFonts w:ascii="Segoe UI" w:hAnsi="Segoe UI" w:cs="Segoe UI"/>
      <w:sz w:val="18"/>
      <w:szCs w:val="18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A33AD0"/>
    <w:pPr>
      <w:spacing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427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27AD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7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27A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39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89</Words>
  <Characters>509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Ледяев А.А</dc:creator>
  <cp:keywords/>
  <dc:description/>
  <cp:lastModifiedBy>Администрация</cp:lastModifiedBy>
  <cp:revision>8</cp:revision>
  <cp:lastPrinted>2016-01-11T06:44:00Z</cp:lastPrinted>
  <dcterms:created xsi:type="dcterms:W3CDTF">2015-12-31T07:13:00Z</dcterms:created>
  <dcterms:modified xsi:type="dcterms:W3CDTF">2016-01-11T06:45:00Z</dcterms:modified>
</cp:coreProperties>
</file>