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E13" w:rsidRPr="00BE4224" w:rsidRDefault="009A7E13" w:rsidP="00344087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ПРИЛОЖЕНИЕ № 1</w:t>
      </w:r>
    </w:p>
    <w:p w:rsidR="009A7E13" w:rsidRDefault="009A7E13" w:rsidP="0034408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к</w:t>
      </w:r>
      <w:r w:rsidRPr="00BE4224">
        <w:rPr>
          <w:rFonts w:ascii="Times New Roman" w:hAnsi="Times New Roman" w:cs="Times New Roman"/>
          <w:bCs/>
          <w:sz w:val="28"/>
          <w:szCs w:val="28"/>
        </w:rPr>
        <w:t xml:space="preserve"> административному регламенту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9A7E13" w:rsidRDefault="009A7E13" w:rsidP="00344087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</w:t>
      </w:r>
      <w:r w:rsidRPr="00BE4224"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</w:p>
    <w:p w:rsidR="009A7E13" w:rsidRDefault="009A7E13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«В</w:t>
      </w:r>
      <w:r w:rsidRPr="00D1012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 xml:space="preserve">граждан, </w:t>
      </w:r>
    </w:p>
    <w:p w:rsidR="009A7E13" w:rsidRDefault="009A7E13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имеющих право на приобретение жилья</w:t>
      </w:r>
    </w:p>
    <w:p w:rsidR="009A7E13" w:rsidRDefault="009A7E13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 xml:space="preserve">экономического класса в рамках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9A7E13" w:rsidRDefault="009A7E13" w:rsidP="003440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A7E13" w:rsidRDefault="009A7E13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утвержденному п</w:t>
      </w:r>
      <w:r w:rsidRPr="00BE4224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A7E13" w:rsidRDefault="009A7E13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BE422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Хоперского сельского          </w:t>
      </w:r>
    </w:p>
    <w:p w:rsidR="009A7E13" w:rsidRPr="00BE4224" w:rsidRDefault="009A7E13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поселения </w:t>
      </w:r>
      <w:r w:rsidRPr="00BE4224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E422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A7E13" w:rsidRDefault="009A7E13" w:rsidP="00E65DFB">
      <w:pPr>
        <w:ind w:left="36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BE422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09.09.2015 года </w:t>
      </w:r>
      <w:r w:rsidRPr="00BE422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127</w:t>
      </w:r>
    </w:p>
    <w:p w:rsidR="009A7E13" w:rsidRDefault="009A7E13" w:rsidP="00344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E13" w:rsidRDefault="009A7E13" w:rsidP="003440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7E13" w:rsidRPr="00BE4224" w:rsidRDefault="009A7E13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БЛОК-СХЕМА</w:t>
      </w:r>
    </w:p>
    <w:p w:rsidR="009A7E13" w:rsidRPr="00BE4224" w:rsidRDefault="009A7E13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E4224">
        <w:rPr>
          <w:rFonts w:ascii="Times New Roman" w:hAnsi="Times New Roman" w:cs="Times New Roman"/>
          <w:bCs/>
          <w:sz w:val="28"/>
          <w:szCs w:val="28"/>
        </w:rPr>
        <w:t>последовательности административных процедур при предоставлении муниципальной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</w:t>
      </w:r>
      <w:r w:rsidRPr="00D1012B">
        <w:rPr>
          <w:rFonts w:ascii="Times New Roman" w:hAnsi="Times New Roman" w:cs="Times New Roman"/>
          <w:sz w:val="28"/>
          <w:szCs w:val="28"/>
        </w:rPr>
        <w:t>ключени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1012B">
        <w:rPr>
          <w:rFonts w:ascii="Times New Roman" w:hAnsi="Times New Roman" w:cs="Times New Roman"/>
          <w:sz w:val="28"/>
          <w:szCs w:val="28"/>
        </w:rPr>
        <w:t xml:space="preserve"> в список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граждан, имеющих право на приобретение жилья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012B">
        <w:rPr>
          <w:rFonts w:ascii="Times New Roman" w:hAnsi="Times New Roman" w:cs="Times New Roman"/>
          <w:sz w:val="28"/>
          <w:szCs w:val="28"/>
        </w:rPr>
        <w:t>экономиче</w:t>
      </w:r>
      <w:r>
        <w:rPr>
          <w:rFonts w:ascii="Times New Roman" w:hAnsi="Times New Roman" w:cs="Times New Roman"/>
          <w:sz w:val="28"/>
          <w:szCs w:val="28"/>
        </w:rPr>
        <w:t xml:space="preserve">ского класса в рамках программы                                </w:t>
      </w:r>
      <w:r w:rsidRPr="00D1012B">
        <w:rPr>
          <w:rFonts w:ascii="Times New Roman" w:hAnsi="Times New Roman" w:cs="Times New Roman"/>
          <w:sz w:val="28"/>
          <w:szCs w:val="28"/>
        </w:rPr>
        <w:t>«Жилье для российской семьи»</w:t>
      </w:r>
    </w:p>
    <w:p w:rsidR="009A7E13" w:rsidRPr="00BE4224" w:rsidRDefault="009A7E13" w:rsidP="00344087">
      <w:pPr>
        <w:shd w:val="clear" w:color="auto" w:fill="FFFFFF"/>
        <w:tabs>
          <w:tab w:val="left" w:pos="935"/>
        </w:tabs>
        <w:rPr>
          <w:rFonts w:ascii="Times New Roman" w:hAnsi="Times New Roman" w:cs="Times New Roman"/>
          <w:bCs/>
          <w:sz w:val="28"/>
          <w:szCs w:val="28"/>
        </w:rPr>
      </w:pPr>
    </w:p>
    <w:p w:rsidR="009A7E13" w:rsidRPr="00BE4224" w:rsidRDefault="009A7E13" w:rsidP="00344087">
      <w:pPr>
        <w:ind w:left="709" w:right="849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rect id="Прямоугольник 7" o:spid="_x0000_s1026" style="position:absolute;left:0;text-align:left;margin-left:63pt;margin-top:0;width:343pt;height:30.7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">
            <v:textbox>
              <w:txbxContent>
                <w:p w:rsidR="009A7E13" w:rsidRDefault="009A7E13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Прием и регистрация заявления и документов </w:t>
                  </w:r>
                </w:p>
              </w:txbxContent>
            </v:textbox>
          </v:rect>
        </w:pict>
      </w:r>
    </w:p>
    <w:p w:rsidR="009A7E13" w:rsidRPr="00BE4224" w:rsidRDefault="009A7E13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line id="Прямая соединительная линия 4" o:spid="_x0000_s1027" style="position:absolute;left:0;text-align:left;z-index:251655168;visibility:visible;mso-wrap-distance-left:3.17489mm;mso-wrap-distance-right:3.17489mm" from="235.95pt,14.5pt" to="235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">
            <o:lock v:ext="edit" shapetype="f"/>
          </v:line>
        </w:pict>
      </w:r>
    </w:p>
    <w:p w:rsidR="009A7E13" w:rsidRPr="00BE4224" w:rsidRDefault="009A7E13" w:rsidP="00344087">
      <w:pPr>
        <w:tabs>
          <w:tab w:val="left" w:pos="4185"/>
        </w:tabs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28" type="#_x0000_t32" style="position:absolute;left:0;text-align:left;margin-left:402.45pt;margin-top:13.45pt;width:0;height:22.5pt;z-index:251658240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">
            <v:stroke endarrow="open"/>
            <o:lock v:ext="edit" shapetype="f"/>
          </v:shape>
        </w:pict>
      </w:r>
      <w:r>
        <w:rPr>
          <w:noProof/>
        </w:rPr>
        <w:pict>
          <v:shape id="Прямая со стрелкой 9" o:spid="_x0000_s1029" type="#_x0000_t32" style="position:absolute;left:0;text-align:left;margin-left:63.45pt;margin-top:13.45pt;width:0;height:22.5pt;z-index:251657216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">
            <v:stroke endarrow="open"/>
            <o:lock v:ext="edit" shapetype="f"/>
          </v:shape>
        </w:pict>
      </w:r>
      <w:r>
        <w:rPr>
          <w:noProof/>
        </w:rPr>
        <w:pict>
          <v:line id="Прямая соединительная линия 8" o:spid="_x0000_s1030" style="position:absolute;left:0;text-align:left;z-index:251656192;visibility:visible;mso-wrap-distance-top:-1e-4mm;mso-wrap-distance-bottom:-1e-4mm" from="63.45pt,13.45pt" to="402.4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">
            <o:lock v:ext="edit" shapetype="f"/>
          </v:line>
        </w:pict>
      </w:r>
      <w:r w:rsidRPr="00BE4224">
        <w:rPr>
          <w:rFonts w:ascii="Times New Roman" w:hAnsi="Times New Roman" w:cs="Times New Roman"/>
          <w:bCs/>
          <w:sz w:val="28"/>
          <w:szCs w:val="28"/>
        </w:rPr>
        <w:tab/>
      </w:r>
    </w:p>
    <w:p w:rsidR="009A7E13" w:rsidRPr="00BE4224" w:rsidRDefault="009A7E13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</w:p>
    <w:p w:rsidR="009A7E13" w:rsidRPr="00BE4224" w:rsidRDefault="009A7E13" w:rsidP="00344087">
      <w:pPr>
        <w:ind w:left="709" w:right="849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rect id="Прямоугольник 5" o:spid="_x0000_s1031" style="position:absolute;left:0;text-align:left;margin-left:280.95pt;margin-top:5pt;width:193.5pt;height:37.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">
            <v:textbox>
              <w:txbxContent>
                <w:p w:rsidR="009A7E13" w:rsidRDefault="009A7E13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МФЦ  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8" o:spid="_x0000_s1032" style="position:absolute;left:0;text-align:left;margin-left:-.3pt;margin-top:134.95pt;width:474.75pt;height:42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">
            <v:textbox>
              <w:txbxContent>
                <w:p w:rsidR="009A7E13" w:rsidRDefault="009A7E13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Выдача Заявителю результата предоставления муниципальной услуги</w:t>
                  </w:r>
                </w:p>
                <w:p w:rsidR="009A7E13" w:rsidRDefault="009A7E13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Прямоугольник 13" o:spid="_x0000_s1033" style="position:absolute;left:0;text-align:left;margin-left:-.35pt;margin-top:5pt;width:230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">
            <v:textbox>
              <w:txbxContent>
                <w:p w:rsidR="009A7E13" w:rsidRDefault="009A7E13" w:rsidP="00344087">
                  <w:pPr>
                    <w:ind w:left="-142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администрация поселения</w:t>
                  </w:r>
                </w:p>
              </w:txbxContent>
            </v:textbox>
          </v:rect>
        </w:pict>
      </w:r>
      <w:r>
        <w:rPr>
          <w:noProof/>
        </w:rPr>
        <w:pict>
          <v:rect id="Прямоугольник 1" o:spid="_x0000_s1034" style="position:absolute;left:0;text-align:left;margin-left:-.3pt;margin-top:76.35pt;width:474.75pt;height:32.2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">
            <v:textbox>
              <w:txbxContent>
                <w:p w:rsidR="009A7E13" w:rsidRDefault="009A7E13" w:rsidP="0034408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B7764">
                    <w:rPr>
                      <w:rFonts w:ascii="Times New Roman" w:hAnsi="Times New Roman" w:cs="Times New Roman"/>
                      <w:sz w:val="28"/>
                      <w:szCs w:val="28"/>
                      <w:lang w:eastAsia="en-US"/>
                    </w:rPr>
                    <w:t xml:space="preserve">Рассмотрение заявления и принятие по нему решения </w:t>
                  </w:r>
                </w:p>
              </w:txbxContent>
            </v:textbox>
          </v:rect>
        </w:pict>
      </w:r>
    </w:p>
    <w:p w:rsidR="009A7E13" w:rsidRPr="00BE4224" w:rsidRDefault="009A7E13" w:rsidP="00344087">
      <w:pPr>
        <w:ind w:left="709" w:right="84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shape id="AutoShape 17" o:spid="_x0000_s1035" type="#_x0000_t32" style="position:absolute;left:0;text-align:left;margin-left:229.9pt;margin-top:8.25pt;width:51.05pt;height:0;rotation:180;z-index:251663360;visibility:visible;mso-wrap-distance-left:3.17492mm;mso-wrap-distance-right:3.17492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">
            <v:stroke endarrow="open"/>
            <o:lock v:ext="edit" shapetype="f"/>
          </v:shape>
        </w:pict>
      </w:r>
    </w:p>
    <w:p w:rsidR="009A7E13" w:rsidRPr="00BE4224" w:rsidRDefault="009A7E13" w:rsidP="0034408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pict>
          <v:shape id="Прямая со стрелкой 6" o:spid="_x0000_s1036" type="#_x0000_t32" style="position:absolute;left:0;text-align:left;margin-left:75.4pt;margin-top:26.9pt;width:34.55pt;height:0;rotation:90;z-index:251662336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">
            <v:stroke endarrow="open"/>
            <o:lock v:ext="edit" shapetype="f"/>
          </v:shape>
        </w:pict>
      </w:r>
    </w:p>
    <w:p w:rsidR="009A7E13" w:rsidRPr="00BE4224" w:rsidRDefault="009A7E13" w:rsidP="00344087">
      <w:pPr>
        <w:ind w:firstLine="698"/>
        <w:jc w:val="right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noProof/>
        </w:rPr>
        <w:pict>
          <v:shape id="Прямая со стрелкой 17" o:spid="_x0000_s1037" type="#_x0000_t32" style="position:absolute;left:0;text-align:left;margin-left:222.75pt;margin-top:25.2pt;width:26.35pt;height:0;rotation:90;z-index:251660288;visibility:visible;mso-wrap-distance-left:3.17489mm;mso-wrap-distance-right:3.17489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">
            <v:stroke endarrow="open"/>
            <o:lock v:ext="edit" shapetype="f"/>
          </v:shape>
        </w:pict>
      </w: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Default="009A7E13" w:rsidP="000F02C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Хоперского сельского</w:t>
      </w:r>
    </w:p>
    <w:p w:rsidR="009A7E13" w:rsidRPr="00BE4224" w:rsidRDefault="009A7E13" w:rsidP="000F02C4">
      <w:pPr>
        <w:ind w:firstLine="0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С.Ю.Писанов</w:t>
      </w:r>
    </w:p>
    <w:p w:rsidR="009A7E13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Pr="00BE4224" w:rsidRDefault="009A7E13" w:rsidP="00344087">
      <w:pPr>
        <w:ind w:firstLine="5387"/>
        <w:jc w:val="center"/>
        <w:rPr>
          <w:rStyle w:val="a"/>
          <w:rFonts w:ascii="Times New Roman" w:hAnsi="Times New Roman" w:cs="Times New Roman"/>
          <w:b w:val="0"/>
          <w:bCs/>
          <w:sz w:val="28"/>
          <w:szCs w:val="28"/>
        </w:rPr>
      </w:pPr>
    </w:p>
    <w:p w:rsidR="009A7E13" w:rsidRDefault="009A7E13" w:rsidP="00344087">
      <w:pPr>
        <w:ind w:firstLine="552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9A7E13" w:rsidRDefault="009A7E13" w:rsidP="00344087"/>
    <w:sectPr w:rsidR="009A7E13" w:rsidSect="000F02C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4087"/>
    <w:rsid w:val="000F02C4"/>
    <w:rsid w:val="00344087"/>
    <w:rsid w:val="003E4F8B"/>
    <w:rsid w:val="004D3F7B"/>
    <w:rsid w:val="004F340A"/>
    <w:rsid w:val="00534073"/>
    <w:rsid w:val="00677296"/>
    <w:rsid w:val="006E2EB1"/>
    <w:rsid w:val="00780EAF"/>
    <w:rsid w:val="008C3095"/>
    <w:rsid w:val="008C47D7"/>
    <w:rsid w:val="008E248D"/>
    <w:rsid w:val="009A7E13"/>
    <w:rsid w:val="009B52C0"/>
    <w:rsid w:val="009B7764"/>
    <w:rsid w:val="00A272AC"/>
    <w:rsid w:val="00AC434C"/>
    <w:rsid w:val="00B36BE6"/>
    <w:rsid w:val="00B46EDD"/>
    <w:rsid w:val="00BE4224"/>
    <w:rsid w:val="00D1012B"/>
    <w:rsid w:val="00E13B7C"/>
    <w:rsid w:val="00E65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08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Цветовое выделение"/>
    <w:uiPriority w:val="99"/>
    <w:rsid w:val="00344087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62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168</Words>
  <Characters>958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DmitrievaYUP</dc:creator>
  <cp:keywords/>
  <dc:description/>
  <cp:lastModifiedBy>Администрация</cp:lastModifiedBy>
  <cp:revision>10</cp:revision>
  <cp:lastPrinted>2015-07-21T15:24:00Z</cp:lastPrinted>
  <dcterms:created xsi:type="dcterms:W3CDTF">2015-06-30T14:45:00Z</dcterms:created>
  <dcterms:modified xsi:type="dcterms:W3CDTF">2015-09-16T07:52:00Z</dcterms:modified>
</cp:coreProperties>
</file>