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F34" w:rsidRPr="005F61B6" w:rsidRDefault="00103F34" w:rsidP="005F61B6">
      <w:pPr>
        <w:pStyle w:val="Title"/>
        <w:rPr>
          <w:bCs w:val="0"/>
        </w:rPr>
      </w:pPr>
      <w:bookmarkStart w:id="0" w:name="sub_100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44.25pt;width:42pt;height:47.85pt;z-index:251658240;mso-wrap-distance-left:504.05pt;mso-wrap-distance-right:504.05pt;mso-position-horizontal-relative:margin" filled="t">
            <v:imagedata r:id="rId7" o:title="" croptop="1762f"/>
            <w10:wrap type="topAndBottom" anchorx="margin"/>
          </v:shape>
        </w:pict>
      </w:r>
      <w:r w:rsidRPr="005F61B6">
        <w:rPr>
          <w:bCs w:val="0"/>
        </w:rPr>
        <w:t xml:space="preserve">СОВЕТ </w:t>
      </w:r>
      <w:r w:rsidRPr="005F61B6">
        <w:t>ХОПЕРСКОГО СЕЛЬСКОГО ПОСЕЛЕНИЯ</w:t>
      </w:r>
    </w:p>
    <w:p w:rsidR="00103F34" w:rsidRPr="00247D19" w:rsidRDefault="00103F34" w:rsidP="005F61B6">
      <w:pPr>
        <w:pStyle w:val="PlainText"/>
        <w:jc w:val="center"/>
        <w:rPr>
          <w:rFonts w:ascii="Times New Roman" w:hAnsi="Times New Roman"/>
          <w:b/>
          <w:sz w:val="28"/>
          <w:szCs w:val="28"/>
        </w:rPr>
      </w:pPr>
      <w:r w:rsidRPr="00247D19">
        <w:rPr>
          <w:rFonts w:ascii="Times New Roman" w:hAnsi="Times New Roman"/>
          <w:b/>
          <w:sz w:val="28"/>
          <w:szCs w:val="28"/>
        </w:rPr>
        <w:t>ТИХОРЕЦКОГО РАЙОНА</w:t>
      </w:r>
    </w:p>
    <w:p w:rsidR="00103F34" w:rsidRPr="00247D19" w:rsidRDefault="00103F34" w:rsidP="005F61B6">
      <w:pPr>
        <w:pStyle w:val="PlainText"/>
        <w:jc w:val="center"/>
        <w:rPr>
          <w:rFonts w:ascii="Times New Roman" w:hAnsi="Times New Roman"/>
          <w:b/>
          <w:sz w:val="28"/>
          <w:szCs w:val="28"/>
        </w:rPr>
      </w:pPr>
    </w:p>
    <w:p w:rsidR="00103F34" w:rsidRPr="0057340E" w:rsidRDefault="00103F34" w:rsidP="005F61B6">
      <w:pPr>
        <w:pStyle w:val="PlainText"/>
        <w:jc w:val="center"/>
        <w:rPr>
          <w:rFonts w:ascii="Times New Roman" w:hAnsi="Times New Roman"/>
          <w:sz w:val="52"/>
          <w:szCs w:val="52"/>
        </w:rPr>
      </w:pPr>
      <w:r w:rsidRPr="00247D19">
        <w:rPr>
          <w:rFonts w:ascii="Times New Roman" w:hAnsi="Times New Roman"/>
          <w:b/>
          <w:sz w:val="28"/>
          <w:szCs w:val="28"/>
        </w:rPr>
        <w:t>РЕШЕНИЕ</w:t>
      </w:r>
      <w:r>
        <w:rPr>
          <w:rFonts w:ascii="Times New Roman" w:hAnsi="Times New Roman"/>
          <w:b/>
          <w:sz w:val="28"/>
          <w:szCs w:val="28"/>
        </w:rPr>
        <w:t xml:space="preserve">      </w:t>
      </w:r>
    </w:p>
    <w:p w:rsidR="00103F34" w:rsidRDefault="00103F34" w:rsidP="005F61B6">
      <w:pPr>
        <w:pStyle w:val="PlainText"/>
        <w:jc w:val="both"/>
        <w:rPr>
          <w:rFonts w:ascii="Times New Roman" w:hAnsi="Times New Roman"/>
          <w:b/>
          <w:sz w:val="28"/>
        </w:rPr>
      </w:pPr>
    </w:p>
    <w:p w:rsidR="00103F34" w:rsidRPr="005F61B6" w:rsidRDefault="00103F34" w:rsidP="005F61B6">
      <w:pPr>
        <w:rPr>
          <w:rFonts w:ascii="Times New Roman" w:hAnsi="Times New Roman" w:cs="Times New Roman"/>
          <w:sz w:val="28"/>
          <w:szCs w:val="28"/>
        </w:rPr>
      </w:pPr>
      <w:r w:rsidRPr="005F61B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5F61B6">
        <w:rPr>
          <w:rFonts w:ascii="Times New Roman" w:hAnsi="Times New Roman" w:cs="Times New Roman"/>
          <w:sz w:val="28"/>
          <w:szCs w:val="28"/>
        </w:rPr>
        <w:t xml:space="preserve"> сентября 2015 года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F61B6">
        <w:rPr>
          <w:rFonts w:ascii="Times New Roman" w:hAnsi="Times New Roman" w:cs="Times New Roman"/>
          <w:sz w:val="28"/>
          <w:szCs w:val="28"/>
        </w:rPr>
        <w:t xml:space="preserve">              № </w:t>
      </w:r>
      <w:r>
        <w:rPr>
          <w:rFonts w:ascii="Times New Roman" w:hAnsi="Times New Roman" w:cs="Times New Roman"/>
          <w:sz w:val="28"/>
          <w:szCs w:val="28"/>
        </w:rPr>
        <w:t>62</w:t>
      </w:r>
    </w:p>
    <w:p w:rsidR="00103F34" w:rsidRPr="005F61B6" w:rsidRDefault="00103F34" w:rsidP="005F61B6">
      <w:pPr>
        <w:jc w:val="center"/>
        <w:rPr>
          <w:rFonts w:ascii="Times New Roman" w:hAnsi="Times New Roman" w:cs="Times New Roman"/>
          <w:sz w:val="28"/>
          <w:szCs w:val="28"/>
        </w:rPr>
      </w:pPr>
      <w:r w:rsidRPr="005F61B6">
        <w:rPr>
          <w:rFonts w:ascii="Times New Roman" w:hAnsi="Times New Roman" w:cs="Times New Roman"/>
          <w:sz w:val="28"/>
          <w:szCs w:val="28"/>
        </w:rPr>
        <w:t>станица Хоперская</w:t>
      </w:r>
    </w:p>
    <w:p w:rsidR="00103F34" w:rsidRPr="005F61B6" w:rsidRDefault="00103F34" w:rsidP="005F61B6">
      <w:pPr>
        <w:rPr>
          <w:rFonts w:ascii="Times New Roman" w:hAnsi="Times New Roman" w:cs="Times New Roman"/>
          <w:sz w:val="28"/>
          <w:szCs w:val="28"/>
        </w:rPr>
      </w:pPr>
    </w:p>
    <w:p w:rsidR="00103F34" w:rsidRDefault="00103F34" w:rsidP="002B0579">
      <w:pPr>
        <w:keepNext/>
        <w:keepLines/>
        <w:spacing w:before="220" w:after="60"/>
        <w:contextualSpacing/>
        <w:jc w:val="center"/>
        <w:textAlignment w:val="baseline"/>
        <w:rPr>
          <w:rFonts w:ascii="Times New Roman" w:hAnsi="Times New Roman" w:cs="Times New Roman"/>
          <w:b/>
          <w:spacing w:val="-10"/>
          <w:sz w:val="28"/>
          <w:szCs w:val="28"/>
        </w:rPr>
      </w:pPr>
      <w:r w:rsidRPr="00994C45">
        <w:rPr>
          <w:rFonts w:ascii="Times New Roman" w:hAnsi="Times New Roman" w:cs="Times New Roman"/>
          <w:b/>
          <w:spacing w:val="-10"/>
          <w:sz w:val="28"/>
          <w:szCs w:val="28"/>
        </w:rPr>
        <w:t>О</w:t>
      </w:r>
      <w:r>
        <w:rPr>
          <w:rFonts w:ascii="Times New Roman" w:hAnsi="Times New Roman" w:cs="Times New Roman"/>
          <w:b/>
          <w:spacing w:val="-10"/>
          <w:sz w:val="28"/>
          <w:szCs w:val="28"/>
        </w:rPr>
        <w:t>б</w:t>
      </w:r>
      <w:r w:rsidRPr="00994C45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pacing w:val="-10"/>
          <w:sz w:val="28"/>
          <w:szCs w:val="28"/>
        </w:rPr>
        <w:t>утвержден</w:t>
      </w:r>
      <w:r w:rsidRPr="00994C45">
        <w:rPr>
          <w:rFonts w:ascii="Times New Roman" w:hAnsi="Times New Roman" w:cs="Times New Roman"/>
          <w:b/>
          <w:spacing w:val="-10"/>
          <w:sz w:val="28"/>
          <w:szCs w:val="28"/>
        </w:rPr>
        <w:t xml:space="preserve">ии </w:t>
      </w:r>
      <w:r>
        <w:rPr>
          <w:rFonts w:ascii="Times New Roman" w:hAnsi="Times New Roman" w:cs="Times New Roman"/>
          <w:b/>
          <w:spacing w:val="-10"/>
          <w:sz w:val="28"/>
          <w:szCs w:val="28"/>
        </w:rPr>
        <w:t xml:space="preserve"> программы комплексного развития систем коммунальной инфраструктуры  </w:t>
      </w:r>
      <w:r w:rsidRPr="00994C45">
        <w:rPr>
          <w:rFonts w:ascii="Times New Roman" w:hAnsi="Times New Roman" w:cs="Times New Roman"/>
          <w:b/>
          <w:spacing w:val="-10"/>
          <w:sz w:val="28"/>
          <w:szCs w:val="28"/>
        </w:rPr>
        <w:t>Хоперского сельского поселения Тихорецкого района</w:t>
      </w:r>
      <w:r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</w:p>
    <w:p w:rsidR="00103F34" w:rsidRPr="00994C45" w:rsidRDefault="00103F34" w:rsidP="00994C45">
      <w:pPr>
        <w:ind w:firstLine="540"/>
        <w:jc w:val="center"/>
        <w:rPr>
          <w:rFonts w:ascii="Times New Roman" w:hAnsi="Times New Roman" w:cs="Times New Roman"/>
          <w:b/>
          <w:spacing w:val="-10"/>
          <w:sz w:val="28"/>
          <w:szCs w:val="28"/>
        </w:rPr>
      </w:pPr>
      <w:r>
        <w:rPr>
          <w:rFonts w:ascii="Times New Roman" w:hAnsi="Times New Roman" w:cs="Times New Roman"/>
          <w:b/>
          <w:spacing w:val="-10"/>
          <w:sz w:val="28"/>
          <w:szCs w:val="28"/>
        </w:rPr>
        <w:t>на  2015 - 2025 годы</w:t>
      </w:r>
    </w:p>
    <w:p w:rsidR="00103F34" w:rsidRPr="00994C45" w:rsidRDefault="00103F34" w:rsidP="00994C45">
      <w:pPr>
        <w:ind w:firstLine="540"/>
        <w:jc w:val="both"/>
        <w:rPr>
          <w:rFonts w:ascii="Times New Roman" w:hAnsi="Times New Roman" w:cs="Times New Roman"/>
          <w:b/>
          <w:spacing w:val="-10"/>
          <w:sz w:val="28"/>
          <w:szCs w:val="28"/>
        </w:rPr>
      </w:pPr>
    </w:p>
    <w:p w:rsidR="00103F34" w:rsidRPr="00994C45" w:rsidRDefault="00103F34" w:rsidP="00994C45">
      <w:pPr>
        <w:ind w:firstLine="540"/>
        <w:jc w:val="both"/>
        <w:rPr>
          <w:rFonts w:ascii="Times New Roman" w:hAnsi="Times New Roman" w:cs="Times New Roman"/>
          <w:b/>
          <w:spacing w:val="-10"/>
          <w:sz w:val="28"/>
          <w:szCs w:val="28"/>
        </w:rPr>
      </w:pPr>
    </w:p>
    <w:p w:rsidR="00103F34" w:rsidRPr="00994C45" w:rsidRDefault="00103F34" w:rsidP="00FA1218">
      <w:pPr>
        <w:ind w:firstLine="880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FA1218">
        <w:rPr>
          <w:rFonts w:ascii="Times New Roman" w:hAnsi="Times New Roman" w:cs="Times New Roman"/>
          <w:color w:val="000000"/>
          <w:sz w:val="28"/>
          <w:szCs w:val="28"/>
        </w:rPr>
        <w:t xml:space="preserve">В целях создания условий для устойчивого развития Хоперского сельского поселения Тихорецкого района, в соответствии с </w:t>
      </w:r>
      <w:hyperlink r:id="rId8" w:history="1">
        <w:r w:rsidRPr="00FA1218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Федеральным законом от 6 октября 2003 года № 131-ФЗ «Об общих принципах организации местного самоуправления в Российской Федерации»</w:t>
        </w:r>
      </w:hyperlink>
      <w:r w:rsidRPr="00FA121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FA1218">
        <w:rPr>
          <w:rFonts w:ascii="Times New Roman" w:hAnsi="Times New Roman" w:cs="Times New Roman"/>
          <w:color w:val="000000"/>
          <w:sz w:val="28"/>
          <w:szCs w:val="28"/>
        </w:rPr>
        <w:t>риказом Министерства регионального развития Российской Федерации от 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мая </w:t>
      </w:r>
      <w:r w:rsidRPr="00FA1218">
        <w:rPr>
          <w:rFonts w:ascii="Times New Roman" w:hAnsi="Times New Roman" w:cs="Times New Roman"/>
          <w:color w:val="000000"/>
          <w:sz w:val="28"/>
          <w:szCs w:val="28"/>
        </w:rPr>
        <w:t>2011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FA1218">
        <w:rPr>
          <w:rFonts w:ascii="Times New Roman" w:hAnsi="Times New Roman" w:cs="Times New Roman"/>
          <w:color w:val="000000"/>
          <w:sz w:val="28"/>
          <w:szCs w:val="28"/>
        </w:rPr>
        <w:t xml:space="preserve"> № 204 «О разработке программ комплексного развития систем коммунальной инфраструк</w:t>
      </w:r>
      <w:r>
        <w:rPr>
          <w:rFonts w:ascii="Times New Roman" w:hAnsi="Times New Roman" w:cs="Times New Roman"/>
          <w:color w:val="000000"/>
          <w:sz w:val="28"/>
          <w:szCs w:val="28"/>
        </w:rPr>
        <w:t>туры муниципальных образований»</w:t>
      </w:r>
      <w:r w:rsidRPr="00FA1218">
        <w:rPr>
          <w:rFonts w:ascii="Times New Roman" w:hAnsi="Times New Roman" w:cs="Times New Roman"/>
          <w:color w:val="000000"/>
          <w:spacing w:val="-10"/>
          <w:sz w:val="28"/>
          <w:szCs w:val="28"/>
        </w:rPr>
        <w:t>,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руководствуясь Уставом Хоперского сельского поселения Тихорецкого района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, Совет Хоперского сельского поселения Тихорецкого района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р е ш и л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>:</w:t>
      </w:r>
    </w:p>
    <w:p w:rsidR="00103F34" w:rsidRDefault="00103F34" w:rsidP="00CA6A0B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4C45">
        <w:rPr>
          <w:rFonts w:ascii="Times New Roman" w:hAnsi="Times New Roman" w:cs="Times New Roman"/>
          <w:spacing w:val="-10"/>
          <w:sz w:val="28"/>
          <w:szCs w:val="28"/>
        </w:rPr>
        <w:t>1.</w:t>
      </w:r>
      <w:r>
        <w:rPr>
          <w:rFonts w:ascii="Times New Roman" w:hAnsi="Times New Roman" w:cs="Times New Roman"/>
          <w:spacing w:val="-10"/>
          <w:sz w:val="28"/>
          <w:szCs w:val="28"/>
        </w:rPr>
        <w:t>Утверди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ть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программу комплексного развития систем коммунальной инфраструктуры 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Хоперского сельского поселения Тихорецкого района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на  2015 - 2025 годы </w:t>
      </w:r>
      <w:r>
        <w:rPr>
          <w:rFonts w:ascii="Times New Roman" w:hAnsi="Times New Roman" w:cs="Times New Roman"/>
          <w:color w:val="000000"/>
          <w:sz w:val="28"/>
          <w:szCs w:val="28"/>
        </w:rPr>
        <w:t>(прилагае</w:t>
      </w:r>
      <w:r w:rsidRPr="00994C45">
        <w:rPr>
          <w:rFonts w:ascii="Times New Roman" w:hAnsi="Times New Roman" w:cs="Times New Roman"/>
          <w:color w:val="000000"/>
          <w:sz w:val="28"/>
          <w:szCs w:val="28"/>
        </w:rPr>
        <w:t>тся)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03F34" w:rsidRPr="00994C45" w:rsidRDefault="00103F34" w:rsidP="00CA6A0B">
      <w:pPr>
        <w:ind w:firstLine="851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2. Обнародовать настоящее решение в установленном порядке и разместить на официальном сайте поселения в информационно-телекоммуникационной сети «Интернет»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>.</w:t>
      </w:r>
    </w:p>
    <w:p w:rsidR="00103F34" w:rsidRPr="00994C45" w:rsidRDefault="00103F34" w:rsidP="00CA6A0B">
      <w:pPr>
        <w:ind w:firstLine="851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3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>.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Контроль за выполнением настоящего решения возложить на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комиссию по </w:t>
      </w:r>
      <w:r w:rsidRPr="00B04227">
        <w:rPr>
          <w:rFonts w:ascii="Times New Roman" w:hAnsi="Times New Roman" w:cs="Times New Roman"/>
          <w:sz w:val="28"/>
          <w:szCs w:val="28"/>
        </w:rPr>
        <w:t>вопросам сельского хозяйства и землеустройству, коммунальному хозяйству, транспорту, связи и благоустройству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Совета 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Хоперского сельского поселения Тихорецкого района </w:t>
      </w:r>
      <w:r>
        <w:rPr>
          <w:rFonts w:ascii="Times New Roman" w:hAnsi="Times New Roman" w:cs="Times New Roman"/>
          <w:spacing w:val="-10"/>
          <w:sz w:val="28"/>
          <w:szCs w:val="28"/>
        </w:rPr>
        <w:t>(Фощенко)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>.</w:t>
      </w:r>
    </w:p>
    <w:p w:rsidR="00103F34" w:rsidRPr="00994C45" w:rsidRDefault="00103F34" w:rsidP="00CA6A0B">
      <w:pPr>
        <w:ind w:firstLine="851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4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>.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Настоящее решение вступает в силу со дня его </w:t>
      </w:r>
      <w:r>
        <w:rPr>
          <w:rFonts w:ascii="Times New Roman" w:hAnsi="Times New Roman" w:cs="Times New Roman"/>
          <w:spacing w:val="-10"/>
          <w:sz w:val="28"/>
          <w:szCs w:val="28"/>
        </w:rPr>
        <w:t>обнародования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>.</w:t>
      </w:r>
    </w:p>
    <w:p w:rsidR="00103F34" w:rsidRPr="00994C45" w:rsidRDefault="00103F34" w:rsidP="00994C45">
      <w:pPr>
        <w:jc w:val="both"/>
        <w:outlineLvl w:val="1"/>
        <w:rPr>
          <w:rFonts w:ascii="Times New Roman" w:hAnsi="Times New Roman" w:cs="Times New Roman"/>
          <w:spacing w:val="-10"/>
          <w:sz w:val="28"/>
          <w:szCs w:val="28"/>
        </w:rPr>
      </w:pPr>
    </w:p>
    <w:p w:rsidR="00103F34" w:rsidRPr="00994C45" w:rsidRDefault="00103F34" w:rsidP="00994C45">
      <w:pPr>
        <w:jc w:val="both"/>
        <w:outlineLvl w:val="1"/>
        <w:rPr>
          <w:rFonts w:ascii="Times New Roman" w:hAnsi="Times New Roman" w:cs="Times New Roman"/>
          <w:spacing w:val="-10"/>
          <w:sz w:val="28"/>
          <w:szCs w:val="28"/>
        </w:rPr>
      </w:pPr>
    </w:p>
    <w:p w:rsidR="00103F34" w:rsidRPr="00994C45" w:rsidRDefault="00103F34" w:rsidP="00994C45">
      <w:pPr>
        <w:jc w:val="both"/>
        <w:outlineLvl w:val="1"/>
        <w:rPr>
          <w:rFonts w:ascii="Times New Roman" w:hAnsi="Times New Roman" w:cs="Times New Roman"/>
          <w:spacing w:val="-10"/>
          <w:sz w:val="28"/>
          <w:szCs w:val="28"/>
        </w:rPr>
      </w:pPr>
    </w:p>
    <w:p w:rsidR="00103F34" w:rsidRPr="00994C45" w:rsidRDefault="00103F34" w:rsidP="00994C45">
      <w:pPr>
        <w:jc w:val="both"/>
        <w:outlineLvl w:val="1"/>
        <w:rPr>
          <w:rFonts w:ascii="Times New Roman" w:hAnsi="Times New Roman" w:cs="Times New Roman"/>
          <w:spacing w:val="-10"/>
          <w:sz w:val="28"/>
          <w:szCs w:val="28"/>
        </w:rPr>
      </w:pP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Глава Хоперского сельского </w:t>
      </w:r>
    </w:p>
    <w:p w:rsidR="00103F34" w:rsidRPr="00994C45" w:rsidRDefault="00103F34" w:rsidP="00994C45">
      <w:pPr>
        <w:jc w:val="both"/>
        <w:outlineLvl w:val="1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 xml:space="preserve">поселения 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>Тихорецкого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района                                                                      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    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 С.Ю.Писанов</w:t>
      </w:r>
    </w:p>
    <w:bookmarkEnd w:id="0"/>
    <w:p w:rsidR="00103F34" w:rsidRPr="00994C45" w:rsidRDefault="00103F34" w:rsidP="00994C45">
      <w:pPr>
        <w:jc w:val="both"/>
        <w:outlineLvl w:val="1"/>
        <w:rPr>
          <w:rFonts w:ascii="Times New Roman" w:hAnsi="Times New Roman" w:cs="Times New Roman"/>
          <w:spacing w:val="-10"/>
          <w:sz w:val="28"/>
          <w:szCs w:val="28"/>
        </w:rPr>
      </w:pPr>
    </w:p>
    <w:sectPr w:rsidR="00103F34" w:rsidRPr="00994C45" w:rsidSect="00004D70">
      <w:headerReference w:type="default" r:id="rId9"/>
      <w:pgSz w:w="11904" w:h="16834"/>
      <w:pgMar w:top="1134" w:right="574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F34" w:rsidRDefault="00103F34" w:rsidP="00FF78EF">
      <w:r>
        <w:separator/>
      </w:r>
    </w:p>
  </w:endnote>
  <w:endnote w:type="continuationSeparator" w:id="0">
    <w:p w:rsidR="00103F34" w:rsidRDefault="00103F34" w:rsidP="00FF78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F34" w:rsidRDefault="00103F34" w:rsidP="00FF78EF">
      <w:r>
        <w:separator/>
      </w:r>
    </w:p>
  </w:footnote>
  <w:footnote w:type="continuationSeparator" w:id="0">
    <w:p w:rsidR="00103F34" w:rsidRDefault="00103F34" w:rsidP="00FF78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34" w:rsidRDefault="00103F34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103F34" w:rsidRDefault="00103F3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DE6AF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D7863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AE204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5D04E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F38C0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8D455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0A04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81C96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F29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C1CC1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08C7"/>
    <w:rsid w:val="0000411C"/>
    <w:rsid w:val="00004D27"/>
    <w:rsid w:val="00004D70"/>
    <w:rsid w:val="0002712E"/>
    <w:rsid w:val="00031886"/>
    <w:rsid w:val="00036D02"/>
    <w:rsid w:val="0004116D"/>
    <w:rsid w:val="000448C4"/>
    <w:rsid w:val="000466E2"/>
    <w:rsid w:val="00051069"/>
    <w:rsid w:val="000523B7"/>
    <w:rsid w:val="000555B8"/>
    <w:rsid w:val="000601B6"/>
    <w:rsid w:val="00061A87"/>
    <w:rsid w:val="00061CDD"/>
    <w:rsid w:val="000710AC"/>
    <w:rsid w:val="00073558"/>
    <w:rsid w:val="00076116"/>
    <w:rsid w:val="00077D8C"/>
    <w:rsid w:val="00081DAB"/>
    <w:rsid w:val="00081EB0"/>
    <w:rsid w:val="00085110"/>
    <w:rsid w:val="000863E7"/>
    <w:rsid w:val="00090F9A"/>
    <w:rsid w:val="00095A79"/>
    <w:rsid w:val="00097526"/>
    <w:rsid w:val="000976C9"/>
    <w:rsid w:val="000A3C29"/>
    <w:rsid w:val="000A50FB"/>
    <w:rsid w:val="000A7DE6"/>
    <w:rsid w:val="000B56B6"/>
    <w:rsid w:val="000B5BF5"/>
    <w:rsid w:val="000C2688"/>
    <w:rsid w:val="000D239A"/>
    <w:rsid w:val="000D2F12"/>
    <w:rsid w:val="000E1C60"/>
    <w:rsid w:val="000E1E81"/>
    <w:rsid w:val="000E3D3F"/>
    <w:rsid w:val="000F3044"/>
    <w:rsid w:val="000F32B8"/>
    <w:rsid w:val="000F48A2"/>
    <w:rsid w:val="0010253A"/>
    <w:rsid w:val="00103F34"/>
    <w:rsid w:val="00104614"/>
    <w:rsid w:val="00111E3B"/>
    <w:rsid w:val="0013734B"/>
    <w:rsid w:val="001455FF"/>
    <w:rsid w:val="00146C90"/>
    <w:rsid w:val="00151C84"/>
    <w:rsid w:val="001528DA"/>
    <w:rsid w:val="001538A8"/>
    <w:rsid w:val="00166247"/>
    <w:rsid w:val="001667DD"/>
    <w:rsid w:val="00185530"/>
    <w:rsid w:val="001906C9"/>
    <w:rsid w:val="001918E2"/>
    <w:rsid w:val="001942FF"/>
    <w:rsid w:val="001A20AD"/>
    <w:rsid w:val="001A25C7"/>
    <w:rsid w:val="001A4A80"/>
    <w:rsid w:val="001A66EE"/>
    <w:rsid w:val="001B6277"/>
    <w:rsid w:val="001B7B63"/>
    <w:rsid w:val="001C77ED"/>
    <w:rsid w:val="001D39ED"/>
    <w:rsid w:val="001D3ECA"/>
    <w:rsid w:val="001D5549"/>
    <w:rsid w:val="001D5CA9"/>
    <w:rsid w:val="001E4BAB"/>
    <w:rsid w:val="001F5AFD"/>
    <w:rsid w:val="001F7DCE"/>
    <w:rsid w:val="002020A5"/>
    <w:rsid w:val="00204F48"/>
    <w:rsid w:val="00205582"/>
    <w:rsid w:val="00210B60"/>
    <w:rsid w:val="00217AF2"/>
    <w:rsid w:val="00223BFB"/>
    <w:rsid w:val="00230EB2"/>
    <w:rsid w:val="0023597A"/>
    <w:rsid w:val="002424E6"/>
    <w:rsid w:val="00242BE0"/>
    <w:rsid w:val="002439DA"/>
    <w:rsid w:val="00247D19"/>
    <w:rsid w:val="00253DF2"/>
    <w:rsid w:val="0025421F"/>
    <w:rsid w:val="002603D1"/>
    <w:rsid w:val="00265D7E"/>
    <w:rsid w:val="00267246"/>
    <w:rsid w:val="002737EB"/>
    <w:rsid w:val="00274D01"/>
    <w:rsid w:val="00284A15"/>
    <w:rsid w:val="00285934"/>
    <w:rsid w:val="00294B4B"/>
    <w:rsid w:val="002A404C"/>
    <w:rsid w:val="002A4B40"/>
    <w:rsid w:val="002A732E"/>
    <w:rsid w:val="002B0579"/>
    <w:rsid w:val="002B350F"/>
    <w:rsid w:val="002C0CF8"/>
    <w:rsid w:val="002D2C76"/>
    <w:rsid w:val="002D3B5F"/>
    <w:rsid w:val="002D70B4"/>
    <w:rsid w:val="002D739E"/>
    <w:rsid w:val="002E244E"/>
    <w:rsid w:val="002E3EB3"/>
    <w:rsid w:val="002E59E0"/>
    <w:rsid w:val="002F1632"/>
    <w:rsid w:val="002F38CC"/>
    <w:rsid w:val="00302497"/>
    <w:rsid w:val="00302686"/>
    <w:rsid w:val="00306D1E"/>
    <w:rsid w:val="00307B14"/>
    <w:rsid w:val="0031564D"/>
    <w:rsid w:val="0032119A"/>
    <w:rsid w:val="00323019"/>
    <w:rsid w:val="00343069"/>
    <w:rsid w:val="00343E71"/>
    <w:rsid w:val="00346CD4"/>
    <w:rsid w:val="00354428"/>
    <w:rsid w:val="00354834"/>
    <w:rsid w:val="00364170"/>
    <w:rsid w:val="003704EE"/>
    <w:rsid w:val="00383E9A"/>
    <w:rsid w:val="00390A06"/>
    <w:rsid w:val="00393873"/>
    <w:rsid w:val="00393934"/>
    <w:rsid w:val="00395860"/>
    <w:rsid w:val="00396E88"/>
    <w:rsid w:val="003A5866"/>
    <w:rsid w:val="003B16B7"/>
    <w:rsid w:val="003B57C3"/>
    <w:rsid w:val="003B7B80"/>
    <w:rsid w:val="003C3616"/>
    <w:rsid w:val="003C6046"/>
    <w:rsid w:val="003D07E4"/>
    <w:rsid w:val="003D1858"/>
    <w:rsid w:val="003D2836"/>
    <w:rsid w:val="003D5B4C"/>
    <w:rsid w:val="003D70C0"/>
    <w:rsid w:val="003D7587"/>
    <w:rsid w:val="003D7FCF"/>
    <w:rsid w:val="003E0A60"/>
    <w:rsid w:val="003F7F26"/>
    <w:rsid w:val="0040747E"/>
    <w:rsid w:val="004114A1"/>
    <w:rsid w:val="00415A67"/>
    <w:rsid w:val="00424005"/>
    <w:rsid w:val="0042748E"/>
    <w:rsid w:val="0043125E"/>
    <w:rsid w:val="00435B3C"/>
    <w:rsid w:val="004362E8"/>
    <w:rsid w:val="00436815"/>
    <w:rsid w:val="004372E9"/>
    <w:rsid w:val="00437FBA"/>
    <w:rsid w:val="004465A7"/>
    <w:rsid w:val="00453A30"/>
    <w:rsid w:val="004576D3"/>
    <w:rsid w:val="004601A1"/>
    <w:rsid w:val="004727C5"/>
    <w:rsid w:val="00480B2F"/>
    <w:rsid w:val="0049265C"/>
    <w:rsid w:val="0049676C"/>
    <w:rsid w:val="004B161E"/>
    <w:rsid w:val="004B16AB"/>
    <w:rsid w:val="004C318D"/>
    <w:rsid w:val="004D0DDB"/>
    <w:rsid w:val="004D4D5D"/>
    <w:rsid w:val="004E00C5"/>
    <w:rsid w:val="004E14B8"/>
    <w:rsid w:val="004F1227"/>
    <w:rsid w:val="00502D2C"/>
    <w:rsid w:val="005033F9"/>
    <w:rsid w:val="0050533C"/>
    <w:rsid w:val="005063BC"/>
    <w:rsid w:val="00507C42"/>
    <w:rsid w:val="005120B2"/>
    <w:rsid w:val="00513B3C"/>
    <w:rsid w:val="00537F7E"/>
    <w:rsid w:val="00540964"/>
    <w:rsid w:val="00544B36"/>
    <w:rsid w:val="0055582C"/>
    <w:rsid w:val="00561BA7"/>
    <w:rsid w:val="00564944"/>
    <w:rsid w:val="0057340E"/>
    <w:rsid w:val="0058155A"/>
    <w:rsid w:val="00583B70"/>
    <w:rsid w:val="0059288F"/>
    <w:rsid w:val="00597B3E"/>
    <w:rsid w:val="005A473E"/>
    <w:rsid w:val="005A6FD3"/>
    <w:rsid w:val="005A7464"/>
    <w:rsid w:val="005B0292"/>
    <w:rsid w:val="005B079A"/>
    <w:rsid w:val="005B3AD8"/>
    <w:rsid w:val="005B4D5E"/>
    <w:rsid w:val="005C0A76"/>
    <w:rsid w:val="005C1EAC"/>
    <w:rsid w:val="005C374C"/>
    <w:rsid w:val="005C3E75"/>
    <w:rsid w:val="005D0817"/>
    <w:rsid w:val="005D569B"/>
    <w:rsid w:val="005D7D62"/>
    <w:rsid w:val="005E098F"/>
    <w:rsid w:val="005E628A"/>
    <w:rsid w:val="005F0666"/>
    <w:rsid w:val="005F0DB3"/>
    <w:rsid w:val="005F1696"/>
    <w:rsid w:val="005F28B7"/>
    <w:rsid w:val="005F52CE"/>
    <w:rsid w:val="005F61B6"/>
    <w:rsid w:val="006001C4"/>
    <w:rsid w:val="00600874"/>
    <w:rsid w:val="00602A25"/>
    <w:rsid w:val="00602D11"/>
    <w:rsid w:val="006051D3"/>
    <w:rsid w:val="0061767C"/>
    <w:rsid w:val="006205BC"/>
    <w:rsid w:val="0063379D"/>
    <w:rsid w:val="006351AF"/>
    <w:rsid w:val="00637958"/>
    <w:rsid w:val="00640C44"/>
    <w:rsid w:val="0064111A"/>
    <w:rsid w:val="00641784"/>
    <w:rsid w:val="00655807"/>
    <w:rsid w:val="00655907"/>
    <w:rsid w:val="006605DE"/>
    <w:rsid w:val="00665161"/>
    <w:rsid w:val="00665A35"/>
    <w:rsid w:val="00670DF0"/>
    <w:rsid w:val="00672C17"/>
    <w:rsid w:val="00680D8B"/>
    <w:rsid w:val="006846FB"/>
    <w:rsid w:val="0069199C"/>
    <w:rsid w:val="00693CDD"/>
    <w:rsid w:val="006A34BA"/>
    <w:rsid w:val="006A5BEB"/>
    <w:rsid w:val="006B007D"/>
    <w:rsid w:val="006B053C"/>
    <w:rsid w:val="006C2A70"/>
    <w:rsid w:val="006D23CD"/>
    <w:rsid w:val="006D495A"/>
    <w:rsid w:val="006D61CC"/>
    <w:rsid w:val="006E0E23"/>
    <w:rsid w:val="006E0F93"/>
    <w:rsid w:val="006E2884"/>
    <w:rsid w:val="006E55BC"/>
    <w:rsid w:val="006E6BAE"/>
    <w:rsid w:val="006E6E0A"/>
    <w:rsid w:val="006F463B"/>
    <w:rsid w:val="00704E0F"/>
    <w:rsid w:val="00707405"/>
    <w:rsid w:val="00714EEB"/>
    <w:rsid w:val="007173CB"/>
    <w:rsid w:val="007209ED"/>
    <w:rsid w:val="007245C2"/>
    <w:rsid w:val="00732844"/>
    <w:rsid w:val="00737E82"/>
    <w:rsid w:val="007533CB"/>
    <w:rsid w:val="00757438"/>
    <w:rsid w:val="00760BF1"/>
    <w:rsid w:val="00761454"/>
    <w:rsid w:val="007727E8"/>
    <w:rsid w:val="00776439"/>
    <w:rsid w:val="00777C08"/>
    <w:rsid w:val="00780050"/>
    <w:rsid w:val="00781433"/>
    <w:rsid w:val="007837B9"/>
    <w:rsid w:val="00784399"/>
    <w:rsid w:val="00793AAA"/>
    <w:rsid w:val="007972F7"/>
    <w:rsid w:val="007A5165"/>
    <w:rsid w:val="007A699E"/>
    <w:rsid w:val="007B1433"/>
    <w:rsid w:val="007B380B"/>
    <w:rsid w:val="007B6519"/>
    <w:rsid w:val="007B7233"/>
    <w:rsid w:val="007C37AB"/>
    <w:rsid w:val="007C719C"/>
    <w:rsid w:val="007D3D40"/>
    <w:rsid w:val="007E126C"/>
    <w:rsid w:val="007E45EC"/>
    <w:rsid w:val="007E479B"/>
    <w:rsid w:val="007F630A"/>
    <w:rsid w:val="00800160"/>
    <w:rsid w:val="008012C5"/>
    <w:rsid w:val="00803A11"/>
    <w:rsid w:val="00807C3B"/>
    <w:rsid w:val="008136B4"/>
    <w:rsid w:val="00820753"/>
    <w:rsid w:val="00830175"/>
    <w:rsid w:val="00833843"/>
    <w:rsid w:val="00834E6B"/>
    <w:rsid w:val="00835373"/>
    <w:rsid w:val="00850104"/>
    <w:rsid w:val="008530D0"/>
    <w:rsid w:val="00854D36"/>
    <w:rsid w:val="00860B38"/>
    <w:rsid w:val="00860DB2"/>
    <w:rsid w:val="00862416"/>
    <w:rsid w:val="00862619"/>
    <w:rsid w:val="00862934"/>
    <w:rsid w:val="0086344E"/>
    <w:rsid w:val="00865150"/>
    <w:rsid w:val="00866409"/>
    <w:rsid w:val="00870193"/>
    <w:rsid w:val="0087337C"/>
    <w:rsid w:val="008807DB"/>
    <w:rsid w:val="00884F05"/>
    <w:rsid w:val="008B0A31"/>
    <w:rsid w:val="008B7266"/>
    <w:rsid w:val="008C0695"/>
    <w:rsid w:val="008C5970"/>
    <w:rsid w:val="008D2CDA"/>
    <w:rsid w:val="008D30FB"/>
    <w:rsid w:val="008D311C"/>
    <w:rsid w:val="008E39C6"/>
    <w:rsid w:val="008F3FB4"/>
    <w:rsid w:val="008F444D"/>
    <w:rsid w:val="008F687B"/>
    <w:rsid w:val="00900880"/>
    <w:rsid w:val="00901CEA"/>
    <w:rsid w:val="00903820"/>
    <w:rsid w:val="00905529"/>
    <w:rsid w:val="00917E4F"/>
    <w:rsid w:val="009205C6"/>
    <w:rsid w:val="00931C71"/>
    <w:rsid w:val="009449DC"/>
    <w:rsid w:val="009466AE"/>
    <w:rsid w:val="00951C13"/>
    <w:rsid w:val="00956479"/>
    <w:rsid w:val="00960E30"/>
    <w:rsid w:val="00965AE4"/>
    <w:rsid w:val="009800D3"/>
    <w:rsid w:val="0098594B"/>
    <w:rsid w:val="0099111D"/>
    <w:rsid w:val="00993B7A"/>
    <w:rsid w:val="00994C45"/>
    <w:rsid w:val="009C7E00"/>
    <w:rsid w:val="009D06BE"/>
    <w:rsid w:val="009D5233"/>
    <w:rsid w:val="009E75F5"/>
    <w:rsid w:val="009F1174"/>
    <w:rsid w:val="009F61B9"/>
    <w:rsid w:val="00A00FB5"/>
    <w:rsid w:val="00A1155D"/>
    <w:rsid w:val="00A1502F"/>
    <w:rsid w:val="00A150D8"/>
    <w:rsid w:val="00A27166"/>
    <w:rsid w:val="00A433FE"/>
    <w:rsid w:val="00A43717"/>
    <w:rsid w:val="00A46045"/>
    <w:rsid w:val="00A552D1"/>
    <w:rsid w:val="00A57880"/>
    <w:rsid w:val="00A616D5"/>
    <w:rsid w:val="00A62D6D"/>
    <w:rsid w:val="00A73251"/>
    <w:rsid w:val="00A74CF4"/>
    <w:rsid w:val="00A766FE"/>
    <w:rsid w:val="00A804D8"/>
    <w:rsid w:val="00A80D82"/>
    <w:rsid w:val="00A81B47"/>
    <w:rsid w:val="00A9527C"/>
    <w:rsid w:val="00A95E14"/>
    <w:rsid w:val="00AA2C91"/>
    <w:rsid w:val="00AA48CF"/>
    <w:rsid w:val="00AB0625"/>
    <w:rsid w:val="00AB1A37"/>
    <w:rsid w:val="00AC3B9F"/>
    <w:rsid w:val="00AD1676"/>
    <w:rsid w:val="00AD74AA"/>
    <w:rsid w:val="00AE0B8F"/>
    <w:rsid w:val="00AF3AB3"/>
    <w:rsid w:val="00AF740B"/>
    <w:rsid w:val="00B034C2"/>
    <w:rsid w:val="00B04227"/>
    <w:rsid w:val="00B07D33"/>
    <w:rsid w:val="00B155FC"/>
    <w:rsid w:val="00B158F4"/>
    <w:rsid w:val="00B163D1"/>
    <w:rsid w:val="00B20802"/>
    <w:rsid w:val="00B208C7"/>
    <w:rsid w:val="00B36470"/>
    <w:rsid w:val="00B40EB0"/>
    <w:rsid w:val="00B4753A"/>
    <w:rsid w:val="00B501B4"/>
    <w:rsid w:val="00B6440D"/>
    <w:rsid w:val="00B64EE4"/>
    <w:rsid w:val="00B670B9"/>
    <w:rsid w:val="00B72166"/>
    <w:rsid w:val="00B74E63"/>
    <w:rsid w:val="00B77F8C"/>
    <w:rsid w:val="00B80BA4"/>
    <w:rsid w:val="00B82F48"/>
    <w:rsid w:val="00B90A3E"/>
    <w:rsid w:val="00B92FD1"/>
    <w:rsid w:val="00B95F15"/>
    <w:rsid w:val="00BA28B2"/>
    <w:rsid w:val="00BA7493"/>
    <w:rsid w:val="00BB0428"/>
    <w:rsid w:val="00BB2F34"/>
    <w:rsid w:val="00BC3389"/>
    <w:rsid w:val="00BC4FE1"/>
    <w:rsid w:val="00BC54AF"/>
    <w:rsid w:val="00BD03F0"/>
    <w:rsid w:val="00BD0D36"/>
    <w:rsid w:val="00BD4224"/>
    <w:rsid w:val="00BE5DC9"/>
    <w:rsid w:val="00BF190F"/>
    <w:rsid w:val="00BF29BB"/>
    <w:rsid w:val="00BF3478"/>
    <w:rsid w:val="00C018C5"/>
    <w:rsid w:val="00C03267"/>
    <w:rsid w:val="00C04104"/>
    <w:rsid w:val="00C0627B"/>
    <w:rsid w:val="00C13250"/>
    <w:rsid w:val="00C17FBB"/>
    <w:rsid w:val="00C23D88"/>
    <w:rsid w:val="00C2639F"/>
    <w:rsid w:val="00C35560"/>
    <w:rsid w:val="00C44B8B"/>
    <w:rsid w:val="00C45CF1"/>
    <w:rsid w:val="00C578F6"/>
    <w:rsid w:val="00C57F08"/>
    <w:rsid w:val="00C658EA"/>
    <w:rsid w:val="00C66B90"/>
    <w:rsid w:val="00C84ECB"/>
    <w:rsid w:val="00C853C5"/>
    <w:rsid w:val="00C907AA"/>
    <w:rsid w:val="00C90C08"/>
    <w:rsid w:val="00C9253F"/>
    <w:rsid w:val="00CA26C6"/>
    <w:rsid w:val="00CA2B8C"/>
    <w:rsid w:val="00CA44D5"/>
    <w:rsid w:val="00CA4E2F"/>
    <w:rsid w:val="00CA6A0B"/>
    <w:rsid w:val="00CA6DD8"/>
    <w:rsid w:val="00CA722F"/>
    <w:rsid w:val="00CA7B49"/>
    <w:rsid w:val="00CB3AFF"/>
    <w:rsid w:val="00CB74B8"/>
    <w:rsid w:val="00CC3509"/>
    <w:rsid w:val="00CD0501"/>
    <w:rsid w:val="00CD63D8"/>
    <w:rsid w:val="00CF22A9"/>
    <w:rsid w:val="00CF2EAB"/>
    <w:rsid w:val="00CF7BB8"/>
    <w:rsid w:val="00D0499E"/>
    <w:rsid w:val="00D053AE"/>
    <w:rsid w:val="00D17F2D"/>
    <w:rsid w:val="00D203AA"/>
    <w:rsid w:val="00D20AA1"/>
    <w:rsid w:val="00D22E71"/>
    <w:rsid w:val="00D24FDE"/>
    <w:rsid w:val="00D268C4"/>
    <w:rsid w:val="00D2766B"/>
    <w:rsid w:val="00D3377A"/>
    <w:rsid w:val="00D33D32"/>
    <w:rsid w:val="00D36A42"/>
    <w:rsid w:val="00D405E0"/>
    <w:rsid w:val="00D446FF"/>
    <w:rsid w:val="00D45B47"/>
    <w:rsid w:val="00D466BC"/>
    <w:rsid w:val="00D556D4"/>
    <w:rsid w:val="00D57CA3"/>
    <w:rsid w:val="00D601E0"/>
    <w:rsid w:val="00D64BF1"/>
    <w:rsid w:val="00D67DA9"/>
    <w:rsid w:val="00D71B19"/>
    <w:rsid w:val="00D817EF"/>
    <w:rsid w:val="00D83C43"/>
    <w:rsid w:val="00DA1CAA"/>
    <w:rsid w:val="00DB4338"/>
    <w:rsid w:val="00DB72D1"/>
    <w:rsid w:val="00DC64B2"/>
    <w:rsid w:val="00DD37BF"/>
    <w:rsid w:val="00DD4A64"/>
    <w:rsid w:val="00DF44AA"/>
    <w:rsid w:val="00DF7514"/>
    <w:rsid w:val="00E00A27"/>
    <w:rsid w:val="00E06C5C"/>
    <w:rsid w:val="00E077D8"/>
    <w:rsid w:val="00E13A4D"/>
    <w:rsid w:val="00E15B63"/>
    <w:rsid w:val="00E16C75"/>
    <w:rsid w:val="00E232DC"/>
    <w:rsid w:val="00E312C4"/>
    <w:rsid w:val="00E40DE8"/>
    <w:rsid w:val="00E453B1"/>
    <w:rsid w:val="00E4733B"/>
    <w:rsid w:val="00E50AC5"/>
    <w:rsid w:val="00E61937"/>
    <w:rsid w:val="00E619EC"/>
    <w:rsid w:val="00E61D1E"/>
    <w:rsid w:val="00E623EC"/>
    <w:rsid w:val="00E67B70"/>
    <w:rsid w:val="00E67C5D"/>
    <w:rsid w:val="00E728E1"/>
    <w:rsid w:val="00E75A0D"/>
    <w:rsid w:val="00E82327"/>
    <w:rsid w:val="00E83A3B"/>
    <w:rsid w:val="00E83D44"/>
    <w:rsid w:val="00E8752B"/>
    <w:rsid w:val="00E954F3"/>
    <w:rsid w:val="00E95A15"/>
    <w:rsid w:val="00E964A5"/>
    <w:rsid w:val="00EA1D23"/>
    <w:rsid w:val="00EA1EFD"/>
    <w:rsid w:val="00EA6B1B"/>
    <w:rsid w:val="00EB0582"/>
    <w:rsid w:val="00EC03EE"/>
    <w:rsid w:val="00ED446D"/>
    <w:rsid w:val="00ED477E"/>
    <w:rsid w:val="00EE1917"/>
    <w:rsid w:val="00EE5C1C"/>
    <w:rsid w:val="00EF0395"/>
    <w:rsid w:val="00EF272E"/>
    <w:rsid w:val="00EF701A"/>
    <w:rsid w:val="00F00278"/>
    <w:rsid w:val="00F03E43"/>
    <w:rsid w:val="00F103E8"/>
    <w:rsid w:val="00F13E4E"/>
    <w:rsid w:val="00F146C6"/>
    <w:rsid w:val="00F14CAC"/>
    <w:rsid w:val="00F17CFB"/>
    <w:rsid w:val="00F22C7F"/>
    <w:rsid w:val="00F310A0"/>
    <w:rsid w:val="00F33A31"/>
    <w:rsid w:val="00F57EDD"/>
    <w:rsid w:val="00F6728B"/>
    <w:rsid w:val="00F72273"/>
    <w:rsid w:val="00F774D5"/>
    <w:rsid w:val="00F805D0"/>
    <w:rsid w:val="00F84E5D"/>
    <w:rsid w:val="00F92699"/>
    <w:rsid w:val="00F960BC"/>
    <w:rsid w:val="00FA1218"/>
    <w:rsid w:val="00FA4B41"/>
    <w:rsid w:val="00FA7296"/>
    <w:rsid w:val="00FB0872"/>
    <w:rsid w:val="00FB1AC1"/>
    <w:rsid w:val="00FB751B"/>
    <w:rsid w:val="00FC46A2"/>
    <w:rsid w:val="00FC7ADC"/>
    <w:rsid w:val="00FD3A4A"/>
    <w:rsid w:val="00FD3B92"/>
    <w:rsid w:val="00FD5CDC"/>
    <w:rsid w:val="00FE108B"/>
    <w:rsid w:val="00FE3391"/>
    <w:rsid w:val="00FE5808"/>
    <w:rsid w:val="00FF0BBC"/>
    <w:rsid w:val="00FF6B29"/>
    <w:rsid w:val="00FF7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8C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208C7"/>
    <w:pPr>
      <w:spacing w:before="108" w:after="108"/>
      <w:jc w:val="center"/>
      <w:outlineLvl w:val="0"/>
    </w:pPr>
    <w:rPr>
      <w:rFonts w:cs="Times New Roman"/>
      <w:b/>
      <w:bCs/>
      <w:color w:val="000080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734B"/>
    <w:pPr>
      <w:keepNext/>
      <w:keepLines/>
      <w:spacing w:before="200"/>
      <w:outlineLvl w:val="4"/>
    </w:pPr>
    <w:rPr>
      <w:rFonts w:ascii="Cambria" w:hAnsi="Cambria" w:cs="Times New Roman"/>
      <w:color w:val="243F6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208C7"/>
    <w:rPr>
      <w:rFonts w:ascii="Arial" w:hAnsi="Arial" w:cs="Times New Roman"/>
      <w:b/>
      <w:color w:val="000080"/>
      <w:sz w:val="24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13734B"/>
    <w:rPr>
      <w:rFonts w:ascii="Cambria" w:hAnsi="Cambria" w:cs="Times New Roman"/>
      <w:color w:val="243F60"/>
      <w:lang w:eastAsia="ru-RU"/>
    </w:rPr>
  </w:style>
  <w:style w:type="character" w:customStyle="1" w:styleId="a">
    <w:name w:val="Цветовое выделение"/>
    <w:uiPriority w:val="99"/>
    <w:rsid w:val="00B208C7"/>
    <w:rPr>
      <w:b/>
      <w:color w:val="000080"/>
    </w:rPr>
  </w:style>
  <w:style w:type="character" w:customStyle="1" w:styleId="a0">
    <w:name w:val="Гипертекстовая ссылка"/>
    <w:uiPriority w:val="99"/>
    <w:rsid w:val="00B208C7"/>
    <w:rPr>
      <w:b/>
      <w:color w:val="008000"/>
    </w:rPr>
  </w:style>
  <w:style w:type="paragraph" w:customStyle="1" w:styleId="a1">
    <w:name w:val="Нормальный (таблица)"/>
    <w:basedOn w:val="Normal"/>
    <w:next w:val="Normal"/>
    <w:uiPriority w:val="99"/>
    <w:rsid w:val="00B208C7"/>
    <w:pPr>
      <w:jc w:val="both"/>
    </w:pPr>
    <w:rPr>
      <w:sz w:val="24"/>
      <w:szCs w:val="24"/>
    </w:rPr>
  </w:style>
  <w:style w:type="paragraph" w:customStyle="1" w:styleId="a2">
    <w:name w:val="Прижатый влево"/>
    <w:basedOn w:val="Normal"/>
    <w:next w:val="Normal"/>
    <w:uiPriority w:val="99"/>
    <w:rsid w:val="00B208C7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FF78EF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F78EF"/>
    <w:rPr>
      <w:rFonts w:ascii="Tahoma" w:hAnsi="Tahoma" w:cs="Times New Roman"/>
      <w:sz w:val="16"/>
      <w:lang w:eastAsia="ru-RU"/>
    </w:rPr>
  </w:style>
  <w:style w:type="paragraph" w:styleId="Header">
    <w:name w:val="header"/>
    <w:basedOn w:val="Normal"/>
    <w:link w:val="HeaderChar"/>
    <w:uiPriority w:val="99"/>
    <w:rsid w:val="00FF78EF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F78EF"/>
    <w:rPr>
      <w:rFonts w:ascii="Arial" w:hAnsi="Arial" w:cs="Times New Roman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FF78EF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F78EF"/>
    <w:rPr>
      <w:rFonts w:ascii="Arial" w:hAnsi="Arial" w:cs="Times New Roman"/>
      <w:lang w:eastAsia="ru-RU"/>
    </w:rPr>
  </w:style>
  <w:style w:type="paragraph" w:styleId="Title">
    <w:name w:val="Title"/>
    <w:basedOn w:val="Normal"/>
    <w:link w:val="TitleChar"/>
    <w:uiPriority w:val="99"/>
    <w:qFormat/>
    <w:rsid w:val="00036D02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036D02"/>
    <w:rPr>
      <w:rFonts w:ascii="Times New Roman" w:hAnsi="Times New Roman" w:cs="Times New Roman"/>
      <w:b/>
      <w:sz w:val="24"/>
      <w:lang w:eastAsia="ru-RU"/>
    </w:rPr>
  </w:style>
  <w:style w:type="paragraph" w:styleId="PlainText">
    <w:name w:val="Plain Text"/>
    <w:basedOn w:val="Normal"/>
    <w:link w:val="PlainTextChar"/>
    <w:uiPriority w:val="99"/>
    <w:rsid w:val="0013734B"/>
    <w:pPr>
      <w:widowControl/>
      <w:autoSpaceDE/>
      <w:autoSpaceDN/>
      <w:adjustRightInd/>
    </w:pPr>
    <w:rPr>
      <w:rFonts w:ascii="Courier New" w:hAnsi="Courier New" w:cs="Times New Roman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13734B"/>
    <w:rPr>
      <w:rFonts w:ascii="Courier New" w:hAnsi="Courier New" w:cs="Times New Roman"/>
      <w:sz w:val="20"/>
      <w:lang w:eastAsia="ru-RU"/>
    </w:rPr>
  </w:style>
  <w:style w:type="table" w:styleId="TableGrid">
    <w:name w:val="Table Grid"/>
    <w:basedOn w:val="TableNormal"/>
    <w:uiPriority w:val="99"/>
    <w:rsid w:val="00BC4FE1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94C4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Hyperlink">
    <w:name w:val="Hyperlink"/>
    <w:basedOn w:val="DefaultParagraphFont"/>
    <w:uiPriority w:val="99"/>
    <w:rsid w:val="00FA1218"/>
    <w:rPr>
      <w:rFonts w:cs="Times New Roman"/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471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1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1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1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1</Pages>
  <Words>267</Words>
  <Characters>1524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ХОПЕРСКОГО СЕЛЬСКОГО ПОСЕЛЕНИЯ</dc:title>
  <dc:subject/>
  <dc:creator>1</dc:creator>
  <cp:keywords/>
  <dc:description/>
  <cp:lastModifiedBy>Администрация</cp:lastModifiedBy>
  <cp:revision>13</cp:revision>
  <cp:lastPrinted>2015-09-17T12:25:00Z</cp:lastPrinted>
  <dcterms:created xsi:type="dcterms:W3CDTF">2015-09-09T12:06:00Z</dcterms:created>
  <dcterms:modified xsi:type="dcterms:W3CDTF">2015-09-22T11:37:00Z</dcterms:modified>
</cp:coreProperties>
</file>